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26633" w14:textId="77777777" w:rsidR="00E7722E" w:rsidRPr="00E7722E" w:rsidRDefault="00E7722E" w:rsidP="00E7722E">
      <w:pPr>
        <w:pStyle w:val="TITULOS"/>
      </w:pPr>
      <w:r w:rsidRPr="00E7722E">
        <w:t>PRESENTACIÓN</w:t>
      </w:r>
    </w:p>
    <w:p w14:paraId="42879A3A" w14:textId="77777777" w:rsidR="002C40F2" w:rsidRPr="00FC6D5D" w:rsidRDefault="00940C81" w:rsidP="00FC6D5D">
      <w:pPr>
        <w:pStyle w:val="TEXTONORMAL"/>
      </w:pPr>
      <w:r>
        <w:t>En cumplimiento de</w:t>
      </w:r>
      <w:r w:rsidR="00E7722E" w:rsidRPr="00FC6D5D">
        <w:t xml:space="preserve"> lo establecido en los artículos 107, penúltimo párrafo, de la Ley Federal de Presupuesto y </w:t>
      </w:r>
      <w:r w:rsidR="00F405AB">
        <w:t>Responsabilidad Hacendaria, y 2</w:t>
      </w:r>
      <w:r w:rsidR="008B58B3">
        <w:t>3</w:t>
      </w:r>
      <w:r w:rsidR="00E7722E" w:rsidRPr="00FC6D5D">
        <w:t xml:space="preserve"> del Decreto de Presupuesto de Egresos de la Federación</w:t>
      </w:r>
      <w:r w:rsidR="008B58B3">
        <w:t xml:space="preserve"> para el Ejercicio Fiscal de 2020 –DPEF 2020</w:t>
      </w:r>
      <w:r w:rsidR="00E7722E" w:rsidRPr="00FC6D5D">
        <w:t>- se informa sobre el ejercicio de las erogaciones relacionadas con los siguientes Anexos Transversales:</w:t>
      </w:r>
    </w:p>
    <w:p w14:paraId="67348BE5" w14:textId="77777777" w:rsidR="00E7722E" w:rsidRPr="00FC6D5D" w:rsidRDefault="00E7722E" w:rsidP="00FC6D5D">
      <w:pPr>
        <w:pStyle w:val="TEXTONORMAL"/>
        <w:numPr>
          <w:ilvl w:val="0"/>
          <w:numId w:val="20"/>
        </w:numPr>
        <w:rPr>
          <w:rStyle w:val="A6"/>
          <w:rFonts w:cs="Times New Roman"/>
          <w:color w:val="auto"/>
          <w:sz w:val="18"/>
          <w:szCs w:val="18"/>
        </w:rPr>
      </w:pPr>
      <w:r w:rsidRPr="00FC6D5D">
        <w:rPr>
          <w:rStyle w:val="A6"/>
          <w:rFonts w:cs="Times New Roman"/>
          <w:color w:val="auto"/>
          <w:sz w:val="18"/>
          <w:szCs w:val="18"/>
        </w:rPr>
        <w:t>Erogaciones para el Desarrollo Integral de los Pueblos y Comunidades Indígenas.</w:t>
      </w:r>
    </w:p>
    <w:p w14:paraId="65E7AE73" w14:textId="77777777" w:rsidR="00E7722E" w:rsidRPr="00FC6D5D" w:rsidRDefault="00E7722E" w:rsidP="00FC6D5D">
      <w:pPr>
        <w:pStyle w:val="TEXTONORMAL"/>
        <w:numPr>
          <w:ilvl w:val="0"/>
          <w:numId w:val="20"/>
        </w:numPr>
        <w:rPr>
          <w:rStyle w:val="A6"/>
          <w:rFonts w:cs="Times New Roman"/>
          <w:color w:val="auto"/>
          <w:sz w:val="18"/>
          <w:szCs w:val="18"/>
        </w:rPr>
      </w:pPr>
      <w:r w:rsidRPr="00FC6D5D">
        <w:rPr>
          <w:rStyle w:val="A6"/>
          <w:rFonts w:cs="Times New Roman"/>
          <w:color w:val="auto"/>
          <w:sz w:val="18"/>
          <w:szCs w:val="18"/>
        </w:rPr>
        <w:t>Programa Especial Concurrente para el Desarrollo Rural Sustentable.</w:t>
      </w:r>
    </w:p>
    <w:p w14:paraId="041C5EF4" w14:textId="77777777" w:rsidR="00E7722E" w:rsidRPr="00FC6D5D" w:rsidRDefault="00E7722E" w:rsidP="00FC6D5D">
      <w:pPr>
        <w:pStyle w:val="TEXTONORMAL"/>
        <w:numPr>
          <w:ilvl w:val="0"/>
          <w:numId w:val="20"/>
        </w:numPr>
        <w:rPr>
          <w:rStyle w:val="A6"/>
          <w:rFonts w:cs="Times New Roman"/>
          <w:color w:val="auto"/>
          <w:sz w:val="18"/>
          <w:szCs w:val="18"/>
        </w:rPr>
      </w:pPr>
      <w:r w:rsidRPr="00FC6D5D">
        <w:rPr>
          <w:rStyle w:val="A6"/>
          <w:rFonts w:cs="Times New Roman"/>
          <w:color w:val="auto"/>
          <w:sz w:val="18"/>
          <w:szCs w:val="18"/>
        </w:rPr>
        <w:t>Programa de Ciencia, Tecnología e Innovación.</w:t>
      </w:r>
    </w:p>
    <w:p w14:paraId="4F735CB4" w14:textId="77777777" w:rsidR="00E7722E" w:rsidRPr="00FC6D5D" w:rsidRDefault="00E7722E" w:rsidP="00FC6D5D">
      <w:pPr>
        <w:pStyle w:val="TEXTONORMAL"/>
        <w:numPr>
          <w:ilvl w:val="0"/>
          <w:numId w:val="20"/>
        </w:numPr>
        <w:rPr>
          <w:rStyle w:val="A6"/>
          <w:rFonts w:cs="Times New Roman"/>
          <w:color w:val="auto"/>
          <w:sz w:val="18"/>
          <w:szCs w:val="18"/>
        </w:rPr>
      </w:pPr>
      <w:r w:rsidRPr="00FC6D5D">
        <w:rPr>
          <w:rStyle w:val="A6"/>
          <w:rFonts w:cs="Times New Roman"/>
          <w:color w:val="auto"/>
          <w:sz w:val="18"/>
          <w:szCs w:val="18"/>
        </w:rPr>
        <w:t>Erogaciones para la Igualdad entre Mujeres y Hombres.</w:t>
      </w:r>
    </w:p>
    <w:p w14:paraId="17B849B9" w14:textId="77777777" w:rsidR="00E7722E" w:rsidRPr="00FC6D5D" w:rsidRDefault="00E7722E" w:rsidP="00FC6D5D">
      <w:pPr>
        <w:pStyle w:val="TEXTONORMAL"/>
        <w:numPr>
          <w:ilvl w:val="0"/>
          <w:numId w:val="20"/>
        </w:numPr>
        <w:rPr>
          <w:rStyle w:val="A6"/>
          <w:rFonts w:cs="Times New Roman"/>
          <w:color w:val="auto"/>
          <w:sz w:val="18"/>
          <w:szCs w:val="18"/>
        </w:rPr>
      </w:pPr>
      <w:r w:rsidRPr="00FC6D5D">
        <w:rPr>
          <w:rStyle w:val="A6"/>
          <w:rFonts w:cs="Times New Roman"/>
          <w:color w:val="auto"/>
          <w:sz w:val="18"/>
          <w:szCs w:val="18"/>
        </w:rPr>
        <w:t>Recursos para Atención de Grupos Vulnerables.</w:t>
      </w:r>
    </w:p>
    <w:p w14:paraId="13F0FA01" w14:textId="77777777" w:rsidR="00E7722E" w:rsidRPr="00FC6D5D" w:rsidRDefault="00E7722E" w:rsidP="00FC6D5D">
      <w:pPr>
        <w:pStyle w:val="TEXTONORMAL"/>
        <w:numPr>
          <w:ilvl w:val="0"/>
          <w:numId w:val="20"/>
        </w:numPr>
        <w:rPr>
          <w:rStyle w:val="A6"/>
          <w:rFonts w:cs="Times New Roman"/>
          <w:color w:val="auto"/>
          <w:sz w:val="18"/>
          <w:szCs w:val="18"/>
        </w:rPr>
      </w:pPr>
      <w:r w:rsidRPr="00FC6D5D">
        <w:rPr>
          <w:rStyle w:val="A6"/>
          <w:rFonts w:cs="Times New Roman"/>
          <w:color w:val="auto"/>
          <w:sz w:val="18"/>
          <w:szCs w:val="18"/>
        </w:rPr>
        <w:t>Estrategia de Transición para Promover el Uso de Tecnologías y Combustibles Más Limpios.</w:t>
      </w:r>
    </w:p>
    <w:p w14:paraId="1EB3A9E5" w14:textId="77777777" w:rsidR="00E7722E" w:rsidRPr="00FC6D5D" w:rsidRDefault="00E7722E" w:rsidP="00FC6D5D">
      <w:pPr>
        <w:pStyle w:val="TEXTONORMAL"/>
        <w:numPr>
          <w:ilvl w:val="0"/>
          <w:numId w:val="20"/>
        </w:numPr>
        <w:rPr>
          <w:rStyle w:val="A6"/>
          <w:rFonts w:cs="Times New Roman"/>
          <w:color w:val="auto"/>
          <w:sz w:val="18"/>
          <w:szCs w:val="18"/>
        </w:rPr>
      </w:pPr>
      <w:r w:rsidRPr="00FC6D5D">
        <w:rPr>
          <w:rStyle w:val="A6"/>
          <w:rFonts w:cs="Times New Roman"/>
          <w:color w:val="auto"/>
          <w:sz w:val="18"/>
          <w:szCs w:val="18"/>
        </w:rPr>
        <w:t>Recursos para la Adaptación y Mitigación de los Efectos del Cambio Climático.</w:t>
      </w:r>
    </w:p>
    <w:p w14:paraId="6D896C23" w14:textId="77777777" w:rsidR="00E7722E" w:rsidRPr="00FC6D5D" w:rsidRDefault="00E7722E" w:rsidP="00FC6D5D">
      <w:pPr>
        <w:pStyle w:val="TEXTONORMAL"/>
        <w:numPr>
          <w:ilvl w:val="0"/>
          <w:numId w:val="20"/>
        </w:numPr>
        <w:rPr>
          <w:rStyle w:val="A6"/>
          <w:rFonts w:cs="Times New Roman"/>
          <w:color w:val="auto"/>
          <w:sz w:val="18"/>
          <w:szCs w:val="18"/>
        </w:rPr>
      </w:pPr>
      <w:r w:rsidRPr="00FC6D5D">
        <w:rPr>
          <w:rStyle w:val="A6"/>
          <w:rFonts w:cs="Times New Roman"/>
          <w:color w:val="auto"/>
          <w:sz w:val="18"/>
          <w:szCs w:val="18"/>
        </w:rPr>
        <w:t>Erogaciones para el Desarrollo de los Jóvenes.</w:t>
      </w:r>
    </w:p>
    <w:p w14:paraId="4C067286" w14:textId="77777777" w:rsidR="00E7722E" w:rsidRPr="00FC6D5D" w:rsidRDefault="00E7722E" w:rsidP="00FC6D5D">
      <w:pPr>
        <w:pStyle w:val="TEXTONORMAL"/>
        <w:numPr>
          <w:ilvl w:val="0"/>
          <w:numId w:val="20"/>
        </w:numPr>
        <w:rPr>
          <w:rStyle w:val="A6"/>
          <w:rFonts w:cs="Times New Roman"/>
          <w:color w:val="auto"/>
          <w:sz w:val="18"/>
          <w:szCs w:val="18"/>
        </w:rPr>
      </w:pPr>
      <w:r w:rsidRPr="00FC6D5D">
        <w:rPr>
          <w:rStyle w:val="A6"/>
          <w:rFonts w:cs="Times New Roman"/>
          <w:color w:val="auto"/>
          <w:sz w:val="18"/>
          <w:szCs w:val="18"/>
        </w:rPr>
        <w:t>Recursos para la Atención de Niñas, Niños y Adolescentes.</w:t>
      </w:r>
    </w:p>
    <w:p w14:paraId="2E64699B" w14:textId="77777777" w:rsidR="002C40F2" w:rsidRPr="00FC6D5D" w:rsidRDefault="00E7722E" w:rsidP="00FC6D5D">
      <w:pPr>
        <w:pStyle w:val="TEXTONORMAL"/>
        <w:numPr>
          <w:ilvl w:val="0"/>
          <w:numId w:val="20"/>
        </w:numPr>
        <w:rPr>
          <w:rStyle w:val="A6"/>
          <w:rFonts w:cs="Times New Roman"/>
          <w:color w:val="auto"/>
          <w:sz w:val="18"/>
          <w:szCs w:val="18"/>
        </w:rPr>
      </w:pPr>
      <w:r w:rsidRPr="00FC6D5D">
        <w:rPr>
          <w:rStyle w:val="A6"/>
          <w:rFonts w:cs="Times New Roman"/>
          <w:color w:val="auto"/>
          <w:sz w:val="18"/>
          <w:szCs w:val="18"/>
        </w:rPr>
        <w:t>Acciones para la Prevención del Delito, Combate a las Adicciones, Rescate de Espacios Públicos y Promoción de Proyectos Productivos.</w:t>
      </w:r>
    </w:p>
    <w:p w14:paraId="5D341A80" w14:textId="77777777" w:rsidR="007329F5" w:rsidRDefault="00E7722E" w:rsidP="001433CF">
      <w:pPr>
        <w:pStyle w:val="TEXTONORMAL"/>
        <w:spacing w:line="240" w:lineRule="auto"/>
      </w:pPr>
      <w:r w:rsidRPr="00FC6D5D">
        <w:t>Cabe destacar que la información que se presenta es responsabilidad única de las dependencias y entidades; la Secretaría de Hacienda y Crédito Público solamente es el medio de entrega de dicha información a la H. Cámara de Diputados.</w:t>
      </w:r>
    </w:p>
    <w:p w14:paraId="32E98D5F" w14:textId="77777777" w:rsidR="001433CF" w:rsidRPr="00FC6D5D" w:rsidRDefault="001433CF" w:rsidP="001433CF">
      <w:pPr>
        <w:pStyle w:val="TEXTONORMAL"/>
        <w:spacing w:line="240" w:lineRule="auto"/>
      </w:pPr>
    </w:p>
    <w:tbl>
      <w:tblPr>
        <w:tblW w:w="5000" w:type="pct"/>
        <w:tblBorders>
          <w:bottom w:val="single" w:sz="12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9"/>
        <w:gridCol w:w="5467"/>
        <w:gridCol w:w="1841"/>
        <w:gridCol w:w="1701"/>
        <w:gridCol w:w="1701"/>
        <w:gridCol w:w="1665"/>
      </w:tblGrid>
      <w:tr w:rsidR="008B58B3" w:rsidRPr="008B58B3" w14:paraId="123DE66A" w14:textId="77777777" w:rsidTr="001433CF">
        <w:trPr>
          <w:trHeight w:val="282"/>
          <w:tblHeader/>
        </w:trPr>
        <w:tc>
          <w:tcPr>
            <w:tcW w:w="5000" w:type="pct"/>
            <w:gridSpan w:val="6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44E14C6E" w14:textId="77777777" w:rsidR="008B58B3" w:rsidRPr="008B58B3" w:rsidRDefault="008B58B3" w:rsidP="001433C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color w:val="000000"/>
                <w:sz w:val="16"/>
                <w:szCs w:val="16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color w:val="000000"/>
                <w:sz w:val="16"/>
                <w:szCs w:val="16"/>
                <w:lang w:val="es-MX" w:eastAsia="es-MX"/>
              </w:rPr>
              <w:t>EROGACIONES PARA EL DESARROLLO INTEGRAL DE LOS PUEBLOS Y COMUNIDADES INDÍGENAS</w:t>
            </w:r>
          </w:p>
        </w:tc>
      </w:tr>
      <w:tr w:rsidR="008B58B3" w:rsidRPr="008B58B3" w14:paraId="531FE073" w14:textId="77777777" w:rsidTr="001433CF">
        <w:trPr>
          <w:trHeight w:val="23"/>
          <w:tblHeader/>
        </w:trPr>
        <w:tc>
          <w:tcPr>
            <w:tcW w:w="5000" w:type="pct"/>
            <w:gridSpan w:val="6"/>
            <w:tcBorders>
              <w:bottom w:val="single" w:sz="12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6BBD2ACD" w14:textId="77777777" w:rsidR="008B58B3" w:rsidRPr="008B58B3" w:rsidRDefault="008B58B3" w:rsidP="001433C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6"/>
                <w:szCs w:val="16"/>
                <w:lang w:val="es-MX" w:eastAsia="es-MX"/>
              </w:rPr>
              <w:t>(Pesos)</w:t>
            </w:r>
          </w:p>
        </w:tc>
      </w:tr>
      <w:tr w:rsidR="008B58B3" w:rsidRPr="008B58B3" w14:paraId="59D331D8" w14:textId="77777777" w:rsidTr="001433CF">
        <w:trPr>
          <w:trHeight w:val="23"/>
          <w:tblHeader/>
        </w:trPr>
        <w:tc>
          <w:tcPr>
            <w:tcW w:w="5000" w:type="pct"/>
            <w:gridSpan w:val="6"/>
            <w:tcBorders>
              <w:top w:val="single" w:sz="12" w:space="0" w:color="7F7F7F" w:themeColor="text1" w:themeTint="80"/>
            </w:tcBorders>
            <w:shd w:val="clear" w:color="auto" w:fill="auto"/>
            <w:noWrap/>
          </w:tcPr>
          <w:p w14:paraId="08F27DDD" w14:textId="77777777" w:rsidR="008B58B3" w:rsidRPr="008B58B3" w:rsidRDefault="008B58B3" w:rsidP="008B58B3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4"/>
                <w:szCs w:val="4"/>
                <w:lang w:val="es-MX" w:eastAsia="es-MX"/>
              </w:rPr>
            </w:pPr>
          </w:p>
        </w:tc>
      </w:tr>
      <w:tr w:rsidR="001433CF" w:rsidRPr="008B58B3" w14:paraId="5F879FFC" w14:textId="77777777" w:rsidTr="001433CF">
        <w:trPr>
          <w:trHeight w:val="23"/>
          <w:tblHeader/>
        </w:trPr>
        <w:tc>
          <w:tcPr>
            <w:tcW w:w="242" w:type="pct"/>
            <w:vMerge w:val="restart"/>
            <w:shd w:val="clear" w:color="000000" w:fill="D4C19C"/>
            <w:vAlign w:val="center"/>
            <w:hideMark/>
          </w:tcPr>
          <w:p w14:paraId="162C0BE8" w14:textId="77777777" w:rsidR="001433CF" w:rsidRPr="008B58B3" w:rsidRDefault="001433CF" w:rsidP="008B58B3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Ramo</w:t>
            </w:r>
          </w:p>
        </w:tc>
        <w:tc>
          <w:tcPr>
            <w:tcW w:w="2102" w:type="pct"/>
            <w:vMerge w:val="restart"/>
            <w:shd w:val="clear" w:color="000000" w:fill="D4C19C"/>
            <w:vAlign w:val="center"/>
            <w:hideMark/>
          </w:tcPr>
          <w:p w14:paraId="32D16DFE" w14:textId="77777777" w:rsidR="001433CF" w:rsidRPr="008B58B3" w:rsidRDefault="001433CF" w:rsidP="008B58B3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Descripción</w:t>
            </w:r>
          </w:p>
        </w:tc>
        <w:tc>
          <w:tcPr>
            <w:tcW w:w="2656" w:type="pct"/>
            <w:gridSpan w:val="4"/>
            <w:tcBorders>
              <w:bottom w:val="single" w:sz="4" w:space="0" w:color="FFFFFF" w:themeColor="background1"/>
            </w:tcBorders>
            <w:shd w:val="clear" w:color="000000" w:fill="D4C19C"/>
            <w:noWrap/>
            <w:vAlign w:val="center"/>
            <w:hideMark/>
          </w:tcPr>
          <w:p w14:paraId="27757148" w14:textId="77777777" w:rsidR="001433CF" w:rsidRPr="008B58B3" w:rsidRDefault="001433CF" w:rsidP="001433C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Avance en el ejercicio del presupuesto 2020</w:t>
            </w:r>
          </w:p>
        </w:tc>
      </w:tr>
      <w:tr w:rsidR="008B58B3" w:rsidRPr="008B58B3" w14:paraId="648BBC84" w14:textId="77777777" w:rsidTr="001433CF">
        <w:trPr>
          <w:trHeight w:val="23"/>
          <w:tblHeader/>
        </w:trPr>
        <w:tc>
          <w:tcPr>
            <w:tcW w:w="242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711175AA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2102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45DBE2E8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708" w:type="pct"/>
            <w:vMerge w:val="restart"/>
            <w:tcBorders>
              <w:top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1F9CCAB4" w14:textId="77777777" w:rsidR="008B58B3" w:rsidRPr="008B58B3" w:rsidRDefault="008B58B3" w:rsidP="008B58B3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 xml:space="preserve">Aprobado </w:t>
            </w:r>
          </w:p>
        </w:tc>
        <w:tc>
          <w:tcPr>
            <w:tcW w:w="654" w:type="pct"/>
            <w:vMerge w:val="restart"/>
            <w:tcBorders>
              <w:top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5D192EDC" w14:textId="77777777" w:rsidR="008B58B3" w:rsidRPr="008B58B3" w:rsidRDefault="008B58B3" w:rsidP="008B58B3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Modificado</w:t>
            </w:r>
          </w:p>
        </w:tc>
        <w:tc>
          <w:tcPr>
            <w:tcW w:w="654" w:type="pct"/>
            <w:vMerge w:val="restart"/>
            <w:tcBorders>
              <w:top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2A27951A" w14:textId="77777777" w:rsidR="008B58B3" w:rsidRPr="008B58B3" w:rsidRDefault="008B58B3" w:rsidP="008B58B3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Ejercido</w:t>
            </w:r>
          </w:p>
        </w:tc>
        <w:tc>
          <w:tcPr>
            <w:tcW w:w="640" w:type="pct"/>
            <w:tcBorders>
              <w:bottom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4B8FBE7E" w14:textId="77777777" w:rsidR="008B58B3" w:rsidRPr="008B58B3" w:rsidRDefault="008B58B3" w:rsidP="008B58B3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Porcentaje de avance</w:t>
            </w:r>
          </w:p>
        </w:tc>
      </w:tr>
      <w:tr w:rsidR="008B58B3" w:rsidRPr="008B58B3" w14:paraId="3D7C9384" w14:textId="77777777" w:rsidTr="001433CF">
        <w:trPr>
          <w:trHeight w:val="23"/>
          <w:tblHeader/>
        </w:trPr>
        <w:tc>
          <w:tcPr>
            <w:tcW w:w="242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5FCBFE80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2102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2FEF5994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708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0C4C5DE2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654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68BA55C8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654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4F79B9B7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640" w:type="pct"/>
            <w:tcBorders>
              <w:top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0BD67614" w14:textId="77777777" w:rsidR="008B58B3" w:rsidRPr="008B58B3" w:rsidRDefault="008B58B3" w:rsidP="008B58B3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Ejercido / Modificado</w:t>
            </w:r>
          </w:p>
        </w:tc>
      </w:tr>
      <w:tr w:rsidR="008B58B3" w:rsidRPr="008B58B3" w14:paraId="09585BE3" w14:textId="77777777" w:rsidTr="001433CF">
        <w:trPr>
          <w:trHeight w:val="23"/>
          <w:tblHeader/>
        </w:trPr>
        <w:tc>
          <w:tcPr>
            <w:tcW w:w="242" w:type="pct"/>
            <w:vMerge/>
            <w:tcBorders>
              <w:bottom w:val="nil"/>
            </w:tcBorders>
            <w:vAlign w:val="center"/>
            <w:hideMark/>
          </w:tcPr>
          <w:p w14:paraId="6F33F5E8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2102" w:type="pct"/>
            <w:vMerge/>
            <w:tcBorders>
              <w:bottom w:val="nil"/>
            </w:tcBorders>
            <w:vAlign w:val="center"/>
            <w:hideMark/>
          </w:tcPr>
          <w:p w14:paraId="376DC602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708" w:type="pct"/>
            <w:tcBorders>
              <w:bottom w:val="nil"/>
            </w:tcBorders>
            <w:shd w:val="clear" w:color="000000" w:fill="D4C19C"/>
            <w:vAlign w:val="center"/>
            <w:hideMark/>
          </w:tcPr>
          <w:p w14:paraId="095216F8" w14:textId="77777777" w:rsidR="008B58B3" w:rsidRPr="008B58B3" w:rsidRDefault="008B58B3" w:rsidP="008B58B3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(a)</w:t>
            </w:r>
          </w:p>
        </w:tc>
        <w:tc>
          <w:tcPr>
            <w:tcW w:w="654" w:type="pct"/>
            <w:tcBorders>
              <w:bottom w:val="nil"/>
            </w:tcBorders>
            <w:shd w:val="clear" w:color="000000" w:fill="D4C19C"/>
            <w:vAlign w:val="center"/>
            <w:hideMark/>
          </w:tcPr>
          <w:p w14:paraId="2D47CC36" w14:textId="77777777" w:rsidR="008B58B3" w:rsidRPr="008B58B3" w:rsidRDefault="008B58B3" w:rsidP="008B58B3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(b)</w:t>
            </w:r>
          </w:p>
        </w:tc>
        <w:tc>
          <w:tcPr>
            <w:tcW w:w="654" w:type="pct"/>
            <w:tcBorders>
              <w:bottom w:val="nil"/>
            </w:tcBorders>
            <w:shd w:val="clear" w:color="000000" w:fill="D4C19C"/>
            <w:noWrap/>
            <w:vAlign w:val="center"/>
            <w:hideMark/>
          </w:tcPr>
          <w:p w14:paraId="3671FC39" w14:textId="77777777" w:rsidR="008B58B3" w:rsidRPr="008B58B3" w:rsidRDefault="008B58B3" w:rsidP="008B58B3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(c)</w:t>
            </w:r>
          </w:p>
        </w:tc>
        <w:tc>
          <w:tcPr>
            <w:tcW w:w="640" w:type="pct"/>
            <w:tcBorders>
              <w:bottom w:val="nil"/>
            </w:tcBorders>
            <w:shd w:val="clear" w:color="000000" w:fill="D4C19C"/>
            <w:noWrap/>
            <w:vAlign w:val="center"/>
            <w:hideMark/>
          </w:tcPr>
          <w:p w14:paraId="4DE5F0EC" w14:textId="77777777" w:rsidR="008B58B3" w:rsidRPr="008B58B3" w:rsidRDefault="008B58B3" w:rsidP="008B58B3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 xml:space="preserve">(c) / (b) </w:t>
            </w:r>
          </w:p>
        </w:tc>
      </w:tr>
      <w:tr w:rsidR="008B58B3" w:rsidRPr="008B58B3" w14:paraId="7D19A975" w14:textId="77777777" w:rsidTr="001433CF">
        <w:trPr>
          <w:trHeight w:val="23"/>
          <w:tblHeader/>
        </w:trPr>
        <w:tc>
          <w:tcPr>
            <w:tcW w:w="242" w:type="pct"/>
            <w:tcBorders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1DC9D840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2102" w:type="pct"/>
            <w:tcBorders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6379DF59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708" w:type="pct"/>
            <w:tcBorders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557A39D7" w14:textId="77777777" w:rsidR="008B58B3" w:rsidRPr="008B58B3" w:rsidRDefault="008B58B3" w:rsidP="008B58B3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654" w:type="pct"/>
            <w:tcBorders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4D09C525" w14:textId="77777777" w:rsidR="008B58B3" w:rsidRPr="008B58B3" w:rsidRDefault="008B58B3" w:rsidP="008B58B3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654" w:type="pct"/>
            <w:tcBorders>
              <w:bottom w:val="single" w:sz="12" w:space="0" w:color="7F7F7F" w:themeColor="text1" w:themeTint="80"/>
            </w:tcBorders>
            <w:shd w:val="clear" w:color="auto" w:fill="auto"/>
            <w:noWrap/>
            <w:vAlign w:val="center"/>
          </w:tcPr>
          <w:p w14:paraId="0ADD06B1" w14:textId="77777777" w:rsidR="008B58B3" w:rsidRPr="008B58B3" w:rsidRDefault="008B58B3" w:rsidP="008B58B3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640" w:type="pct"/>
            <w:tcBorders>
              <w:bottom w:val="single" w:sz="12" w:space="0" w:color="7F7F7F" w:themeColor="text1" w:themeTint="80"/>
            </w:tcBorders>
            <w:shd w:val="clear" w:color="auto" w:fill="auto"/>
            <w:noWrap/>
            <w:vAlign w:val="center"/>
          </w:tcPr>
          <w:p w14:paraId="5C567D81" w14:textId="77777777" w:rsidR="008B58B3" w:rsidRPr="008B58B3" w:rsidRDefault="008B58B3" w:rsidP="008B58B3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</w:tr>
      <w:tr w:rsidR="008B58B3" w:rsidRPr="008B58B3" w14:paraId="76C384DA" w14:textId="77777777" w:rsidTr="001433CF">
        <w:trPr>
          <w:trHeight w:val="23"/>
          <w:tblHeader/>
        </w:trPr>
        <w:tc>
          <w:tcPr>
            <w:tcW w:w="242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5C86E769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2102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3E68955D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708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4D36F20B" w14:textId="77777777" w:rsidR="008B58B3" w:rsidRPr="008B58B3" w:rsidRDefault="008B58B3" w:rsidP="008B58B3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654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4FF060FE" w14:textId="77777777" w:rsidR="008B58B3" w:rsidRPr="008B58B3" w:rsidRDefault="008B58B3" w:rsidP="008B58B3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654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auto"/>
            <w:noWrap/>
            <w:vAlign w:val="center"/>
          </w:tcPr>
          <w:p w14:paraId="53C5D7AC" w14:textId="77777777" w:rsidR="008B58B3" w:rsidRPr="008B58B3" w:rsidRDefault="008B58B3" w:rsidP="008B58B3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640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auto"/>
            <w:noWrap/>
            <w:vAlign w:val="center"/>
          </w:tcPr>
          <w:p w14:paraId="67EFD4CC" w14:textId="77777777" w:rsidR="008B58B3" w:rsidRPr="008B58B3" w:rsidRDefault="008B58B3" w:rsidP="008B58B3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</w:tr>
      <w:tr w:rsidR="008B58B3" w:rsidRPr="008B58B3" w14:paraId="628011CA" w14:textId="77777777" w:rsidTr="001433CF">
        <w:trPr>
          <w:trHeight w:val="23"/>
        </w:trPr>
        <w:tc>
          <w:tcPr>
            <w:tcW w:w="242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45CC8ADE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Total</w:t>
            </w:r>
          </w:p>
        </w:tc>
        <w:tc>
          <w:tcPr>
            <w:tcW w:w="2102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52F8413C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</w:p>
        </w:tc>
        <w:tc>
          <w:tcPr>
            <w:tcW w:w="708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18EB8BCB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104,680,076,606</w:t>
            </w:r>
          </w:p>
        </w:tc>
        <w:tc>
          <w:tcPr>
            <w:tcW w:w="654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1F5E9AED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99,765,712,437</w:t>
            </w:r>
          </w:p>
        </w:tc>
        <w:tc>
          <w:tcPr>
            <w:tcW w:w="654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0B6A4813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99,696,448,524</w:t>
            </w:r>
          </w:p>
        </w:tc>
        <w:tc>
          <w:tcPr>
            <w:tcW w:w="640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075BA971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99.9</w:t>
            </w:r>
          </w:p>
        </w:tc>
      </w:tr>
      <w:tr w:rsidR="008B58B3" w:rsidRPr="008B58B3" w14:paraId="19F5B37C" w14:textId="77777777" w:rsidTr="001433CF">
        <w:trPr>
          <w:trHeight w:val="23"/>
        </w:trPr>
        <w:tc>
          <w:tcPr>
            <w:tcW w:w="2344" w:type="pct"/>
            <w:gridSpan w:val="2"/>
            <w:shd w:val="clear" w:color="auto" w:fill="F2F2F2" w:themeFill="background1" w:themeFillShade="F2"/>
            <w:noWrap/>
            <w:hideMark/>
          </w:tcPr>
          <w:p w14:paraId="663765FF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04 Gobernación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7650CBE3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15,314,114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14AAC505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18,270,019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76550689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18,270,019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36E8BF0A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36396A03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01F34F27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noWrap/>
            <w:hideMark/>
          </w:tcPr>
          <w:p w14:paraId="6E3039FF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Conducción de la política interior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4B2DD9A2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15,314,114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3902FF48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18,270,019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4308486B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18,270,019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2FCF13DA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5EF90AD8" w14:textId="77777777" w:rsidTr="001433CF">
        <w:trPr>
          <w:trHeight w:val="23"/>
        </w:trPr>
        <w:tc>
          <w:tcPr>
            <w:tcW w:w="2344" w:type="pct"/>
            <w:gridSpan w:val="2"/>
            <w:shd w:val="clear" w:color="auto" w:fill="F2F2F2" w:themeFill="background1" w:themeFillShade="F2"/>
            <w:noWrap/>
            <w:hideMark/>
          </w:tcPr>
          <w:p w14:paraId="53A4CA6F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08 Agricultura y Desarrollo Rural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73F6D9E4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3,018,948,171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6011EA4D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4,045,551,773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2A566A29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4,038,794,396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503366BC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99.8</w:t>
            </w:r>
          </w:p>
        </w:tc>
      </w:tr>
      <w:tr w:rsidR="008B58B3" w:rsidRPr="008B58B3" w14:paraId="40C448B4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1321E46D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hideMark/>
          </w:tcPr>
          <w:p w14:paraId="1644E8EA" w14:textId="77777777" w:rsidR="008B58B3" w:rsidRPr="008B58B3" w:rsidRDefault="008B58B3" w:rsidP="008B58B3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Abasto Social de Leche a cargo de Liconsa, S.A. de C.V.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6CA81F23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23,794,607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08BF8285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26,191,805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35FEE516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26,191,805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0EA73C63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398039C0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4525F7B5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hideMark/>
          </w:tcPr>
          <w:p w14:paraId="5C9CBE2F" w14:textId="77777777" w:rsidR="008B58B3" w:rsidRPr="008B58B3" w:rsidRDefault="008B58B3" w:rsidP="008B58B3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Abasto Rural a cargo de Diconsa, S.A. de C.V. (DICONSA)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0438EC57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1,260,153,564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16CF823A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1,260,153,564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31C39C86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1,260,153,564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38589606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40ED5E25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07343EDD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noWrap/>
            <w:hideMark/>
          </w:tcPr>
          <w:p w14:paraId="7A5C5C07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Precios de Garantía a Productos Alimentarios Básicos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44437E24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6C4AFFD2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49,802,598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144505D7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49,802,598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36FDC7F9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2CB18767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6D417E3E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noWrap/>
            <w:hideMark/>
          </w:tcPr>
          <w:p w14:paraId="0494F156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Producción para el Bienestar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60FB176E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1BBEB0BA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2,684,903,807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7D8E9A45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2,678,146,430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62C14CF0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99.7</w:t>
            </w:r>
          </w:p>
        </w:tc>
      </w:tr>
      <w:tr w:rsidR="008B58B3" w:rsidRPr="008B58B3" w14:paraId="1D310CFD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31A449B1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noWrap/>
            <w:hideMark/>
          </w:tcPr>
          <w:p w14:paraId="06ABEBE3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Precios de Garantía a Productos Alimentarios Básicos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0C851C1D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70,000,000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6994444C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24,500,000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780D078D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24,500,000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26E7944D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30F6A65E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7DCC1688" w14:textId="77777777" w:rsidR="008B58B3" w:rsidRPr="008B58B3" w:rsidRDefault="008B58B3" w:rsidP="001433CF">
            <w:pPr>
              <w:tabs>
                <w:tab w:val="left" w:pos="459"/>
              </w:tabs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  <w:r w:rsid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ab/>
            </w:r>
          </w:p>
        </w:tc>
        <w:tc>
          <w:tcPr>
            <w:tcW w:w="2102" w:type="pct"/>
            <w:shd w:val="clear" w:color="auto" w:fill="F2F2F2" w:themeFill="background1" w:themeFillShade="F2"/>
            <w:noWrap/>
            <w:hideMark/>
          </w:tcPr>
          <w:p w14:paraId="19894A55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Producción para el Bienestar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42F55A26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1,650,000,000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59903148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0BBF69F5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49508477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n.a.</w:t>
            </w:r>
          </w:p>
        </w:tc>
      </w:tr>
      <w:tr w:rsidR="008B58B3" w:rsidRPr="008B58B3" w14:paraId="44CBC386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01593586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lastRenderedPageBreak/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noWrap/>
            <w:hideMark/>
          </w:tcPr>
          <w:p w14:paraId="56671332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Desarrollo Rural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4B5843E0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15,000,000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1430BE19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2CF970C4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7867E511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n.a.</w:t>
            </w:r>
          </w:p>
        </w:tc>
      </w:tr>
      <w:tr w:rsidR="008B58B3" w:rsidRPr="008B58B3" w14:paraId="520DE608" w14:textId="77777777" w:rsidTr="001433CF">
        <w:trPr>
          <w:trHeight w:val="23"/>
        </w:trPr>
        <w:tc>
          <w:tcPr>
            <w:tcW w:w="2344" w:type="pct"/>
            <w:gridSpan w:val="2"/>
            <w:shd w:val="clear" w:color="auto" w:fill="F2F2F2" w:themeFill="background1" w:themeFillShade="F2"/>
            <w:noWrap/>
            <w:hideMark/>
          </w:tcPr>
          <w:p w14:paraId="5818B961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09 Comunicaciones y Transportes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478CA5F0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2,787,250,002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79C6D102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1,812,317,217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5B4D3E59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1,812,297,695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3D5DC9A7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7F54D987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7A3E9CFD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hideMark/>
          </w:tcPr>
          <w:p w14:paraId="4F199F2E" w14:textId="77777777" w:rsidR="008B58B3" w:rsidRPr="008B58B3" w:rsidRDefault="008B58B3" w:rsidP="008B58B3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Proyectos de construcción de carreteras alimentadoras y caminos rurales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24FC788F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255,500,000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04A9DF6B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242,981,975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03ECBAB5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242,981,975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2BC35306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7BA646C4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752A13C4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hideMark/>
          </w:tcPr>
          <w:p w14:paraId="6A452CA1" w14:textId="77777777" w:rsidR="008B58B3" w:rsidRPr="008B58B3" w:rsidRDefault="008B58B3" w:rsidP="008B58B3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Conservación de infraestructura de caminos rurales y carreteras alimentadoras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7ACE0203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2,451,750,002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4C303203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1,504,868,485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6FFB7FEB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1,504,848,963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1E674A9E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5B7BB96E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34F5D653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hideMark/>
          </w:tcPr>
          <w:p w14:paraId="562BF136" w14:textId="77777777" w:rsidR="008B58B3" w:rsidRPr="008B58B3" w:rsidRDefault="008B58B3" w:rsidP="008B58B3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Estudios y proyectos de construcción de caminos rurales y carreteras alimentadoras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6ED19442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80,000,000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79319A8A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64,466,757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7F0295FE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64,466,757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214126D7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51F0B77D" w14:textId="77777777" w:rsidTr="001433CF">
        <w:trPr>
          <w:trHeight w:val="23"/>
        </w:trPr>
        <w:tc>
          <w:tcPr>
            <w:tcW w:w="2344" w:type="pct"/>
            <w:gridSpan w:val="2"/>
            <w:shd w:val="clear" w:color="auto" w:fill="F2F2F2" w:themeFill="background1" w:themeFillShade="F2"/>
            <w:noWrap/>
            <w:hideMark/>
          </w:tcPr>
          <w:p w14:paraId="34859B0F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 Economía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049A7016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240,735,296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33CAA31B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243,942,000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7FE0159A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243,942,000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52A9AA22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327BCD0B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1ABC07C9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noWrap/>
            <w:hideMark/>
          </w:tcPr>
          <w:p w14:paraId="3A836789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Microcréditos para el Bienestar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5E27D17A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389C25F0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243,942,000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59684240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243,942,000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0FC277D5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135DFF65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5275EE58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noWrap/>
            <w:hideMark/>
          </w:tcPr>
          <w:p w14:paraId="11458D86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Microcréditos para el Bienestar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34530235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240,735,296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6F886B64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5F8CC7BF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36D7E44C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n.a.</w:t>
            </w:r>
          </w:p>
        </w:tc>
      </w:tr>
      <w:tr w:rsidR="008B58B3" w:rsidRPr="008B58B3" w14:paraId="42ACB125" w14:textId="77777777" w:rsidTr="001433CF">
        <w:trPr>
          <w:trHeight w:val="23"/>
        </w:trPr>
        <w:tc>
          <w:tcPr>
            <w:tcW w:w="2344" w:type="pct"/>
            <w:gridSpan w:val="2"/>
            <w:shd w:val="clear" w:color="auto" w:fill="F2F2F2" w:themeFill="background1" w:themeFillShade="F2"/>
            <w:noWrap/>
            <w:hideMark/>
          </w:tcPr>
          <w:p w14:paraId="181B799F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11 Educación Pública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71157784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14,007,468,383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5F96E9FA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14,007,468,383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3B9B12BB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13,994,983,778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472A73E3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99.9</w:t>
            </w:r>
          </w:p>
        </w:tc>
      </w:tr>
      <w:tr w:rsidR="008B58B3" w:rsidRPr="008B58B3" w14:paraId="74F733CD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76149E92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noWrap/>
            <w:hideMark/>
          </w:tcPr>
          <w:p w14:paraId="101447D8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Educación para Adultos (INEA)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7514E63C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121,254,696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3DD1718D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107,764,174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26FDFB7A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107,764,174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78A53535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2B27E171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4A8B41EC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noWrap/>
            <w:hideMark/>
          </w:tcPr>
          <w:p w14:paraId="5B6CDDB7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Educación Inicial y Básica Comunitaria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7A828D4B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900,623,185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7D7371F3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770,341,596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50E77348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759,811,222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5A3E82AC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98.6</w:t>
            </w:r>
          </w:p>
        </w:tc>
      </w:tr>
      <w:tr w:rsidR="008B58B3" w:rsidRPr="008B58B3" w14:paraId="7FE5DEE8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3400878A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noWrap/>
            <w:hideMark/>
          </w:tcPr>
          <w:p w14:paraId="135C8AA8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Normar los servicios educativos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60401A7B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102,468,832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1644DD84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63,344,174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6AF2DBF4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63,344,174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01ED1907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6324DAD9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30A5616C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hideMark/>
          </w:tcPr>
          <w:p w14:paraId="53972F72" w14:textId="77777777" w:rsidR="008B58B3" w:rsidRPr="008B58B3" w:rsidRDefault="008B58B3" w:rsidP="008B58B3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Becas de Educación Básica para el Bienestar Benito Juárez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6A03FFA1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8,533,022,450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3672ADD0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8,122,849,120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6882D4BC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8,122,849,120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7E2817C5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26495BD8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17ECA175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noWrap/>
            <w:hideMark/>
          </w:tcPr>
          <w:p w14:paraId="6BFACB2F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Becas Elisa Acuña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0F51C76F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204,524,087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4F5C9C74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189,937,842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2EEAF1A6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189,937,842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0645292D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7959AB8F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675545A8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noWrap/>
            <w:hideMark/>
          </w:tcPr>
          <w:p w14:paraId="4D5E3637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Atención a la Diversidad de la Educación Indígena (PADEI)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3252C34F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46,242,407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2C1B73AF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43,444,976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3431CD14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43,444,976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75953D32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3D1AC5C7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00178BA8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noWrap/>
            <w:hideMark/>
          </w:tcPr>
          <w:p w14:paraId="22556581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Fortalecimiento a la Excelencia Educativa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4123C58E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124,150,751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145EA8D6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108,629,935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0E7FE1D4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108,433,464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5B072B73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99.8</w:t>
            </w:r>
          </w:p>
        </w:tc>
      </w:tr>
      <w:tr w:rsidR="008B58B3" w:rsidRPr="008B58B3" w14:paraId="5CE36FC2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47222574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noWrap/>
            <w:hideMark/>
          </w:tcPr>
          <w:p w14:paraId="0403BBE5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Universidades para el Bienestar Benito Juárez García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1E4BF11F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296,223,958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626DFD30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295,887,547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30970CDB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295,887,547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2DD4EF0C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7DC8BF46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1C433B7F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hideMark/>
          </w:tcPr>
          <w:p w14:paraId="5A4E3EB1" w14:textId="77777777" w:rsidR="008B58B3" w:rsidRPr="008B58B3" w:rsidRDefault="008B58B3" w:rsidP="008B58B3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Beca Universal para Estudiantes de Educación Media Superior Benito Juárez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06C7F80D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2,899,517,513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4083C5D7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3,170,890,544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1A49AF03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3,169,132,784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17CBBAC4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99.9</w:t>
            </w:r>
          </w:p>
        </w:tc>
      </w:tr>
      <w:tr w:rsidR="008B58B3" w:rsidRPr="008B58B3" w14:paraId="2DCCE896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195EEAFA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noWrap/>
            <w:hideMark/>
          </w:tcPr>
          <w:p w14:paraId="696926C0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Jóvenes Escribiendo el Futuro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02007ADB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777,635,340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6775D4A2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750,531,829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2E6B4A15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750,531,829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6505E271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02B0E629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29038CAC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noWrap/>
            <w:hideMark/>
          </w:tcPr>
          <w:p w14:paraId="08387595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Nacional de Reconstrucción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79039976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1,805,163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1A2336E2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1,805,163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53FD4F0C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1,805,163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37CE5C1F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7AD82DE4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577A5EA7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noWrap/>
            <w:hideMark/>
          </w:tcPr>
          <w:p w14:paraId="0C8E0983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La Escuela es Nuestra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400F8CBB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2F96A6DE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382,041,483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418C70AF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382,041,483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43CBC1D7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51AE9B96" w14:textId="77777777" w:rsidTr="001433CF">
        <w:trPr>
          <w:trHeight w:val="23"/>
        </w:trPr>
        <w:tc>
          <w:tcPr>
            <w:tcW w:w="2344" w:type="pct"/>
            <w:gridSpan w:val="2"/>
            <w:shd w:val="clear" w:color="auto" w:fill="F2F2F2" w:themeFill="background1" w:themeFillShade="F2"/>
            <w:noWrap/>
            <w:hideMark/>
          </w:tcPr>
          <w:p w14:paraId="52658D65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12 Salud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1CEE486A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7,520,001,168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7C5CD37C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7,505,959,033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102A391B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7,505,959,033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3EDD7A6E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6393F9A0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3293AA3A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noWrap/>
            <w:hideMark/>
          </w:tcPr>
          <w:p w14:paraId="65F639A7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Rectoría en Salud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320E998E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9,800,000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7525A6E9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9,800,000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4081400A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9,800,000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3982A22A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56D48212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3EDC5D32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noWrap/>
            <w:hideMark/>
          </w:tcPr>
          <w:p w14:paraId="26F01A7C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Prevención y control de enfermedades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6434E049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40,260,978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5B8D372C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40,260,978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538A66FA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40,260,978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7F9D7668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7DC312A5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318EC3FB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noWrap/>
            <w:hideMark/>
          </w:tcPr>
          <w:p w14:paraId="4D014D0C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Salud materna, sexual y reproductiva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45F5AF88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17,054,352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7D5BDD01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17,054,352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483A5F15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17,054,352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025E7BE1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7FFB4FF5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3FAF2EB8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noWrap/>
            <w:hideMark/>
          </w:tcPr>
          <w:p w14:paraId="3EA00D1B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Fortalecimiento a la atención médica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1D238A7F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306,183,954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7784DAC3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292,141,819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3EC9669F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292,141,819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4F72BE4C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477D43E7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67376EDA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noWrap/>
            <w:hideMark/>
          </w:tcPr>
          <w:p w14:paraId="54A47CFB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Seguro Popular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455B9694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5,689,605,218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65AC8D18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27ADD00D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52133FA3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n.a.</w:t>
            </w:r>
          </w:p>
        </w:tc>
      </w:tr>
      <w:tr w:rsidR="008B58B3" w:rsidRPr="008B58B3" w14:paraId="444EFD06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2BA2E024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hideMark/>
          </w:tcPr>
          <w:p w14:paraId="227D9C26" w14:textId="77777777" w:rsidR="008B58B3" w:rsidRPr="008B58B3" w:rsidRDefault="008B58B3" w:rsidP="008B58B3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Atención a la Salud y Medicamentos Gratuitos para la Población sin Seguridad Social Laboral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47DC13D4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1,457,096,665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60F1846E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7,146,701,884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2C7256B0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7,146,701,884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397478E7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29DF8B94" w14:textId="77777777" w:rsidTr="001433CF">
        <w:trPr>
          <w:trHeight w:val="23"/>
        </w:trPr>
        <w:tc>
          <w:tcPr>
            <w:tcW w:w="2344" w:type="pct"/>
            <w:gridSpan w:val="2"/>
            <w:shd w:val="clear" w:color="auto" w:fill="F2F2F2" w:themeFill="background1" w:themeFillShade="F2"/>
            <w:noWrap/>
            <w:hideMark/>
          </w:tcPr>
          <w:p w14:paraId="254DB77B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15 Desarrollo Agrario, Territorial y Urbano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3184BD88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574,204,492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4C67C7B2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531,149,810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4464E7D5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531,149,810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6E1EACFE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103AAD3B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7FFA779E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noWrap/>
            <w:hideMark/>
          </w:tcPr>
          <w:p w14:paraId="46CBD3D8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Procuración de justicia agraria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148AF198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254,106,747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31630BD1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235,193,612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3FC92239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235,193,612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2232C19F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5A4D47ED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36147A50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noWrap/>
            <w:hideMark/>
          </w:tcPr>
          <w:p w14:paraId="4AA52CA6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Atención de Conflictos Agrarios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3DAEB120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90,035,213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71CDE3C6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30,692,068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02A82A41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30,692,068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0869B4E4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79F4413C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61CD294D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hideMark/>
          </w:tcPr>
          <w:p w14:paraId="16B65434" w14:textId="77777777" w:rsidR="008B58B3" w:rsidRPr="008B58B3" w:rsidRDefault="008B58B3" w:rsidP="008B58B3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Atención de asuntos jurídicos en materia agraria, territorial, urbana y vivienda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6BC91193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2,901,903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1BB42792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2,733,260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695EC68E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2,733,260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73F43077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12F44FE2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2A778C51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noWrap/>
            <w:hideMark/>
          </w:tcPr>
          <w:p w14:paraId="474EBA18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Mejoramiento Urbano (PMU)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32460D2D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227,160,629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447444C0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262,530,870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3B7E4594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262,530,870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764011B5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0C746816" w14:textId="77777777" w:rsidTr="001433CF">
        <w:trPr>
          <w:trHeight w:val="23"/>
        </w:trPr>
        <w:tc>
          <w:tcPr>
            <w:tcW w:w="2344" w:type="pct"/>
            <w:gridSpan w:val="2"/>
            <w:shd w:val="clear" w:color="auto" w:fill="F2F2F2" w:themeFill="background1" w:themeFillShade="F2"/>
            <w:noWrap/>
            <w:hideMark/>
          </w:tcPr>
          <w:p w14:paraId="41A93FC8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16 Medio Ambiente y Recursos Naturales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1500BBB8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1,246,622,919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582E3013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885,355,853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7EF72583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885,173,359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6A66FFE8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3DE9560A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68C9D0AF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hideMark/>
          </w:tcPr>
          <w:p w14:paraId="2157A85C" w14:textId="77777777" w:rsidR="008B58B3" w:rsidRPr="008B58B3" w:rsidRDefault="008B58B3" w:rsidP="008B58B3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Rehabilitación y Modernización de Presas y Estructuras de Cabeza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3AE2A2A5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59,439,899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238669E3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32,734,843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7698EA0D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32,734,843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6357E497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045CC27A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3B9687AA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lastRenderedPageBreak/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hideMark/>
          </w:tcPr>
          <w:p w14:paraId="18DF49EB" w14:textId="77777777" w:rsidR="008B58B3" w:rsidRPr="008B58B3" w:rsidRDefault="008B58B3" w:rsidP="008B58B3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Infraestructura para la modernización y rehabilitación de riego y temporal tecnificado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492388F3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354,312,574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73499E2D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131,952,949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6A46249F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131,952,949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1FF7E6C4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3CBCB200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759D6A8E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noWrap/>
            <w:hideMark/>
          </w:tcPr>
          <w:p w14:paraId="330DB82E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Planeación, Dirección y Evaluación Ambiental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305F9A73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395,922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5EB4EA2B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227,198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5D885CE5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227,198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53609EE6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43612B1E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2E0578AD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noWrap/>
            <w:hideMark/>
          </w:tcPr>
          <w:p w14:paraId="22F3540D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Conservación para el Desarrollo Sostenible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6BEC29F9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53,332,898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5E131896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44,239,854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1DA31852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44,239,854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14E8D5DD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0858CC80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01C001B5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noWrap/>
            <w:hideMark/>
          </w:tcPr>
          <w:p w14:paraId="3E0E2E22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Agua Potable, Drenaje y Tratamiento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410C9CBB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112,886,297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1BE57C44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118,518,508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4DDCF75F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118,509,683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310AD9F8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0D1A392F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51A9EFF7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noWrap/>
            <w:hideMark/>
          </w:tcPr>
          <w:p w14:paraId="7F67A9AC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Apoyo a la Infraestructura Hidroagrícola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46E52E9C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255,014,862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6139EBB7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212,124,269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0614AB8B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211,950,600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6205A1BA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99.9</w:t>
            </w:r>
          </w:p>
        </w:tc>
      </w:tr>
      <w:tr w:rsidR="008B58B3" w:rsidRPr="008B58B3" w14:paraId="62A5092C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42108708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noWrap/>
            <w:hideMark/>
          </w:tcPr>
          <w:p w14:paraId="0F191846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Apoyos para el Desarrollo Forestal Sustentable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50C4EB27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411,240,467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2D7E1A13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345,558,232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59BB1BC0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345,558,232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7A246E36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68A5BB15" w14:textId="77777777" w:rsidTr="001433CF">
        <w:trPr>
          <w:trHeight w:val="23"/>
        </w:trPr>
        <w:tc>
          <w:tcPr>
            <w:tcW w:w="2344" w:type="pct"/>
            <w:gridSpan w:val="2"/>
            <w:shd w:val="clear" w:color="auto" w:fill="F2F2F2" w:themeFill="background1" w:themeFillShade="F2"/>
            <w:noWrap/>
            <w:hideMark/>
          </w:tcPr>
          <w:p w14:paraId="705DCB0D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19 Aportaciones a Seguridad Social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5943AB68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4,761,356,538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14138E06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4,761,356,538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4D3C3C78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4,761,356,538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1AE89B97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46D9CEDF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3906FC8E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noWrap/>
            <w:hideMark/>
          </w:tcPr>
          <w:p w14:paraId="5C13AAF3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IMSS-BIENESTAR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79922489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4,761,356,538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76908A10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4,761,356,538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220D700A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4,761,356,538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788FFC95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5EB80C43" w14:textId="77777777" w:rsidTr="001433CF">
        <w:trPr>
          <w:trHeight w:val="23"/>
        </w:trPr>
        <w:tc>
          <w:tcPr>
            <w:tcW w:w="2344" w:type="pct"/>
            <w:gridSpan w:val="2"/>
            <w:shd w:val="clear" w:color="auto" w:fill="F2F2F2" w:themeFill="background1" w:themeFillShade="F2"/>
            <w:noWrap/>
            <w:hideMark/>
          </w:tcPr>
          <w:p w14:paraId="2CE22CD6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20 Bienestar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7BDECFD3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55,635,489,357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2DD7D9CC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52,358,129,883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4CCB4299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52,319,634,448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2CC6B91B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99.9</w:t>
            </w:r>
          </w:p>
        </w:tc>
      </w:tr>
      <w:tr w:rsidR="008B58B3" w:rsidRPr="008B58B3" w14:paraId="0C81E5CA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55BB3CCE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noWrap/>
            <w:hideMark/>
          </w:tcPr>
          <w:p w14:paraId="0B189C35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Fomento a la Economía Social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4A2D49E9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46,297,214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46795360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9,518,933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37805AA6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9,518,933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522264CD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71CB0672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6E593DA3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hideMark/>
          </w:tcPr>
          <w:p w14:paraId="709E8C73" w14:textId="77777777" w:rsidR="008B58B3" w:rsidRPr="008B58B3" w:rsidRDefault="008B58B3" w:rsidP="008B58B3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 xml:space="preserve">Programa de Apoyo para el Bienestar de las Niñas y Niños, Hijos de Madres Trabajadoras 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0D7F09E6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94,441,281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5DAB623E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75,004,248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12E4CC61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74,940,624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6E814F45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99.9</w:t>
            </w:r>
          </w:p>
        </w:tc>
      </w:tr>
      <w:tr w:rsidR="008B58B3" w:rsidRPr="008B58B3" w14:paraId="5B8A1FE5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14C33156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noWrap/>
            <w:hideMark/>
          </w:tcPr>
          <w:p w14:paraId="1F4875B4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Pensión para el Bienestar de las Personas Adultas Mayores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39D83C7A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34,296,016,556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3794F61A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33,493,634,748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68B21EDB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33,455,355,076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1456A87B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99.9</w:t>
            </w:r>
          </w:p>
        </w:tc>
      </w:tr>
      <w:tr w:rsidR="008B58B3" w:rsidRPr="008B58B3" w14:paraId="6AF77965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5CF66A48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noWrap/>
            <w:hideMark/>
          </w:tcPr>
          <w:p w14:paraId="7458410B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Sembrando Vida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78C42A9E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18A3F7B2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15,973,807,028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65622AB9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15,973,654,889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020DEADB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364D9753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32F90D7B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noWrap/>
            <w:hideMark/>
          </w:tcPr>
          <w:p w14:paraId="178706EC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Sembrando Vida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32213A0B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21,198,734,306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3FBC7536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2,806,164,925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3BE981D1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2,806,164,925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082609AB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0C7F7CA4" w14:textId="77777777" w:rsidTr="001433CF">
        <w:trPr>
          <w:trHeight w:val="23"/>
        </w:trPr>
        <w:tc>
          <w:tcPr>
            <w:tcW w:w="2344" w:type="pct"/>
            <w:gridSpan w:val="2"/>
            <w:shd w:val="clear" w:color="auto" w:fill="F2F2F2" w:themeFill="background1" w:themeFillShade="F2"/>
            <w:noWrap/>
            <w:hideMark/>
          </w:tcPr>
          <w:p w14:paraId="59B31973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 xml:space="preserve">23 Provisiones Salariales y Económicas 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46E449DD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467,197,052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3EF26B24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509,889,080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75052555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509,889,080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6176253D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05A942DC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11DD4D23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noWrap/>
            <w:hideMark/>
          </w:tcPr>
          <w:p w14:paraId="71E4FBF9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Fondo Regional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78A36B80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467,197,052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30600B02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509,889,080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6F9308CA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509,889,080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76C52F01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12E7CD78" w14:textId="77777777" w:rsidTr="001433CF">
        <w:trPr>
          <w:trHeight w:val="23"/>
        </w:trPr>
        <w:tc>
          <w:tcPr>
            <w:tcW w:w="2344" w:type="pct"/>
            <w:gridSpan w:val="2"/>
            <w:shd w:val="clear" w:color="auto" w:fill="F2F2F2" w:themeFill="background1" w:themeFillShade="F2"/>
            <w:noWrap/>
            <w:hideMark/>
          </w:tcPr>
          <w:p w14:paraId="4976B163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33 Aportaciones Federales para Entidades Federativas y Municipios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697FF708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10,258,841,340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6D34E677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10,241,990,635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217A470A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10,241,990,635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6B03FC02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24FDE235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61C22811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hideMark/>
          </w:tcPr>
          <w:p w14:paraId="70880C35" w14:textId="77777777" w:rsidR="008B58B3" w:rsidRPr="008B58B3" w:rsidRDefault="008B58B3" w:rsidP="008B58B3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FAIS Municipal y de las Demarcaciones Territoriales del Distrito Federal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2E494D02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7,604,242,375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4D1C1407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7,593,081,823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49392343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7,593,081,823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300AAF90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5BE42925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3ADBDC41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noWrap/>
            <w:hideMark/>
          </w:tcPr>
          <w:p w14:paraId="1F9D6AA7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 xml:space="preserve">FAM Asistencia Social 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7511559E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2,654,598,965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350E7D25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2,648,908,812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07E3B9E7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2,648,908,812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465F9501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26B016B3" w14:textId="77777777" w:rsidTr="001433CF">
        <w:trPr>
          <w:trHeight w:val="23"/>
        </w:trPr>
        <w:tc>
          <w:tcPr>
            <w:tcW w:w="2344" w:type="pct"/>
            <w:gridSpan w:val="2"/>
            <w:shd w:val="clear" w:color="auto" w:fill="F2F2F2" w:themeFill="background1" w:themeFillShade="F2"/>
            <w:noWrap/>
            <w:hideMark/>
          </w:tcPr>
          <w:p w14:paraId="5B0B4BDA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35 Comisión Nacional de los Derechos Humanos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5B69DB1C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25,193,241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0707B71D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25,351,084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4E088344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14,026,604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37A0963B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55.3</w:t>
            </w:r>
          </w:p>
        </w:tc>
      </w:tr>
      <w:tr w:rsidR="008B58B3" w:rsidRPr="008B58B3" w14:paraId="11E51960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4C638C85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hideMark/>
          </w:tcPr>
          <w:p w14:paraId="2212ACB3" w14:textId="77777777" w:rsidR="008B58B3" w:rsidRPr="008B58B3" w:rsidRDefault="008B58B3" w:rsidP="008B58B3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Promover, difundir y proteger los Derechos Humanos de los integrantes de pueblos y comunidades indígenas y afrodescendientes, y atender asuntos personas indígenas privadas de su libertad.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41781576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25,193,241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36DC1FD1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25,351,084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35BD677F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14,026,604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3E38536C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55.3</w:t>
            </w:r>
          </w:p>
        </w:tc>
      </w:tr>
      <w:tr w:rsidR="008B58B3" w:rsidRPr="008B58B3" w14:paraId="1293BB61" w14:textId="77777777" w:rsidTr="001433CF">
        <w:trPr>
          <w:trHeight w:val="23"/>
        </w:trPr>
        <w:tc>
          <w:tcPr>
            <w:tcW w:w="2344" w:type="pct"/>
            <w:gridSpan w:val="2"/>
            <w:shd w:val="clear" w:color="auto" w:fill="F2F2F2" w:themeFill="background1" w:themeFillShade="F2"/>
            <w:noWrap/>
            <w:hideMark/>
          </w:tcPr>
          <w:p w14:paraId="1D0B21C3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38 Consejo Nacional de Ciencia y Tecnología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4F1AFDEC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35,243,171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598C1688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15,355,999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6E494A67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15,355,999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0CB839F2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3AC5BB9F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48883022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noWrap/>
            <w:hideMark/>
          </w:tcPr>
          <w:p w14:paraId="2BAB7586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Apoyos para actividades científicas, tecnológicas y de innovación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6BC8621B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35,243,171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01688A24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15,355,999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228842F3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15,355,999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607D1CC6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3E464A40" w14:textId="77777777" w:rsidTr="001433CF">
        <w:trPr>
          <w:trHeight w:val="23"/>
        </w:trPr>
        <w:tc>
          <w:tcPr>
            <w:tcW w:w="2344" w:type="pct"/>
            <w:gridSpan w:val="2"/>
            <w:shd w:val="clear" w:color="auto" w:fill="F2F2F2" w:themeFill="background1" w:themeFillShade="F2"/>
            <w:noWrap/>
            <w:hideMark/>
          </w:tcPr>
          <w:p w14:paraId="4EBBA345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47 Entidades no Sectorizadas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0F73661C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4,018,344,867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5921040E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2,753,978,583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62A57CA7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2,753,978,583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01ABFE45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628D2C8B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299B4109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noWrap/>
            <w:hideMark/>
          </w:tcPr>
          <w:p w14:paraId="441AC133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Actividades de apoyo Administrativo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51728D94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157,125,909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32AE4E9E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104,680,515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640AD3CB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104,680,515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0E6C0F21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58F8EF8F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5CF2BC3E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noWrap/>
            <w:hideMark/>
          </w:tcPr>
          <w:p w14:paraId="672C7801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Actividades de apoyo a la función pública y buen gobierno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3004A444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10,543,392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3D1E9FBE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12,042,744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5AE30A19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12,042,744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53074543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2FDECF62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610B2115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hideMark/>
          </w:tcPr>
          <w:p w14:paraId="0300FE32" w14:textId="77777777" w:rsidR="008B58B3" w:rsidRPr="008B58B3" w:rsidRDefault="008B58B3" w:rsidP="008B58B3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Planeación y Articulación de la Acción Pública hacia los Pueblos Indígenas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5824764A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1,045,268,405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09DAE295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945,903,598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2D33359D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945,903,598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209C8674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2B33E82B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11C6A1C5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noWrap/>
            <w:hideMark/>
          </w:tcPr>
          <w:p w14:paraId="0C38BAC4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 de Apoyo a la Educación Indígena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7761AD84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1,598,705,742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794AA99F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1,468,527,938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405A1E97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1,468,527,938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5C545B00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5B4312CB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015E72F2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noWrap/>
            <w:hideMark/>
          </w:tcPr>
          <w:p w14:paraId="1F6C5FAB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Infraestructura Indígena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1B9EEDFA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200,000,000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3B1C6068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115,766,246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4AAB4A0A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115,766,246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2844321C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00480B3B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3734DF8C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hideMark/>
          </w:tcPr>
          <w:p w14:paraId="0270C39F" w14:textId="77777777" w:rsidR="008B58B3" w:rsidRPr="008B58B3" w:rsidRDefault="008B58B3" w:rsidP="008B58B3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para el fortalecimiento económico de los Pueblos y Comunidades Indígenas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3B0D625C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806,942,012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0B8334BA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45,646,709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438A6AC2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45,646,709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302E6E3E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71C01E6A" w14:textId="77777777" w:rsidTr="001433C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66E38D94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shd w:val="clear" w:color="auto" w:fill="F2F2F2" w:themeFill="background1" w:themeFillShade="F2"/>
            <w:noWrap/>
            <w:hideMark/>
          </w:tcPr>
          <w:p w14:paraId="42BB5AFB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Derechos Indígenas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289E2CD9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199,759,407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572B3641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61,410,833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2FCD4903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61,410,833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7176B30E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35F738FF" w14:textId="77777777" w:rsidTr="001433CF">
        <w:trPr>
          <w:trHeight w:val="23"/>
        </w:trPr>
        <w:tc>
          <w:tcPr>
            <w:tcW w:w="2344" w:type="pct"/>
            <w:gridSpan w:val="2"/>
            <w:shd w:val="clear" w:color="auto" w:fill="F2F2F2" w:themeFill="background1" w:themeFillShade="F2"/>
            <w:noWrap/>
            <w:hideMark/>
          </w:tcPr>
          <w:p w14:paraId="725BABEF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48 Cultura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41DFF186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67,866,495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47418BB4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49,646,547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hideMark/>
          </w:tcPr>
          <w:p w14:paraId="3899530E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49,646,547</w:t>
            </w:r>
          </w:p>
        </w:tc>
        <w:tc>
          <w:tcPr>
            <w:tcW w:w="640" w:type="pct"/>
            <w:shd w:val="clear" w:color="auto" w:fill="F2F2F2" w:themeFill="background1" w:themeFillShade="F2"/>
            <w:noWrap/>
            <w:hideMark/>
          </w:tcPr>
          <w:p w14:paraId="6D1411AE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8B58B3" w:rsidRPr="008B58B3" w14:paraId="3C094CB7" w14:textId="77777777" w:rsidTr="001433CF">
        <w:trPr>
          <w:trHeight w:val="23"/>
        </w:trPr>
        <w:tc>
          <w:tcPr>
            <w:tcW w:w="242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685260FB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102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3B5F6EED" w14:textId="77777777" w:rsidR="008B58B3" w:rsidRPr="008B58B3" w:rsidRDefault="008B58B3" w:rsidP="008B58B3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Educación y cultura indígena</w:t>
            </w:r>
          </w:p>
        </w:tc>
        <w:tc>
          <w:tcPr>
            <w:tcW w:w="708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572F4998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67,866,495</w:t>
            </w:r>
          </w:p>
        </w:tc>
        <w:tc>
          <w:tcPr>
            <w:tcW w:w="654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4C2741B5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49,646,547</w:t>
            </w:r>
          </w:p>
        </w:tc>
        <w:tc>
          <w:tcPr>
            <w:tcW w:w="654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19108F67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49,646,547</w:t>
            </w:r>
          </w:p>
        </w:tc>
        <w:tc>
          <w:tcPr>
            <w:tcW w:w="640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2B5A234F" w14:textId="77777777" w:rsidR="008B58B3" w:rsidRPr="008B58B3" w:rsidRDefault="008B58B3" w:rsidP="008B58B3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8B58B3" w14:paraId="4DFD2E43" w14:textId="77777777" w:rsidTr="001433CF">
        <w:trPr>
          <w:trHeight w:val="473"/>
        </w:trPr>
        <w:tc>
          <w:tcPr>
            <w:tcW w:w="5000" w:type="pct"/>
            <w:gridSpan w:val="6"/>
            <w:tcBorders>
              <w:top w:val="single" w:sz="12" w:space="0" w:color="7F7F7F" w:themeColor="text1" w:themeTint="80"/>
              <w:bottom w:val="nil"/>
            </w:tcBorders>
            <w:shd w:val="clear" w:color="auto" w:fill="auto"/>
            <w:hideMark/>
          </w:tcPr>
          <w:p w14:paraId="4BD0D91A" w14:textId="77777777" w:rsidR="001433CF" w:rsidRPr="008B58B3" w:rsidRDefault="001433CF" w:rsidP="001433CF">
            <w:pPr>
              <w:spacing w:after="0" w:line="240" w:lineRule="auto"/>
              <w:ind w:left="434" w:hanging="434"/>
              <w:jc w:val="both"/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</w:pPr>
            <w:r w:rsidRPr="0031148E"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t>Nota: Las sumas parciales pueden no coincidir con el total, así como los cálculos porcentuales, debido al redondeo de las cifras.</w:t>
            </w:r>
          </w:p>
          <w:p w14:paraId="2625A55F" w14:textId="77777777" w:rsidR="001433CF" w:rsidRPr="008B58B3" w:rsidRDefault="001433CF" w:rsidP="008B58B3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t>n.a.: No Aplica.</w:t>
            </w:r>
          </w:p>
          <w:p w14:paraId="0D45E8B5" w14:textId="77777777" w:rsidR="001433CF" w:rsidRPr="008B58B3" w:rsidRDefault="001433CF" w:rsidP="008B58B3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</w:pPr>
            <w:r w:rsidRPr="008B58B3"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t>FUENTE: Dependencias y Entidades de la Administración Pública Federal.</w:t>
            </w:r>
          </w:p>
        </w:tc>
      </w:tr>
    </w:tbl>
    <w:p w14:paraId="04E49743" w14:textId="77777777" w:rsidR="008B58B3" w:rsidRPr="001433CF" w:rsidRDefault="008B58B3" w:rsidP="001433CF">
      <w:pPr>
        <w:pStyle w:val="TEXTONORMAL"/>
        <w:spacing w:after="0"/>
        <w:rPr>
          <w:sz w:val="2"/>
          <w:szCs w:val="6"/>
        </w:rPr>
      </w:pPr>
    </w:p>
    <w:tbl>
      <w:tblPr>
        <w:tblW w:w="5000" w:type="pct"/>
        <w:tblBorders>
          <w:bottom w:val="single" w:sz="12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"/>
        <w:gridCol w:w="162"/>
        <w:gridCol w:w="162"/>
        <w:gridCol w:w="161"/>
        <w:gridCol w:w="205"/>
        <w:gridCol w:w="286"/>
        <w:gridCol w:w="6096"/>
        <w:gridCol w:w="1417"/>
        <w:gridCol w:w="1417"/>
        <w:gridCol w:w="1417"/>
        <w:gridCol w:w="1519"/>
      </w:tblGrid>
      <w:tr w:rsidR="001433CF" w:rsidRPr="001433CF" w14:paraId="14BD6F42" w14:textId="77777777" w:rsidTr="00912474">
        <w:trPr>
          <w:trHeight w:val="23"/>
          <w:tblHeader/>
        </w:trPr>
        <w:tc>
          <w:tcPr>
            <w:tcW w:w="5000" w:type="pct"/>
            <w:gridSpan w:val="11"/>
            <w:shd w:val="clear" w:color="auto" w:fill="auto"/>
            <w:noWrap/>
            <w:vAlign w:val="center"/>
            <w:hideMark/>
          </w:tcPr>
          <w:p w14:paraId="508B8D6D" w14:textId="77777777" w:rsidR="001433CF" w:rsidRPr="001433CF" w:rsidRDefault="001433CF" w:rsidP="001433C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color w:val="000000"/>
                <w:sz w:val="16"/>
                <w:szCs w:val="16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color w:val="000000"/>
                <w:sz w:val="16"/>
                <w:szCs w:val="16"/>
                <w:lang w:val="es-MX" w:eastAsia="es-MX"/>
              </w:rPr>
              <w:t>PROGRAMA ESPECIAL CONCURRENTE PARA EL DESARROLLO RURAL SUSTENTABLE</w:t>
            </w:r>
          </w:p>
        </w:tc>
      </w:tr>
      <w:tr w:rsidR="001433CF" w:rsidRPr="001433CF" w14:paraId="433DE0DD" w14:textId="77777777" w:rsidTr="00912474">
        <w:trPr>
          <w:trHeight w:val="23"/>
          <w:tblHeader/>
        </w:trPr>
        <w:tc>
          <w:tcPr>
            <w:tcW w:w="5000" w:type="pct"/>
            <w:gridSpan w:val="11"/>
            <w:tcBorders>
              <w:bottom w:val="single" w:sz="12" w:space="0" w:color="7F7F7F" w:themeColor="text1" w:themeTint="80"/>
            </w:tcBorders>
            <w:shd w:val="clear" w:color="auto" w:fill="auto"/>
            <w:noWrap/>
            <w:hideMark/>
          </w:tcPr>
          <w:p w14:paraId="4261F697" w14:textId="77777777" w:rsidR="001433CF" w:rsidRPr="001433CF" w:rsidRDefault="001433CF" w:rsidP="001433C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color w:val="000000"/>
                <w:sz w:val="16"/>
                <w:szCs w:val="16"/>
                <w:lang w:val="es-MX" w:eastAsia="es-MX"/>
              </w:rPr>
              <w:t>(Millones de pesos)</w:t>
            </w:r>
          </w:p>
        </w:tc>
      </w:tr>
      <w:tr w:rsidR="001433CF" w:rsidRPr="001433CF" w14:paraId="652830B6" w14:textId="77777777" w:rsidTr="00912474">
        <w:trPr>
          <w:trHeight w:val="23"/>
          <w:tblHeader/>
        </w:trPr>
        <w:tc>
          <w:tcPr>
            <w:tcW w:w="5000" w:type="pct"/>
            <w:gridSpan w:val="11"/>
            <w:tcBorders>
              <w:top w:val="single" w:sz="12" w:space="0" w:color="7F7F7F" w:themeColor="text1" w:themeTint="80"/>
              <w:bottom w:val="nil"/>
            </w:tcBorders>
            <w:shd w:val="clear" w:color="auto" w:fill="auto"/>
            <w:noWrap/>
          </w:tcPr>
          <w:p w14:paraId="37E8483D" w14:textId="77777777" w:rsidR="001433CF" w:rsidRPr="001433CF" w:rsidRDefault="001433CF" w:rsidP="001433C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4"/>
                <w:szCs w:val="4"/>
                <w:lang w:val="es-MX" w:eastAsia="es-MX"/>
              </w:rPr>
            </w:pPr>
          </w:p>
        </w:tc>
      </w:tr>
      <w:tr w:rsidR="001433CF" w:rsidRPr="001433CF" w14:paraId="5746C698" w14:textId="77777777" w:rsidTr="00912474">
        <w:trPr>
          <w:trHeight w:val="23"/>
          <w:tblHeader/>
        </w:trPr>
        <w:tc>
          <w:tcPr>
            <w:tcW w:w="2781" w:type="pct"/>
            <w:gridSpan w:val="7"/>
            <w:vMerge w:val="restart"/>
            <w:tcBorders>
              <w:top w:val="nil"/>
            </w:tcBorders>
            <w:shd w:val="clear" w:color="000000" w:fill="D4C19C"/>
            <w:vAlign w:val="center"/>
            <w:hideMark/>
          </w:tcPr>
          <w:p w14:paraId="51E1AD2D" w14:textId="77777777" w:rsidR="001433CF" w:rsidRPr="001433CF" w:rsidRDefault="001433CF" w:rsidP="001433C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Vertiente</w:t>
            </w:r>
            <w:r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 xml:space="preserve"> / </w:t>
            </w:r>
            <w:r w:rsidRPr="001433CF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Programa PEC / Ramo / Componente / Subcomponente / Rama Productiva</w:t>
            </w:r>
          </w:p>
        </w:tc>
        <w:tc>
          <w:tcPr>
            <w:tcW w:w="2219" w:type="pct"/>
            <w:gridSpan w:val="4"/>
            <w:tcBorders>
              <w:top w:val="nil"/>
              <w:bottom w:val="single" w:sz="4" w:space="0" w:color="FFFFFF" w:themeColor="background1"/>
            </w:tcBorders>
            <w:shd w:val="clear" w:color="000000" w:fill="D4C19C"/>
            <w:noWrap/>
            <w:vAlign w:val="center"/>
            <w:hideMark/>
          </w:tcPr>
          <w:p w14:paraId="59BD893D" w14:textId="77777777" w:rsidR="001433CF" w:rsidRPr="001433CF" w:rsidRDefault="001433CF" w:rsidP="001433C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Avance en el ejercicio del presupuesto 2020</w:t>
            </w:r>
          </w:p>
        </w:tc>
      </w:tr>
      <w:tr w:rsidR="001433CF" w:rsidRPr="001433CF" w14:paraId="13101AD0" w14:textId="77777777" w:rsidTr="00912474">
        <w:trPr>
          <w:trHeight w:val="23"/>
          <w:tblHeader/>
        </w:trPr>
        <w:tc>
          <w:tcPr>
            <w:tcW w:w="2781" w:type="pct"/>
            <w:gridSpan w:val="7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513DA277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545" w:type="pct"/>
            <w:vMerge w:val="restart"/>
            <w:tcBorders>
              <w:top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448E82A0" w14:textId="77777777" w:rsidR="001433CF" w:rsidRPr="001433CF" w:rsidRDefault="001433CF" w:rsidP="001433C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 xml:space="preserve">Aprobado </w:t>
            </w:r>
          </w:p>
        </w:tc>
        <w:tc>
          <w:tcPr>
            <w:tcW w:w="545" w:type="pct"/>
            <w:vMerge w:val="restart"/>
            <w:tcBorders>
              <w:top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2A361456" w14:textId="77777777" w:rsidR="001433CF" w:rsidRPr="001433CF" w:rsidRDefault="001433CF" w:rsidP="001433C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Modificado</w:t>
            </w:r>
          </w:p>
        </w:tc>
        <w:tc>
          <w:tcPr>
            <w:tcW w:w="545" w:type="pct"/>
            <w:vMerge w:val="restart"/>
            <w:tcBorders>
              <w:top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77B6E368" w14:textId="77777777" w:rsidR="001433CF" w:rsidRPr="001433CF" w:rsidRDefault="001433CF" w:rsidP="001433C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Ejercido</w:t>
            </w:r>
          </w:p>
        </w:tc>
        <w:tc>
          <w:tcPr>
            <w:tcW w:w="585" w:type="pct"/>
            <w:tcBorders>
              <w:bottom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3E3F0784" w14:textId="77777777" w:rsidR="001433CF" w:rsidRPr="001433CF" w:rsidRDefault="001433CF" w:rsidP="001433C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Porcentaje de avance</w:t>
            </w:r>
          </w:p>
        </w:tc>
      </w:tr>
      <w:tr w:rsidR="001433CF" w:rsidRPr="001433CF" w14:paraId="561B8334" w14:textId="77777777" w:rsidTr="00912474">
        <w:trPr>
          <w:trHeight w:val="23"/>
          <w:tblHeader/>
        </w:trPr>
        <w:tc>
          <w:tcPr>
            <w:tcW w:w="2781" w:type="pct"/>
            <w:gridSpan w:val="7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6BE15874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545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3F0B5180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545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304282FA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545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02A784BE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585" w:type="pct"/>
            <w:tcBorders>
              <w:top w:val="single" w:sz="4" w:space="0" w:color="FFFFFF" w:themeColor="background1"/>
              <w:bottom w:val="nil"/>
            </w:tcBorders>
            <w:shd w:val="clear" w:color="000000" w:fill="D4C19C"/>
            <w:vAlign w:val="center"/>
            <w:hideMark/>
          </w:tcPr>
          <w:p w14:paraId="6F9C3148" w14:textId="77777777" w:rsidR="001433CF" w:rsidRPr="001433CF" w:rsidRDefault="001433CF" w:rsidP="001433C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Ejercido / Modificado</w:t>
            </w:r>
          </w:p>
        </w:tc>
      </w:tr>
      <w:tr w:rsidR="001433CF" w:rsidRPr="001433CF" w14:paraId="388625DE" w14:textId="77777777" w:rsidTr="00912474">
        <w:trPr>
          <w:trHeight w:val="23"/>
          <w:tblHeader/>
        </w:trPr>
        <w:tc>
          <w:tcPr>
            <w:tcW w:w="2781" w:type="pct"/>
            <w:gridSpan w:val="7"/>
            <w:vMerge/>
            <w:tcBorders>
              <w:bottom w:val="nil"/>
            </w:tcBorders>
            <w:vAlign w:val="center"/>
            <w:hideMark/>
          </w:tcPr>
          <w:p w14:paraId="78854FF5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545" w:type="pct"/>
            <w:tcBorders>
              <w:bottom w:val="nil"/>
            </w:tcBorders>
            <w:shd w:val="clear" w:color="000000" w:fill="D4C19C"/>
            <w:vAlign w:val="center"/>
            <w:hideMark/>
          </w:tcPr>
          <w:p w14:paraId="2D5963B0" w14:textId="77777777" w:rsidR="001433CF" w:rsidRPr="001433CF" w:rsidRDefault="001433CF" w:rsidP="001433C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(a)</w:t>
            </w:r>
          </w:p>
        </w:tc>
        <w:tc>
          <w:tcPr>
            <w:tcW w:w="545" w:type="pct"/>
            <w:tcBorders>
              <w:bottom w:val="nil"/>
            </w:tcBorders>
            <w:shd w:val="clear" w:color="000000" w:fill="D4C19C"/>
            <w:vAlign w:val="center"/>
            <w:hideMark/>
          </w:tcPr>
          <w:p w14:paraId="5952302D" w14:textId="77777777" w:rsidR="001433CF" w:rsidRPr="001433CF" w:rsidRDefault="001433CF" w:rsidP="001433C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(b)</w:t>
            </w:r>
          </w:p>
        </w:tc>
        <w:tc>
          <w:tcPr>
            <w:tcW w:w="545" w:type="pct"/>
            <w:tcBorders>
              <w:bottom w:val="nil"/>
            </w:tcBorders>
            <w:shd w:val="clear" w:color="000000" w:fill="D4C19C"/>
            <w:noWrap/>
            <w:vAlign w:val="center"/>
            <w:hideMark/>
          </w:tcPr>
          <w:p w14:paraId="410F1500" w14:textId="77777777" w:rsidR="001433CF" w:rsidRPr="001433CF" w:rsidRDefault="001433CF" w:rsidP="001433C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(c)</w:t>
            </w:r>
          </w:p>
        </w:tc>
        <w:tc>
          <w:tcPr>
            <w:tcW w:w="585" w:type="pct"/>
            <w:tcBorders>
              <w:top w:val="nil"/>
              <w:bottom w:val="nil"/>
            </w:tcBorders>
            <w:shd w:val="clear" w:color="000000" w:fill="D4C19C"/>
            <w:noWrap/>
            <w:vAlign w:val="center"/>
            <w:hideMark/>
          </w:tcPr>
          <w:p w14:paraId="7AA574FE" w14:textId="77777777" w:rsidR="001433CF" w:rsidRPr="001433CF" w:rsidRDefault="001433CF" w:rsidP="001433C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 xml:space="preserve">(c) / (b) </w:t>
            </w:r>
          </w:p>
        </w:tc>
      </w:tr>
      <w:tr w:rsidR="001433CF" w:rsidRPr="001433CF" w14:paraId="01364949" w14:textId="77777777" w:rsidTr="00912474">
        <w:trPr>
          <w:trHeight w:val="23"/>
          <w:tblHeader/>
        </w:trPr>
        <w:tc>
          <w:tcPr>
            <w:tcW w:w="437" w:type="pct"/>
            <w:gridSpan w:val="6"/>
            <w:tcBorders>
              <w:bottom w:val="single" w:sz="12" w:space="0" w:color="7F7F7F" w:themeColor="text1" w:themeTint="80"/>
            </w:tcBorders>
            <w:shd w:val="clear" w:color="auto" w:fill="FFFFFF" w:themeFill="background1"/>
            <w:vAlign w:val="center"/>
          </w:tcPr>
          <w:p w14:paraId="0D677737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2344" w:type="pct"/>
            <w:tcBorders>
              <w:bottom w:val="single" w:sz="12" w:space="0" w:color="7F7F7F" w:themeColor="text1" w:themeTint="80"/>
            </w:tcBorders>
            <w:shd w:val="clear" w:color="auto" w:fill="FFFFFF" w:themeFill="background1"/>
            <w:vAlign w:val="center"/>
          </w:tcPr>
          <w:p w14:paraId="555529FC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545" w:type="pct"/>
            <w:tcBorders>
              <w:bottom w:val="single" w:sz="12" w:space="0" w:color="7F7F7F" w:themeColor="text1" w:themeTint="80"/>
            </w:tcBorders>
            <w:shd w:val="clear" w:color="auto" w:fill="FFFFFF" w:themeFill="background1"/>
            <w:vAlign w:val="center"/>
          </w:tcPr>
          <w:p w14:paraId="3F387A72" w14:textId="77777777" w:rsidR="001433CF" w:rsidRPr="001433CF" w:rsidRDefault="001433CF" w:rsidP="001433C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545" w:type="pct"/>
            <w:tcBorders>
              <w:bottom w:val="single" w:sz="12" w:space="0" w:color="7F7F7F" w:themeColor="text1" w:themeTint="80"/>
            </w:tcBorders>
            <w:shd w:val="clear" w:color="auto" w:fill="FFFFFF" w:themeFill="background1"/>
            <w:vAlign w:val="center"/>
          </w:tcPr>
          <w:p w14:paraId="74BE2F58" w14:textId="77777777" w:rsidR="001433CF" w:rsidRPr="001433CF" w:rsidRDefault="001433CF" w:rsidP="001433C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545" w:type="pct"/>
            <w:tcBorders>
              <w:bottom w:val="single" w:sz="12" w:space="0" w:color="7F7F7F" w:themeColor="text1" w:themeTint="80"/>
            </w:tcBorders>
            <w:shd w:val="clear" w:color="auto" w:fill="FFFFFF" w:themeFill="background1"/>
            <w:noWrap/>
            <w:vAlign w:val="center"/>
          </w:tcPr>
          <w:p w14:paraId="3F2B2B32" w14:textId="77777777" w:rsidR="001433CF" w:rsidRPr="001433CF" w:rsidRDefault="001433CF" w:rsidP="001433C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585" w:type="pct"/>
            <w:tcBorders>
              <w:bottom w:val="single" w:sz="12" w:space="0" w:color="7F7F7F" w:themeColor="text1" w:themeTint="80"/>
            </w:tcBorders>
            <w:shd w:val="clear" w:color="auto" w:fill="FFFFFF" w:themeFill="background1"/>
            <w:noWrap/>
            <w:vAlign w:val="center"/>
          </w:tcPr>
          <w:p w14:paraId="7624EA1D" w14:textId="77777777" w:rsidR="001433CF" w:rsidRPr="001433CF" w:rsidRDefault="001433CF" w:rsidP="001433C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</w:tr>
      <w:tr w:rsidR="001433CF" w:rsidRPr="001433CF" w14:paraId="402EAA95" w14:textId="77777777" w:rsidTr="00912474">
        <w:trPr>
          <w:trHeight w:val="23"/>
          <w:tblHeader/>
        </w:trPr>
        <w:tc>
          <w:tcPr>
            <w:tcW w:w="437" w:type="pct"/>
            <w:gridSpan w:val="6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FFFFFF" w:themeFill="background1"/>
            <w:vAlign w:val="center"/>
          </w:tcPr>
          <w:p w14:paraId="1AA6149E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2344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FFFFFF" w:themeFill="background1"/>
            <w:vAlign w:val="center"/>
          </w:tcPr>
          <w:p w14:paraId="7071B37C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545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FFFFFF" w:themeFill="background1"/>
            <w:vAlign w:val="center"/>
          </w:tcPr>
          <w:p w14:paraId="54FF8954" w14:textId="77777777" w:rsidR="001433CF" w:rsidRPr="001433CF" w:rsidRDefault="001433CF" w:rsidP="001433C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545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FFFFFF" w:themeFill="background1"/>
            <w:vAlign w:val="center"/>
          </w:tcPr>
          <w:p w14:paraId="6A4445B0" w14:textId="77777777" w:rsidR="001433CF" w:rsidRPr="001433CF" w:rsidRDefault="001433CF" w:rsidP="001433C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545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FFFFFF" w:themeFill="background1"/>
            <w:noWrap/>
            <w:vAlign w:val="center"/>
          </w:tcPr>
          <w:p w14:paraId="58325989" w14:textId="77777777" w:rsidR="001433CF" w:rsidRPr="001433CF" w:rsidRDefault="001433CF" w:rsidP="001433C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585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FFFFFF" w:themeFill="background1"/>
            <w:noWrap/>
            <w:vAlign w:val="center"/>
          </w:tcPr>
          <w:p w14:paraId="1EA1CC7D" w14:textId="77777777" w:rsidR="001433CF" w:rsidRPr="001433CF" w:rsidRDefault="001433CF" w:rsidP="001433C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</w:tr>
      <w:tr w:rsidR="001433CF" w:rsidRPr="001433CF" w14:paraId="2C6F89C0" w14:textId="77777777" w:rsidTr="00912474">
        <w:trPr>
          <w:trHeight w:val="23"/>
        </w:trPr>
        <w:tc>
          <w:tcPr>
            <w:tcW w:w="2781" w:type="pct"/>
            <w:gridSpan w:val="7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5952E16E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TOTAL</w:t>
            </w:r>
          </w:p>
        </w:tc>
        <w:tc>
          <w:tcPr>
            <w:tcW w:w="545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5B9F27DA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339,870.8</w:t>
            </w:r>
          </w:p>
        </w:tc>
        <w:tc>
          <w:tcPr>
            <w:tcW w:w="545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03C8CFCF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331,085.9</w:t>
            </w:r>
          </w:p>
        </w:tc>
        <w:tc>
          <w:tcPr>
            <w:tcW w:w="545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49D8E41B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330,913.0</w:t>
            </w:r>
          </w:p>
        </w:tc>
        <w:tc>
          <w:tcPr>
            <w:tcW w:w="585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20B3CA95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99.9</w:t>
            </w:r>
          </w:p>
        </w:tc>
      </w:tr>
      <w:tr w:rsidR="001433CF" w:rsidRPr="001433CF" w14:paraId="2BCF4AA5" w14:textId="77777777" w:rsidTr="00912474">
        <w:trPr>
          <w:trHeight w:val="23"/>
        </w:trPr>
        <w:tc>
          <w:tcPr>
            <w:tcW w:w="2781" w:type="pct"/>
            <w:gridSpan w:val="7"/>
            <w:shd w:val="clear" w:color="auto" w:fill="F2F2F2" w:themeFill="background1" w:themeFillShade="F2"/>
            <w:noWrap/>
            <w:hideMark/>
          </w:tcPr>
          <w:p w14:paraId="4E045980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Financiera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7EA59AC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3,105.9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47ECA9E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654.6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5F2FCC8A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654.6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47C6AC5D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7D878560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4A6F7422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718" w:type="pct"/>
            <w:gridSpan w:val="6"/>
            <w:shd w:val="clear" w:color="auto" w:fill="F2F2F2" w:themeFill="background1" w:themeFillShade="F2"/>
            <w:noWrap/>
            <w:hideMark/>
          </w:tcPr>
          <w:p w14:paraId="30C70E2D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Programa de financiamiento y aseguramiento al medio rural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5F77954F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3,105.9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9A7E40D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654.6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8E46CDD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654.6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3E311F38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1A156FF9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5314B281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5C10D7CD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</w:p>
        </w:tc>
        <w:tc>
          <w:tcPr>
            <w:tcW w:w="2656" w:type="pct"/>
            <w:gridSpan w:val="5"/>
            <w:shd w:val="clear" w:color="auto" w:fill="F2F2F2" w:themeFill="background1" w:themeFillShade="F2"/>
            <w:noWrap/>
            <w:hideMark/>
          </w:tcPr>
          <w:p w14:paraId="0D33C49E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Hacienda y Crédito Público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60A9F84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3,105.9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309654AF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654.6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23B8D3A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654.6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11A5A0C5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02DCC087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43756518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09B4280F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5F716EDC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1DB6DC98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AGROASEMEX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B397190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605.9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35C65996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77.1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56792C8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77.1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4176BA7A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59837EF6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9D2A53A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51198607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5B3790DC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hideMark/>
          </w:tcPr>
          <w:p w14:paraId="7DBD2B59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Financiera Nacional de Desarrollo Agropecuario, Rural, Forestal y Pesquero (FND)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5D34F6F5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2,500.0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53F2F822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577.5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2B26161B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577.5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6F2AD6E8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454C3F18" w14:textId="77777777" w:rsidTr="00912474">
        <w:trPr>
          <w:trHeight w:val="23"/>
        </w:trPr>
        <w:tc>
          <w:tcPr>
            <w:tcW w:w="2781" w:type="pct"/>
            <w:gridSpan w:val="7"/>
            <w:shd w:val="clear" w:color="auto" w:fill="F2F2F2" w:themeFill="background1" w:themeFillShade="F2"/>
            <w:noWrap/>
            <w:hideMark/>
          </w:tcPr>
          <w:p w14:paraId="24AA86CD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Competitividad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3D021B5F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28,848.5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4E0EE7F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28,627.7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42A2F98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28,600.7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31708933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99.9</w:t>
            </w:r>
          </w:p>
        </w:tc>
      </w:tr>
      <w:tr w:rsidR="001433CF" w:rsidRPr="001433CF" w14:paraId="750B0947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191D6632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718" w:type="pct"/>
            <w:gridSpan w:val="6"/>
            <w:shd w:val="clear" w:color="auto" w:fill="F2F2F2" w:themeFill="background1" w:themeFillShade="F2"/>
            <w:noWrap/>
            <w:hideMark/>
          </w:tcPr>
          <w:p w14:paraId="17E643EA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Programa de Fomento a la Inversión y Productividad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77C820E0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28,848.5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53A22C68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28,627.7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F8E7584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28,600.7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673EF35C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99.9</w:t>
            </w:r>
          </w:p>
        </w:tc>
      </w:tr>
      <w:tr w:rsidR="001433CF" w:rsidRPr="001433CF" w14:paraId="341740DD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436FE879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37363137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</w:p>
        </w:tc>
        <w:tc>
          <w:tcPr>
            <w:tcW w:w="2656" w:type="pct"/>
            <w:gridSpan w:val="5"/>
            <w:shd w:val="clear" w:color="auto" w:fill="F2F2F2" w:themeFill="background1" w:themeFillShade="F2"/>
            <w:noWrap/>
            <w:hideMark/>
          </w:tcPr>
          <w:p w14:paraId="350ADADB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Agricultura y Desarrollo Rural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7C7ACF28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28,789.1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E6A3C4D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28,615.5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C9818BC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28,588.5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11F9B812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99.9</w:t>
            </w:r>
          </w:p>
        </w:tc>
      </w:tr>
      <w:tr w:rsidR="001433CF" w:rsidRPr="001433CF" w14:paraId="4AE2E310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7B202C35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1C4CE9DD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4DB47975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1FA463DC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Crédito Ganadero a la Palabra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097A70C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1,000.0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54F02CB5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0.0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CF0022F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0.0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3E908FA1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n.a.</w:t>
            </w:r>
          </w:p>
        </w:tc>
      </w:tr>
      <w:tr w:rsidR="001433CF" w:rsidRPr="001433CF" w14:paraId="30D1A9B6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7D2DB2E7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5D353CCE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5E6A9276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39819AB9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Fertilizantes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3C198D97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1,310.0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3B59A04A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1,896.7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786706D4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1,896.7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237DEBF4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52C1D450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76687C30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21712BCF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0DAA6D1C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5E287488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Precios de Garantía a Productos Alimentarios Básicos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510B696F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10,000.0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3DD8B3F8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10,614.7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3D7D1978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10,614.7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0346EB69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14DD040B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70FAF19B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613B168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1C89C46A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6C40E3FB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Producción para el Bienestar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0770D59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11,000.0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4247B7DE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10,837.5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5465A3C0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10,810.5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5A47F05D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99.8</w:t>
            </w:r>
          </w:p>
        </w:tc>
      </w:tr>
      <w:tr w:rsidR="001433CF" w:rsidRPr="001433CF" w14:paraId="29B4EC9F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7DF0CED1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1A3B2A4E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AD2A7E8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2E806A9D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Desarrollo Rural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F86E247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70.0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44A37E15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0.0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4F28BF9F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0.0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694C285A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n.a.</w:t>
            </w:r>
          </w:p>
        </w:tc>
      </w:tr>
      <w:tr w:rsidR="001433CF" w:rsidRPr="001433CF" w14:paraId="400FF765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1CE66721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4E0F2EE2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37868266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3E4544EB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Fomento a la Agricultura, Ganadería Pesca y Acuicultura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271B840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1,372.4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5FB630A9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1,421.0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6B75B330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1,421.0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1D682995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3E858939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3F92B55C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7A4451D3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2A040FD4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78DFFB5F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 xml:space="preserve">Vinculación productiva 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43BB7707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3.7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9D229C7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3.4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5E996FCA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3.4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3F627093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00DE9916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23EE3709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04C21A42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2575FC1E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3A55CFD5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Fomento de la Ganadería y Normalización de la Calidad de Productos Pecuarios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912FC6B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4.1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386A46C6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3.2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6029F2B8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3.2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4451600D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20D9E91A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76A3839B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79FCCE5D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7285B14E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0DEFF05B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Sanidad e Inocuidad Agroalimentaria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48E47FA4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4,028.9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1019358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3,839.0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347E4580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3,839.0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6B3D119F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200BF601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2D04EB4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C683B6F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</w:p>
        </w:tc>
        <w:tc>
          <w:tcPr>
            <w:tcW w:w="2656" w:type="pct"/>
            <w:gridSpan w:val="5"/>
            <w:shd w:val="clear" w:color="auto" w:fill="F2F2F2" w:themeFill="background1" w:themeFillShade="F2"/>
            <w:noWrap/>
            <w:hideMark/>
          </w:tcPr>
          <w:p w14:paraId="75BD0EAD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Bienestar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70E8FEB4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59.4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358022F9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12.2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FCA6D5F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12.2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63D290DA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71E5C3A7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05E9530B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32375D5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26C45FE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6EC60467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Fomento a la Economía Social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3DA3C92C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59.4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4F696A3C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12.2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A1D640E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12.2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749421E8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45DE4934" w14:textId="77777777" w:rsidTr="00912474">
        <w:trPr>
          <w:trHeight w:val="23"/>
        </w:trPr>
        <w:tc>
          <w:tcPr>
            <w:tcW w:w="2781" w:type="pct"/>
            <w:gridSpan w:val="7"/>
            <w:shd w:val="clear" w:color="auto" w:fill="F2F2F2" w:themeFill="background1" w:themeFillShade="F2"/>
            <w:noWrap/>
            <w:hideMark/>
          </w:tcPr>
          <w:p w14:paraId="168FDFF9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Medio Ambiente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28900224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2,913.9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37AED8C6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2,390.9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49BEF886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2,390.8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3E51094B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6B177428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7BAB2A40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718" w:type="pct"/>
            <w:gridSpan w:val="6"/>
            <w:shd w:val="clear" w:color="auto" w:fill="F2F2F2" w:themeFill="background1" w:themeFillShade="F2"/>
            <w:noWrap/>
            <w:hideMark/>
          </w:tcPr>
          <w:p w14:paraId="7080DBB3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Programa de Sustentabilidad de los Recursos Naturales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A794503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2,913.9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3959359E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2,390.9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2E6ACAB6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2,390.8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51EF7990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12D2CF1F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7DD0237B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34EE16C0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</w:p>
        </w:tc>
        <w:tc>
          <w:tcPr>
            <w:tcW w:w="2656" w:type="pct"/>
            <w:gridSpan w:val="5"/>
            <w:shd w:val="clear" w:color="auto" w:fill="F2F2F2" w:themeFill="background1" w:themeFillShade="F2"/>
            <w:noWrap/>
            <w:hideMark/>
          </w:tcPr>
          <w:p w14:paraId="2CEBA156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Agricultura y Desarrollo Rural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6699350F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131.6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E9571F8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62.1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6641F1B0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62.1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0AE1C86E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487E5D98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3C60A3B7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27579F2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4FD42A48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1966DF2E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Desarrollo Rural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A8CA514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10.0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20A5C10A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0.0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1EB6F22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0.0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10131E4E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n.a.</w:t>
            </w:r>
          </w:p>
        </w:tc>
      </w:tr>
      <w:tr w:rsidR="001433CF" w:rsidRPr="001433CF" w14:paraId="6236BCBF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32D96018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58484452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771E231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16FF5AEE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Fomento a la Agricultura, Ganadería Pesca y Acuicultura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5D5009DE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121.6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62976655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62.1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653DBF2A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62.1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0CDBAADE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4FF52BD8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8F3CAC5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BB6CA2B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</w:p>
        </w:tc>
        <w:tc>
          <w:tcPr>
            <w:tcW w:w="2656" w:type="pct"/>
            <w:gridSpan w:val="5"/>
            <w:shd w:val="clear" w:color="auto" w:fill="F2F2F2" w:themeFill="background1" w:themeFillShade="F2"/>
            <w:noWrap/>
            <w:hideMark/>
          </w:tcPr>
          <w:p w14:paraId="5E76D552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Medio Ambiente y Recursos Naturales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FE294D1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2,782.3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273CA3B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2,328.8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2F21E4AB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2,328.7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424E468B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6BCE3FD0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0B9FE626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104CE9C5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71B0D340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27A5304B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Forestal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73A7269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1,713.0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6843CC5B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1,393.9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C03B154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1,393.9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04B69712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23C98BAF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2730A31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725AEEE9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258C5D2D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14DF5CFE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Protección al medio ambiente en el medio rural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57FF475A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1,069.3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776121AE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934.9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6456162E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934.8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559DDA38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2743845F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06007D4A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5BD322A6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4DE51EEF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9E08E7D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32" w:type="pct"/>
            <w:gridSpan w:val="3"/>
            <w:shd w:val="clear" w:color="auto" w:fill="F2F2F2" w:themeFill="background1" w:themeFillShade="F2"/>
            <w:noWrap/>
            <w:hideMark/>
          </w:tcPr>
          <w:p w14:paraId="66C73F2E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Desarrollo Regional Sustentable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4CFA586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177.8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2D0DC90B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147.5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4E669CA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147.5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1675261B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768F006A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439EA94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1CE92734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3791BDE6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D2EE962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32" w:type="pct"/>
            <w:gridSpan w:val="3"/>
            <w:shd w:val="clear" w:color="auto" w:fill="F2F2F2" w:themeFill="background1" w:themeFillShade="F2"/>
            <w:noWrap/>
            <w:hideMark/>
          </w:tcPr>
          <w:p w14:paraId="3BBC43B9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PROFEPA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407ED212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216.5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5C4DC96A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190.7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2F34CF49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190.7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1800ECF4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542443AB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70FD00D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4AD7224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D00ACBC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4DEFAA72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32" w:type="pct"/>
            <w:gridSpan w:val="3"/>
            <w:shd w:val="clear" w:color="auto" w:fill="F2F2F2" w:themeFill="background1" w:themeFillShade="F2"/>
            <w:noWrap/>
            <w:hideMark/>
          </w:tcPr>
          <w:p w14:paraId="7E6AC4E1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Vida Silvestre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610FFA66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675.0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3D061543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596.7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2D6A8EFF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596.6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6BFC9670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36A6BA15" w14:textId="77777777" w:rsidTr="00912474">
        <w:trPr>
          <w:trHeight w:val="23"/>
        </w:trPr>
        <w:tc>
          <w:tcPr>
            <w:tcW w:w="2781" w:type="pct"/>
            <w:gridSpan w:val="7"/>
            <w:shd w:val="clear" w:color="auto" w:fill="F2F2F2" w:themeFill="background1" w:themeFillShade="F2"/>
            <w:noWrap/>
            <w:hideMark/>
          </w:tcPr>
          <w:p w14:paraId="0E44D010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Educativa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0EEC098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50,726.2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625F4555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50,602.2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7BF3BDF8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50,550.4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50CBD492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99.9</w:t>
            </w:r>
          </w:p>
        </w:tc>
      </w:tr>
      <w:tr w:rsidR="001433CF" w:rsidRPr="001433CF" w14:paraId="001A09CA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353D97B0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718" w:type="pct"/>
            <w:gridSpan w:val="6"/>
            <w:shd w:val="clear" w:color="auto" w:fill="F2F2F2" w:themeFill="background1" w:themeFillShade="F2"/>
            <w:noWrap/>
            <w:hideMark/>
          </w:tcPr>
          <w:p w14:paraId="16F10F89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Programa de Educación e Investigación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38EDB105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50,726.2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1ACD3C7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50,602.2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2E452D4B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50,550.4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2EE77256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99.9</w:t>
            </w:r>
          </w:p>
        </w:tc>
      </w:tr>
      <w:tr w:rsidR="001433CF" w:rsidRPr="001433CF" w14:paraId="0FE6ACD0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01F634DF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5D57021D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</w:p>
        </w:tc>
        <w:tc>
          <w:tcPr>
            <w:tcW w:w="2656" w:type="pct"/>
            <w:gridSpan w:val="5"/>
            <w:shd w:val="clear" w:color="auto" w:fill="F2F2F2" w:themeFill="background1" w:themeFillShade="F2"/>
            <w:noWrap/>
            <w:hideMark/>
          </w:tcPr>
          <w:p w14:paraId="6DF8F61A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Agricultura y Desarrollo Rural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3062CB9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6,335.4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EEE70A1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6,211.4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3C63858A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6,211.4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5106E0B0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30E77399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1F80581E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19C1455A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268E47FE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3B6C9AE3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Colegio de Postgraduados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507ED878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1,424.9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2D4363EA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1,354.9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D5CC634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1,354.9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3B2C633A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28108CA5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3A4A9205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59D090B3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314BF66C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4A396D71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Colegio Superior Agropecuario del Estado de Guerrero (CSAEGRO)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8286A96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111.8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618DAA7F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81.0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2D2B836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81.0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38F19C93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415BB839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1DF0563B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2828E96E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448FEC30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6064D55D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Instituto Nacional de Investigaciones Forestales, Agrícolas y Pecuarias (INIFAP)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75A2828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1,372.4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78C33210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1,295.1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73647E1B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1,295.1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7146BA08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5D697A97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76B72B29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BFFB688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4C0A7C50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494FDB1C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Instituto Nacional de Pesca y Acuacultura (INAPESCA)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795970B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500.6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60D03A9D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462.4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2F658D07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462.4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65DFFFE9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0BB26C70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3290D0BE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78A4D359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64D04BA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33BB361A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Universidad Autónoma Chapingo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301757D1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2,925.7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A90B4A3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3,018.0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6C6E7E2B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3,018.0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65EB3739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5739B0E6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56F6B949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522F12FD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</w:p>
        </w:tc>
        <w:tc>
          <w:tcPr>
            <w:tcW w:w="2656" w:type="pct"/>
            <w:gridSpan w:val="5"/>
            <w:shd w:val="clear" w:color="auto" w:fill="F2F2F2" w:themeFill="background1" w:themeFillShade="F2"/>
            <w:noWrap/>
            <w:hideMark/>
          </w:tcPr>
          <w:p w14:paraId="72F85C35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Educación Pública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3CF65776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44,390.8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51862D99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44,390.8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2390175B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44,339.0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69DCD08D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99.9</w:t>
            </w:r>
          </w:p>
        </w:tc>
      </w:tr>
      <w:tr w:rsidR="001433CF" w:rsidRPr="001433CF" w14:paraId="055B67DA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5B44552C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7846F38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5EABA94F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7A8B201A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Desarrollo de Capacidades Educación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465B6E92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14,245.2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3CADAAE2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15,492.3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6D8183C1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15,440.5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1CA87349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99.7</w:t>
            </w:r>
          </w:p>
        </w:tc>
      </w:tr>
      <w:tr w:rsidR="001433CF" w:rsidRPr="001433CF" w14:paraId="5A5B96DE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1EABCFBE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lastRenderedPageBreak/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404D72AE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76356210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78FFEC61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Educación Básica para el Bienestar Benito Juárez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D1C4D16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19,199.3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1C6049C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18,276.4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74AB9050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18,276.4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74CC3D61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73D984B2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06B79A65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4CAABCB4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4D161F14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64B32C5D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Educación Tecnológica Agropecuaria y Ciencias del Mar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48B9CD6B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9,942.7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B0A4F59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9,405.8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7592DC20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9,405.8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1E13ACD1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2ACFEAE4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7AC49865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3176515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138DC35A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408C1CAD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Universidad Autónoma Agraria Antonio Narro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5A34EF8A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1,003.6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3BD6610B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1,216.3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2A55A9A8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1,216.3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335A5086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18CB4AC5" w14:textId="77777777" w:rsidTr="00912474">
        <w:trPr>
          <w:trHeight w:val="23"/>
        </w:trPr>
        <w:tc>
          <w:tcPr>
            <w:tcW w:w="2781" w:type="pct"/>
            <w:gridSpan w:val="7"/>
            <w:shd w:val="clear" w:color="auto" w:fill="F2F2F2" w:themeFill="background1" w:themeFillShade="F2"/>
            <w:noWrap/>
            <w:hideMark/>
          </w:tcPr>
          <w:p w14:paraId="0572E7E0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Social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243634F3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114,408.3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4E9A0713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112,128.1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60E319B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112,035.8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6991C8A5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99.9</w:t>
            </w:r>
          </w:p>
        </w:tc>
      </w:tr>
      <w:tr w:rsidR="001433CF" w:rsidRPr="001433CF" w14:paraId="68C1C1BC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4A001F76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718" w:type="pct"/>
            <w:gridSpan w:val="6"/>
            <w:shd w:val="clear" w:color="auto" w:fill="F2F2F2" w:themeFill="background1" w:themeFillShade="F2"/>
            <w:noWrap/>
            <w:hideMark/>
          </w:tcPr>
          <w:p w14:paraId="01C3DF0B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Programa de atención a la pobreza en el medio rural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52504F0F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109,139.6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6DF5D6C7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105,684.9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B3D8975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105,592.6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52CEF60A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99.9</w:t>
            </w:r>
          </w:p>
        </w:tc>
      </w:tr>
      <w:tr w:rsidR="001433CF" w:rsidRPr="001433CF" w14:paraId="4D41BFB6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C323CE9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5E579AE6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</w:p>
        </w:tc>
        <w:tc>
          <w:tcPr>
            <w:tcW w:w="2656" w:type="pct"/>
            <w:gridSpan w:val="5"/>
            <w:shd w:val="clear" w:color="auto" w:fill="F2F2F2" w:themeFill="background1" w:themeFillShade="F2"/>
            <w:noWrap/>
            <w:hideMark/>
          </w:tcPr>
          <w:p w14:paraId="61DE44E4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Relaciones Exteriores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2705C8C7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75.0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23F44DFD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74.4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6E60B8A0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74.4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0F97CA8A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5B0F8310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E649011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22F7CC0C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175BA32E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318FE5BE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Atención a migrantes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786D6F2E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75.0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94F2AA7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74.4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D2414B9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74.4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3C3BBEB2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1A7DC26B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7D23D2D4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25BFCEF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</w:p>
        </w:tc>
        <w:tc>
          <w:tcPr>
            <w:tcW w:w="2656" w:type="pct"/>
            <w:gridSpan w:val="5"/>
            <w:shd w:val="clear" w:color="auto" w:fill="F2F2F2" w:themeFill="background1" w:themeFillShade="F2"/>
            <w:noWrap/>
            <w:hideMark/>
          </w:tcPr>
          <w:p w14:paraId="7E0348A4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Desarrollo Agrario, Territorial y Urbano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5F06CA64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1,483.0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228F4043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3,441.7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6CA10D53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3,441.7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798911D3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2A6C2882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5983299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1ADA0C79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3A1D3F38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0F0F2934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Atención a la población agraria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53AC6BE8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1,483.0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8B49014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3,441.7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62081F36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3,441.7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6CA2538D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52D07826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125AC671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3F7B8DE8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01FFC13F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4BA537B2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32" w:type="pct"/>
            <w:gridSpan w:val="3"/>
            <w:shd w:val="clear" w:color="auto" w:fill="F2F2F2" w:themeFill="background1" w:themeFillShade="F2"/>
            <w:noWrap/>
            <w:hideMark/>
          </w:tcPr>
          <w:p w14:paraId="1C568F25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 xml:space="preserve">Infraestructura Rural 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3FBE4300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1,483.0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11D3890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3,441.7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590F8C75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3,441.7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448C3B6C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7AB4A00F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229E2272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279C44AF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</w:p>
        </w:tc>
        <w:tc>
          <w:tcPr>
            <w:tcW w:w="2656" w:type="pct"/>
            <w:gridSpan w:val="5"/>
            <w:shd w:val="clear" w:color="auto" w:fill="F2F2F2" w:themeFill="background1" w:themeFillShade="F2"/>
            <w:noWrap/>
            <w:hideMark/>
          </w:tcPr>
          <w:p w14:paraId="3103BC2D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Bienestar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7756D293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103,763.2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58D95580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99,414.9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24B1F255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99,322.5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59AA70C2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99.9</w:t>
            </w:r>
          </w:p>
        </w:tc>
      </w:tr>
      <w:tr w:rsidR="001433CF" w:rsidRPr="001433CF" w14:paraId="4E5C704D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7E6D5AA1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443AC401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1D7E3B66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0EB97427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Atención a la población agraria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7BA9A334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103,763.2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35E6F415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99,414.9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782E9C92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99,322.5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2F39902A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99.9</w:t>
            </w:r>
          </w:p>
        </w:tc>
      </w:tr>
      <w:tr w:rsidR="001433CF" w:rsidRPr="001433CF" w14:paraId="1364797F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4B4D1A08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7EC7980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75FE001C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2C571F7E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32" w:type="pct"/>
            <w:gridSpan w:val="3"/>
            <w:shd w:val="clear" w:color="auto" w:fill="F2F2F2" w:themeFill="background1" w:themeFillShade="F2"/>
            <w:noWrap/>
            <w:hideMark/>
          </w:tcPr>
          <w:p w14:paraId="255FFF37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Pensión para el Bienestar de las Personas Adultas Mayores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6ECE9DAB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82,564.5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783AE46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80,636.7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61C15E5D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80,544.5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524DF2B2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99.9</w:t>
            </w:r>
          </w:p>
        </w:tc>
      </w:tr>
      <w:tr w:rsidR="001433CF" w:rsidRPr="001433CF" w14:paraId="016A5305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1095C705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5D00C20A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0120CE75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29D034B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32" w:type="pct"/>
            <w:gridSpan w:val="3"/>
            <w:shd w:val="clear" w:color="auto" w:fill="F2F2F2" w:themeFill="background1" w:themeFillShade="F2"/>
            <w:noWrap/>
            <w:hideMark/>
          </w:tcPr>
          <w:p w14:paraId="3C943534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Sembrando Vida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CC9F2D8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21,198.7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A7611FA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18,778.2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6E9C5E90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18,778.0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7FE4A3BC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5B0134BF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6FF93B2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75D20C4C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</w:p>
        </w:tc>
        <w:tc>
          <w:tcPr>
            <w:tcW w:w="2656" w:type="pct"/>
            <w:gridSpan w:val="5"/>
            <w:shd w:val="clear" w:color="auto" w:fill="F2F2F2" w:themeFill="background1" w:themeFillShade="F2"/>
            <w:noWrap/>
            <w:hideMark/>
          </w:tcPr>
          <w:p w14:paraId="162EB5D9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Entidades no Sectorizadas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9031196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3,818.3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25C67379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2,754.0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4948A37A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2,754.0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02B453D8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1070D348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585174D4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47FBDA02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23E75545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7CBF0A09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Atención a la población indígena y afromexicana (INPI)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47F0F088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3,818.3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1487597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2,754.0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53D3CFB6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2,754.0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7FD4593F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50B008C8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53661B57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718" w:type="pct"/>
            <w:gridSpan w:val="6"/>
            <w:shd w:val="clear" w:color="auto" w:fill="F2F2F2" w:themeFill="background1" w:themeFillShade="F2"/>
            <w:noWrap/>
            <w:hideMark/>
          </w:tcPr>
          <w:p w14:paraId="0F33BC90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Programa de Derecho a la Alimentación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4ED59FA0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3,407.9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7459A99E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3,512.9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2ECD1334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3,512.9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0C666EA9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364EAE87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0C4DD420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20CF7F95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</w:p>
        </w:tc>
        <w:tc>
          <w:tcPr>
            <w:tcW w:w="2656" w:type="pct"/>
            <w:gridSpan w:val="5"/>
            <w:shd w:val="clear" w:color="auto" w:fill="F2F2F2" w:themeFill="background1" w:themeFillShade="F2"/>
            <w:noWrap/>
            <w:hideMark/>
          </w:tcPr>
          <w:p w14:paraId="535E3432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Agricultura y Desarrollo Rural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60053D6D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3,407.9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44126194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3,512.9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0364296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3,512.9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0CA5237A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248B1B22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038A3528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825F747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138C3E08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06346737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Abasto Social de Leche a cargo de LICONSA, SA de C.V.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23686633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1,240.8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7725755C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1,365.8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73144B85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1,365.8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6CA22C51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3F5B376F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079CBD00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230B4DB8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03B13F79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41DCBE34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Abasto Rural a cargo de DICONSA S.A. de C.V.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4C79A20A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2,147.1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714A289B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2,147.1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4504AD62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2,147.1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5F7C51CE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25FD294D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296A70DF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7378E2CA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7FA16008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6CEE0E76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Desarrollo Rural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3ADB2F1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20.0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39B67495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0.0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27A35857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0.0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4080BDC6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n.a.</w:t>
            </w:r>
          </w:p>
        </w:tc>
      </w:tr>
      <w:tr w:rsidR="001433CF" w:rsidRPr="001433CF" w14:paraId="212B7F2F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7C2636AD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718" w:type="pct"/>
            <w:gridSpan w:val="6"/>
            <w:shd w:val="clear" w:color="auto" w:fill="F2F2F2" w:themeFill="background1" w:themeFillShade="F2"/>
            <w:noWrap/>
            <w:hideMark/>
          </w:tcPr>
          <w:p w14:paraId="610C8488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Programa de apoyo a la adquisición de leche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38452EA6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1,768.9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511B5698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2,843.9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20D5D937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2,843.9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46FADE35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6BE6BA70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1CBADF14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480CD429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</w:p>
        </w:tc>
        <w:tc>
          <w:tcPr>
            <w:tcW w:w="2656" w:type="pct"/>
            <w:gridSpan w:val="5"/>
            <w:shd w:val="clear" w:color="auto" w:fill="F2F2F2" w:themeFill="background1" w:themeFillShade="F2"/>
            <w:noWrap/>
            <w:hideMark/>
          </w:tcPr>
          <w:p w14:paraId="2F341731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Agricultura y Desarrollo Rural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7C6A74A9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1,768.9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B0A6AA3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2,843.9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79A9B0C6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2,843.9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7DEF99A8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14D44D41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0D8B56FF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3595354D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382A9B72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559A4166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Adquisición de Leche Nacional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9CBCFDB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1,768.9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3AF1CA51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2,843.9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68EB6362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2,843.9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29509E44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0CC12708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2FA47315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718" w:type="pct"/>
            <w:gridSpan w:val="6"/>
            <w:shd w:val="clear" w:color="auto" w:fill="F2F2F2" w:themeFill="background1" w:themeFillShade="F2"/>
            <w:noWrap/>
            <w:hideMark/>
          </w:tcPr>
          <w:p w14:paraId="52DFB682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Programa de atención a las mujeres en situación de violencia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6B6976CF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91.9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47FFDE62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86.4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3E0320C1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86.4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190C6D13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40C1DDFB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9030910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347F9CA1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</w:p>
        </w:tc>
        <w:tc>
          <w:tcPr>
            <w:tcW w:w="2656" w:type="pct"/>
            <w:gridSpan w:val="5"/>
            <w:shd w:val="clear" w:color="auto" w:fill="F2F2F2" w:themeFill="background1" w:themeFillShade="F2"/>
            <w:noWrap/>
            <w:hideMark/>
          </w:tcPr>
          <w:p w14:paraId="1EA8A2F5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Bienestar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46805C02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91.9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45568BBF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86.4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243C021E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86.4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2D2A09AC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74E7B980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86DBF7F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555858C1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3951DA5A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14327A4D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Apoyo a las Instancias de Mujeres en las Entidades Federativas, PAIMEF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6F8A9A03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91.9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33434E37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86.4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381C67D3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86.4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34C7ED4F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36DB85DF" w14:textId="77777777" w:rsidTr="00912474">
        <w:trPr>
          <w:trHeight w:val="23"/>
        </w:trPr>
        <w:tc>
          <w:tcPr>
            <w:tcW w:w="2781" w:type="pct"/>
            <w:gridSpan w:val="7"/>
            <w:shd w:val="clear" w:color="auto" w:fill="F2F2F2" w:themeFill="background1" w:themeFillShade="F2"/>
            <w:noWrap/>
            <w:hideMark/>
          </w:tcPr>
          <w:p w14:paraId="78C4607A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Infraestructura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20B627A0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67,753.8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71AEFFB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65,916.7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2F753545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65,916.6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3E895DAD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3A44C9EB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1EAB958E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718" w:type="pct"/>
            <w:gridSpan w:val="6"/>
            <w:shd w:val="clear" w:color="auto" w:fill="F2F2F2" w:themeFill="background1" w:themeFillShade="F2"/>
            <w:noWrap/>
            <w:hideMark/>
          </w:tcPr>
          <w:p w14:paraId="37951E63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Programa de infraestructura en el medio rural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6EBB7F79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67,753.8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2A16380C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65,916.7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3170FE33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65,916.6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56D4BC33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146991E8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7C030A98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1BBA5B56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</w:p>
        </w:tc>
        <w:tc>
          <w:tcPr>
            <w:tcW w:w="2656" w:type="pct"/>
            <w:gridSpan w:val="5"/>
            <w:shd w:val="clear" w:color="auto" w:fill="F2F2F2" w:themeFill="background1" w:themeFillShade="F2"/>
            <w:noWrap/>
            <w:hideMark/>
          </w:tcPr>
          <w:p w14:paraId="574EBE4B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Comunicaciones y Transportes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2E72B1A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4,337.6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796D2E7A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2,908.5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6C9CFAB4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2,908.5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5D4AAA06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3A6ABE4F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310F3013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2EB4049F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4B2218AF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7619D201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Infraestructura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579A67CC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4,337.6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598CEBA1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2,908.5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E385642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2,908.5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2251E27E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1AC5EF0A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2C13C1EE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0D038A27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5BD7A09B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7A393B1D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32" w:type="pct"/>
            <w:gridSpan w:val="3"/>
            <w:shd w:val="clear" w:color="auto" w:fill="F2F2F2" w:themeFill="background1" w:themeFillShade="F2"/>
            <w:noWrap/>
            <w:hideMark/>
          </w:tcPr>
          <w:p w14:paraId="009DBB74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Mantenimiento de Caminos Rurales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3E2D049E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4,337.6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6016F312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2,908.5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6B77DE64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2,908.5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709B8EE6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6CEEBF3E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3670123F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0478DCE6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</w:p>
        </w:tc>
        <w:tc>
          <w:tcPr>
            <w:tcW w:w="2656" w:type="pct"/>
            <w:gridSpan w:val="5"/>
            <w:shd w:val="clear" w:color="auto" w:fill="F2F2F2" w:themeFill="background1" w:themeFillShade="F2"/>
            <w:noWrap/>
            <w:hideMark/>
          </w:tcPr>
          <w:p w14:paraId="2BBF0726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Medio Ambiente y Recursos Naturales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5A81FAFE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2,909.7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4786D956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2,591.0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B4C83C6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2,590.9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6167FA00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503D4814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1E2BA749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0BBD5571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7983932F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47B268B0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IMTA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2266F018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205.0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62159F7C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195.2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72943EEC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195.2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3C3ECCA2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0BEA775E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5A031050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4295C03A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05FC51E2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3BDDF24A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Infraestructura Hidroagrícola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4CA4DAA5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855.6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6B64DD02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398.3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77F733D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398.3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0F74B904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026F7702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3CF20B5E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2CAAF429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356588A9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133884FA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Programas Hidráulicos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7A522C87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1,849.1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3D8342B6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1,997.6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6FA309C5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1,997.5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5CBAB99C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292454BF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09353955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59E52ECC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</w:p>
        </w:tc>
        <w:tc>
          <w:tcPr>
            <w:tcW w:w="2656" w:type="pct"/>
            <w:gridSpan w:val="5"/>
            <w:shd w:val="clear" w:color="auto" w:fill="F2F2F2" w:themeFill="background1" w:themeFillShade="F2"/>
            <w:noWrap/>
            <w:hideMark/>
          </w:tcPr>
          <w:p w14:paraId="48412C6E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Aportaciones Federales para Entidades Federativas y Municipios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7524AD6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60,506.5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7B0DA32B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60,417.1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5539A800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60,417.1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1FEED9C0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74FB745B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71D3ED7D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A4AC6E6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51BD545F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675AB326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Aportaciones Federales para Entidades Federativas y Municipios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D97B590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60,506.5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601D1959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60,417.1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57624279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60,417.1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6F9CFF4F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010AE8BF" w14:textId="77777777" w:rsidTr="00912474">
        <w:trPr>
          <w:trHeight w:val="23"/>
        </w:trPr>
        <w:tc>
          <w:tcPr>
            <w:tcW w:w="2781" w:type="pct"/>
            <w:gridSpan w:val="7"/>
            <w:shd w:val="clear" w:color="auto" w:fill="F2F2F2" w:themeFill="background1" w:themeFillShade="F2"/>
            <w:noWrap/>
            <w:hideMark/>
          </w:tcPr>
          <w:p w14:paraId="6DABAE3B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Salud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6E481247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54,587.6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5DF22FF1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54,584.2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2F261E06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54,584.2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645A8E1D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1CF6CE0A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1A8FA4AE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718" w:type="pct"/>
            <w:gridSpan w:val="6"/>
            <w:shd w:val="clear" w:color="auto" w:fill="F2F2F2" w:themeFill="background1" w:themeFillShade="F2"/>
            <w:noWrap/>
            <w:hideMark/>
          </w:tcPr>
          <w:p w14:paraId="13AD7105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Programa de atención a las condiciones de salud en el medio rural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7FD58891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54,587.6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3DE530A1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54,584.2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C875BCB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54,584.2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0FD94348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165E804E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434B27E7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3546B3B1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</w:p>
        </w:tc>
        <w:tc>
          <w:tcPr>
            <w:tcW w:w="2656" w:type="pct"/>
            <w:gridSpan w:val="5"/>
            <w:shd w:val="clear" w:color="auto" w:fill="F2F2F2" w:themeFill="background1" w:themeFillShade="F2"/>
            <w:noWrap/>
            <w:hideMark/>
          </w:tcPr>
          <w:p w14:paraId="746860EB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Salud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635B0C7B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41,121.9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36FAC74A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41,121.6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4DBC3E58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41,121.6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49B0955A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629BCE65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426CE54F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6A5F1A5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07344101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7AAE72B7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Salud en población rural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173CEE5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41,121.9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22D4D6C6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41,121.6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5A402A84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41,121.6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6AABF9D2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599903F7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0E49E21E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4374622E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2E74AE9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5E31C26E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32" w:type="pct"/>
            <w:gridSpan w:val="3"/>
            <w:shd w:val="clear" w:color="auto" w:fill="F2F2F2" w:themeFill="background1" w:themeFillShade="F2"/>
            <w:noWrap/>
            <w:hideMark/>
          </w:tcPr>
          <w:p w14:paraId="35FCE47B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Desarrollo de Capacidades Salud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41D61973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137.8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4D9B37A7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137.5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56B2EA91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137.5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28DDA1E8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5EB028CE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5E3A0DE5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lastRenderedPageBreak/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7433EAFF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06CB2C8E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3B78F710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32" w:type="pct"/>
            <w:gridSpan w:val="3"/>
            <w:shd w:val="clear" w:color="auto" w:fill="F2F2F2" w:themeFill="background1" w:themeFillShade="F2"/>
            <w:noWrap/>
            <w:hideMark/>
          </w:tcPr>
          <w:p w14:paraId="2AAAF27C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Sistema de Protección Social en Salud (SPSS)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7B25586F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40,984.1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62BE8EE9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40,984.1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437D72C3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40,984.1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3EA86ED1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719113E8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271A61B8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3A23A57D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0490777E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3544D066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9" w:type="pct"/>
            <w:shd w:val="clear" w:color="auto" w:fill="F2F2F2" w:themeFill="background1" w:themeFillShade="F2"/>
            <w:noWrap/>
            <w:hideMark/>
          </w:tcPr>
          <w:p w14:paraId="2BFBB8AA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453" w:type="pct"/>
            <w:gridSpan w:val="2"/>
            <w:shd w:val="clear" w:color="auto" w:fill="F2F2F2" w:themeFill="background1" w:themeFillShade="F2"/>
            <w:hideMark/>
          </w:tcPr>
          <w:p w14:paraId="72E822E7" w14:textId="77777777" w:rsidR="001433CF" w:rsidRPr="001433CF" w:rsidRDefault="001433CF" w:rsidP="001433CF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atención a la salud y medicamentos gratuitos para la población sin seguridad social laboral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4E8FED41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6,040.9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28DC1D7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40,180.8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35205D0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40,180.8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4CB5B296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1918495E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5B5AF4E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06131F47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26A39566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CA74324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9" w:type="pct"/>
            <w:shd w:val="clear" w:color="auto" w:fill="F2F2F2" w:themeFill="background1" w:themeFillShade="F2"/>
            <w:noWrap/>
            <w:hideMark/>
          </w:tcPr>
          <w:p w14:paraId="67C7BB28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453" w:type="pct"/>
            <w:gridSpan w:val="2"/>
            <w:shd w:val="clear" w:color="auto" w:fill="F2F2F2" w:themeFill="background1" w:themeFillShade="F2"/>
            <w:noWrap/>
            <w:hideMark/>
          </w:tcPr>
          <w:p w14:paraId="7463C9C4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Seguro Médico Siglo XXI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3340550C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803.4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460B761D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803.4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40BF1EB0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803.4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7F090BD8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44248C3B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53C36434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09E7FC8E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23D08903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1224FF20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9" w:type="pct"/>
            <w:shd w:val="clear" w:color="auto" w:fill="F2F2F2" w:themeFill="background1" w:themeFillShade="F2"/>
            <w:noWrap/>
            <w:hideMark/>
          </w:tcPr>
          <w:p w14:paraId="305C2998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453" w:type="pct"/>
            <w:gridSpan w:val="2"/>
            <w:shd w:val="clear" w:color="auto" w:fill="F2F2F2" w:themeFill="background1" w:themeFillShade="F2"/>
            <w:noWrap/>
            <w:hideMark/>
          </w:tcPr>
          <w:p w14:paraId="5AB4842F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Seguro Popular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5A3FE25A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34,139.9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5FDB8A62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0.0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458BCD4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0.0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5B50C1B8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n.a.</w:t>
            </w:r>
          </w:p>
        </w:tc>
      </w:tr>
      <w:tr w:rsidR="001433CF" w:rsidRPr="001433CF" w14:paraId="685E889B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49248BD9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1A15EA90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</w:p>
        </w:tc>
        <w:tc>
          <w:tcPr>
            <w:tcW w:w="2656" w:type="pct"/>
            <w:gridSpan w:val="5"/>
            <w:shd w:val="clear" w:color="auto" w:fill="F2F2F2" w:themeFill="background1" w:themeFillShade="F2"/>
            <w:noWrap/>
            <w:hideMark/>
          </w:tcPr>
          <w:p w14:paraId="55D44AE9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Aportaciones a Seguridad Social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4C4ABA1D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13,465.7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69D2D2D5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13,462.6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57EF2F96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13,462.6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0E017126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1D0AE782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0DAB9F4B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0C0AB2D4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117B136F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39A54771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IMSS-BIENESTAR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4B283C8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13,185.7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F765F4F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13,185.7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B331066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13,185.7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1108E376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7FEAED66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46601E33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7073584D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140F70A5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2F61285C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Seguridad Social Cañeros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3D5610A9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280.0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29CA08ED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276.9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46C5244B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276.9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140E33EE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128C5CB7" w14:textId="77777777" w:rsidTr="00912474">
        <w:trPr>
          <w:trHeight w:val="23"/>
        </w:trPr>
        <w:tc>
          <w:tcPr>
            <w:tcW w:w="2781" w:type="pct"/>
            <w:gridSpan w:val="7"/>
            <w:shd w:val="clear" w:color="auto" w:fill="F2F2F2" w:themeFill="background1" w:themeFillShade="F2"/>
            <w:noWrap/>
            <w:hideMark/>
          </w:tcPr>
          <w:p w14:paraId="72A26E3E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Agraria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5C6C3B08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6,355.2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3F217B25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5,527.5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27E2119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5,527.5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3BC869B7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5ACE4A4E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2DCD8AAF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718" w:type="pct"/>
            <w:gridSpan w:val="6"/>
            <w:shd w:val="clear" w:color="auto" w:fill="F2F2F2" w:themeFill="background1" w:themeFillShade="F2"/>
            <w:noWrap/>
            <w:hideMark/>
          </w:tcPr>
          <w:p w14:paraId="414E29E0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Programa para la atención de aspectos agrarios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6EA94918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6,355.2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6F660BF0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5,527.5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38E4D785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5,527.5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3E2CE15C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5D05D3CC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370581E8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9556683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</w:p>
        </w:tc>
        <w:tc>
          <w:tcPr>
            <w:tcW w:w="2656" w:type="pct"/>
            <w:gridSpan w:val="5"/>
            <w:shd w:val="clear" w:color="auto" w:fill="F2F2F2" w:themeFill="background1" w:themeFillShade="F2"/>
            <w:noWrap/>
            <w:hideMark/>
          </w:tcPr>
          <w:p w14:paraId="0C4AA980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Desarrollo Agrario, Territorial y Urbano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27555B48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125.3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09BB373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79.5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403FF188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79.5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7021D56E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5A8E0A22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439B163F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2FB14043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3DFB07DB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62693B44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Atención de aspectos agrarios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7A139051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125.3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5B9473DA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79.5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692D58EB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79.5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0BB930B3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73FEF05A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1627A2A8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0997B484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1BF4E93F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1DA4DFB2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32" w:type="pct"/>
            <w:gridSpan w:val="3"/>
            <w:shd w:val="clear" w:color="auto" w:fill="F2F2F2" w:themeFill="background1" w:themeFillShade="F2"/>
            <w:noWrap/>
            <w:hideMark/>
          </w:tcPr>
          <w:p w14:paraId="59265FEB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Archivo General Agrario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303A9350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125.3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52322ED7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79.5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6A3BD295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79.5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140A8E3A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1847E247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1657B01F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3D0C5FD1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2656" w:type="pct"/>
            <w:gridSpan w:val="5"/>
            <w:shd w:val="clear" w:color="auto" w:fill="F2F2F2" w:themeFill="background1" w:themeFillShade="F2"/>
            <w:noWrap/>
            <w:hideMark/>
          </w:tcPr>
          <w:p w14:paraId="1EC4A481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Bienestar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78E79897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6,229.8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67D5CDBE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5,448.0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042D9A7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5,448.0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6FA49729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46D01957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18C0844E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2CA054E4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1DE57D48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0803ED74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Atención de aspectos agrarios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9B93AC2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6,229.8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720FE01E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5,448.0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6615CF37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5,448.0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6DBB559B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26F81B7E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3868E62A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2B529EA5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1B9CDB10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B8CB459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32" w:type="pct"/>
            <w:gridSpan w:val="3"/>
            <w:shd w:val="clear" w:color="auto" w:fill="F2F2F2" w:themeFill="background1" w:themeFillShade="F2"/>
            <w:noWrap/>
            <w:hideMark/>
          </w:tcPr>
          <w:p w14:paraId="0FEFBBBD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Sembrando Vida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7B01E972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6,229.8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365A591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5,448.0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3D8D5590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5,448.0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72183D64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53C4A07A" w14:textId="77777777" w:rsidTr="00912474">
        <w:trPr>
          <w:trHeight w:val="23"/>
        </w:trPr>
        <w:tc>
          <w:tcPr>
            <w:tcW w:w="2781" w:type="pct"/>
            <w:gridSpan w:val="7"/>
            <w:shd w:val="clear" w:color="auto" w:fill="F2F2F2" w:themeFill="background1" w:themeFillShade="F2"/>
            <w:noWrap/>
            <w:hideMark/>
          </w:tcPr>
          <w:p w14:paraId="1743757C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Administrativa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1FEDF2E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11,171.5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79C4A5F9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10,653.9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8203F7D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10,652.5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583065F7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7C3E31C8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394D49CE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718" w:type="pct"/>
            <w:gridSpan w:val="6"/>
            <w:shd w:val="clear" w:color="auto" w:fill="F2F2F2" w:themeFill="background1" w:themeFillShade="F2"/>
            <w:noWrap/>
            <w:hideMark/>
          </w:tcPr>
          <w:p w14:paraId="65152360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Gasto Administrativo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76FAF4E9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11,171.5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4928316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10,653.9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53BBA0F5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10,652.5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601AB929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22BB7A3B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7908C854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0FA3653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2656" w:type="pct"/>
            <w:gridSpan w:val="5"/>
            <w:shd w:val="clear" w:color="auto" w:fill="F2F2F2" w:themeFill="background1" w:themeFillShade="F2"/>
            <w:noWrap/>
            <w:hideMark/>
          </w:tcPr>
          <w:p w14:paraId="7A02F912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Agricultura y Desarrollo Rural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5F1A2F75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7,144.1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A9B8887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6,853.4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BD16189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6,852.0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7A978AF9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22745537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0D4CE202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59871F85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2FD12562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0593E1F1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ASERCA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54F9D04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177.1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2A475A5A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161.0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E61F582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161.0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5F14224A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21CC52F0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3F5DAC5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9D6B5D1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D0A1599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36EB8665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Comité Nacional para el Desarrollo Sustentable de la Caña de Azúcar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48F9541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12.3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35D99CF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18.1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8E260B6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18.1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6FA4D6AB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7822FC84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36967B8F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460EE388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443BB64B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41CD2593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CONAPESCA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7627596E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655.1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5E9ED9C7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566.2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F159B36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566.0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4AF01A05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4B0B481B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713E57D3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7FBC2DDD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71386CFF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1CBA5A44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CONAZA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34259E46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57.3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2235A66B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61.9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7F3E192E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61.9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0C58F067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0DB0CC55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0AD9FF7D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82B236B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59FAA4E0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7F93F984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Dependencia SADER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6AD83C7B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3,851.1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4951A85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3,661.3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67272014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3,661.0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63068F35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07140018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529B97D1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361C1CF2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F8F3898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647B0066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FEESA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5DCB3985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5.7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586A95CE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6.1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C01EEA9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6.1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412D6F4F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1BED4144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25545CC1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30772F42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75CB3F7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6A710563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FIRCO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CE88E12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262.0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509EF99E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247.4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7DDAFB43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246.6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54E62383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99.6</w:t>
            </w:r>
          </w:p>
        </w:tc>
      </w:tr>
      <w:tr w:rsidR="001433CF" w:rsidRPr="001433CF" w14:paraId="283744F3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77ED9E06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71D44197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76E52FF8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516E2F82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INCA RURAL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B217628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33.8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DBE8D89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33.9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324892AB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33.9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252F720E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4D97946C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B5CEB27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6B61EF1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73CDF36A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3F0030FB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SENASICA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563D040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1,909.3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6138CA2A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1,735.6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5AB09FD2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1,735.6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44F03114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4E33CF08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4B25CA00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03C348E1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75CFA246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39913CA9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SIAP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3D0E229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118.7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4F80EC4D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111.9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FF622A9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111.8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409C7B52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47F06E78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349A425E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1CF0EF89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2221703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50D9A96D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SNICS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4945A48C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61.6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0FC6628F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250.0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48BFB74E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250.0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7DE7FD61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20CB61DE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6DCAD1B9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18DCA823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</w:p>
        </w:tc>
        <w:tc>
          <w:tcPr>
            <w:tcW w:w="2656" w:type="pct"/>
            <w:gridSpan w:val="5"/>
            <w:shd w:val="clear" w:color="auto" w:fill="F2F2F2" w:themeFill="background1" w:themeFillShade="F2"/>
            <w:noWrap/>
            <w:hideMark/>
          </w:tcPr>
          <w:p w14:paraId="642AF8FD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Desarrollo Agrario, Territorial y Urbano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5F9EFD8A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3,176.8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71718C18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2,970.3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2C186350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2,970.3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3EA6D1CC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3D1617E7" w14:textId="77777777" w:rsidTr="00912474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3576448F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153103A9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1466187A" w14:textId="77777777" w:rsidR="001433CF" w:rsidRPr="001433CF" w:rsidRDefault="001433CF" w:rsidP="0014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2594" w:type="pct"/>
            <w:gridSpan w:val="4"/>
            <w:shd w:val="clear" w:color="auto" w:fill="F2F2F2" w:themeFill="background1" w:themeFillShade="F2"/>
            <w:noWrap/>
            <w:hideMark/>
          </w:tcPr>
          <w:p w14:paraId="2BC5CEFF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Dependencia SEDATU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5EA2DBD6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3,176.8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28D87A5C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2,970.3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13DAD831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2,970.3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4DA48F31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007744AD" w14:textId="77777777" w:rsidTr="001433CF">
        <w:trPr>
          <w:trHeight w:val="23"/>
        </w:trPr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139FCF3D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shd w:val="clear" w:color="auto" w:fill="F2F2F2" w:themeFill="background1" w:themeFillShade="F2"/>
            <w:noWrap/>
            <w:hideMark/>
          </w:tcPr>
          <w:p w14:paraId="74DE1439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</w:p>
        </w:tc>
        <w:tc>
          <w:tcPr>
            <w:tcW w:w="2656" w:type="pct"/>
            <w:gridSpan w:val="5"/>
            <w:shd w:val="clear" w:color="auto" w:fill="F2F2F2" w:themeFill="background1" w:themeFillShade="F2"/>
            <w:noWrap/>
            <w:hideMark/>
          </w:tcPr>
          <w:p w14:paraId="06BAD056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Tribunales Agrarios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47D73002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850.6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2559A27B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830.3</w:t>
            </w:r>
          </w:p>
        </w:tc>
        <w:tc>
          <w:tcPr>
            <w:tcW w:w="545" w:type="pct"/>
            <w:shd w:val="clear" w:color="auto" w:fill="F2F2F2" w:themeFill="background1" w:themeFillShade="F2"/>
            <w:noWrap/>
            <w:hideMark/>
          </w:tcPr>
          <w:p w14:paraId="7ABB15C8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830.3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763F9655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4AD0605E" w14:textId="77777777" w:rsidTr="00912474">
        <w:trPr>
          <w:trHeight w:val="23"/>
        </w:trPr>
        <w:tc>
          <w:tcPr>
            <w:tcW w:w="62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7A9255D2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5AF3433D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62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41675A65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594" w:type="pct"/>
            <w:gridSpan w:val="4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3503A95D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Tribunales Agrarios</w:t>
            </w:r>
          </w:p>
        </w:tc>
        <w:tc>
          <w:tcPr>
            <w:tcW w:w="545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68851200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850.6</w:t>
            </w:r>
          </w:p>
        </w:tc>
        <w:tc>
          <w:tcPr>
            <w:tcW w:w="545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54107333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830.3</w:t>
            </w:r>
          </w:p>
        </w:tc>
        <w:tc>
          <w:tcPr>
            <w:tcW w:w="545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16204645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830.3</w:t>
            </w:r>
          </w:p>
        </w:tc>
        <w:tc>
          <w:tcPr>
            <w:tcW w:w="585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6F347744" w14:textId="77777777" w:rsidR="001433CF" w:rsidRPr="001433CF" w:rsidRDefault="001433CF" w:rsidP="001433C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1433CF" w:rsidRPr="001433CF" w14:paraId="4771807B" w14:textId="77777777" w:rsidTr="00912474">
        <w:trPr>
          <w:trHeight w:val="537"/>
        </w:trPr>
        <w:tc>
          <w:tcPr>
            <w:tcW w:w="5000" w:type="pct"/>
            <w:gridSpan w:val="11"/>
            <w:tcBorders>
              <w:top w:val="single" w:sz="12" w:space="0" w:color="7F7F7F" w:themeColor="text1" w:themeTint="80"/>
              <w:bottom w:val="nil"/>
            </w:tcBorders>
            <w:shd w:val="clear" w:color="auto" w:fill="auto"/>
            <w:hideMark/>
          </w:tcPr>
          <w:p w14:paraId="370DC8F2" w14:textId="77777777" w:rsidR="001433CF" w:rsidRPr="0031148E" w:rsidRDefault="001433CF" w:rsidP="001433CF">
            <w:pPr>
              <w:spacing w:after="0" w:line="240" w:lineRule="auto"/>
              <w:ind w:left="434" w:hanging="434"/>
              <w:jc w:val="both"/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</w:pPr>
            <w:r w:rsidRPr="0031148E"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t>Nota: Las sumas parciales pueden no coincidir con el total, así como los cálculos porcentuales, debido al redondeo de las cifras.</w:t>
            </w:r>
          </w:p>
          <w:p w14:paraId="26E2BABE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t>n.a.: No Aplica.</w:t>
            </w:r>
          </w:p>
          <w:p w14:paraId="6322C1CB" w14:textId="77777777" w:rsidR="001433CF" w:rsidRPr="001433CF" w:rsidRDefault="001433CF" w:rsidP="001433CF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</w:pPr>
            <w:r w:rsidRPr="001433CF"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t>FUENTE: Dependencias y Entidades de la Administración Pública Federal.</w:t>
            </w:r>
          </w:p>
        </w:tc>
      </w:tr>
    </w:tbl>
    <w:p w14:paraId="685AD290" w14:textId="77777777" w:rsidR="00912474" w:rsidRDefault="00466327" w:rsidP="00912474">
      <w:pPr>
        <w:pStyle w:val="TEXTONORMAL"/>
      </w:pPr>
      <w:r>
        <w:br w:type="page"/>
      </w:r>
    </w:p>
    <w:tbl>
      <w:tblPr>
        <w:tblW w:w="5000" w:type="pct"/>
        <w:tblBorders>
          <w:bottom w:val="single" w:sz="12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"/>
        <w:gridCol w:w="5893"/>
        <w:gridCol w:w="1701"/>
        <w:gridCol w:w="1701"/>
        <w:gridCol w:w="1560"/>
        <w:gridCol w:w="1519"/>
      </w:tblGrid>
      <w:tr w:rsidR="00912474" w:rsidRPr="00912474" w14:paraId="3DFC596F" w14:textId="77777777" w:rsidTr="00912474">
        <w:trPr>
          <w:trHeight w:val="23"/>
          <w:tblHeader/>
        </w:trPr>
        <w:tc>
          <w:tcPr>
            <w:tcW w:w="5000" w:type="pct"/>
            <w:gridSpan w:val="6"/>
            <w:shd w:val="clear" w:color="auto" w:fill="auto"/>
            <w:noWrap/>
            <w:hideMark/>
          </w:tcPr>
          <w:p w14:paraId="7F4CBD05" w14:textId="77777777" w:rsidR="00912474" w:rsidRPr="00912474" w:rsidRDefault="00912474" w:rsidP="0091247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color w:val="000000"/>
                <w:sz w:val="16"/>
                <w:szCs w:val="16"/>
                <w:lang w:val="es-MX" w:eastAsia="es-MX"/>
              </w:rPr>
            </w:pPr>
            <w:bookmarkStart w:id="0" w:name="RANGE!A3:F134"/>
            <w:r w:rsidRPr="00912474">
              <w:rPr>
                <w:rFonts w:ascii="Montserrat" w:eastAsia="Times New Roman" w:hAnsi="Montserrat" w:cs="Calibri"/>
                <w:b/>
                <w:color w:val="000000"/>
                <w:sz w:val="16"/>
                <w:szCs w:val="16"/>
                <w:lang w:val="es-MX" w:eastAsia="es-MX"/>
              </w:rPr>
              <w:lastRenderedPageBreak/>
              <w:t>PROGRAMA DE CIENCIA, TECNOLOGÍA E INNOVACIÓN</w:t>
            </w:r>
            <w:bookmarkEnd w:id="0"/>
          </w:p>
        </w:tc>
      </w:tr>
      <w:tr w:rsidR="00912474" w:rsidRPr="00912474" w14:paraId="3513896A" w14:textId="77777777" w:rsidTr="00912474">
        <w:trPr>
          <w:trHeight w:val="23"/>
          <w:tblHeader/>
        </w:trPr>
        <w:tc>
          <w:tcPr>
            <w:tcW w:w="5000" w:type="pct"/>
            <w:gridSpan w:val="6"/>
            <w:tcBorders>
              <w:bottom w:val="single" w:sz="12" w:space="0" w:color="7F7F7F" w:themeColor="text1" w:themeTint="80"/>
            </w:tcBorders>
            <w:shd w:val="clear" w:color="auto" w:fill="auto"/>
            <w:noWrap/>
            <w:hideMark/>
          </w:tcPr>
          <w:p w14:paraId="14FFD177" w14:textId="77777777" w:rsidR="00912474" w:rsidRPr="00912474" w:rsidRDefault="00912474" w:rsidP="0091247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6"/>
                <w:szCs w:val="16"/>
                <w:lang w:val="es-MX" w:eastAsia="es-MX"/>
              </w:rPr>
              <w:t>(Pesos)</w:t>
            </w:r>
          </w:p>
        </w:tc>
      </w:tr>
      <w:tr w:rsidR="00912474" w:rsidRPr="00912474" w14:paraId="0564623C" w14:textId="77777777" w:rsidTr="00912474">
        <w:trPr>
          <w:trHeight w:val="23"/>
          <w:tblHeader/>
        </w:trPr>
        <w:tc>
          <w:tcPr>
            <w:tcW w:w="5000" w:type="pct"/>
            <w:gridSpan w:val="6"/>
            <w:tcBorders>
              <w:top w:val="single" w:sz="12" w:space="0" w:color="7F7F7F" w:themeColor="text1" w:themeTint="80"/>
              <w:bottom w:val="nil"/>
            </w:tcBorders>
            <w:shd w:val="clear" w:color="auto" w:fill="auto"/>
            <w:noWrap/>
          </w:tcPr>
          <w:p w14:paraId="498B706A" w14:textId="77777777" w:rsidR="00912474" w:rsidRPr="00912474" w:rsidRDefault="00912474" w:rsidP="0091247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4"/>
                <w:szCs w:val="4"/>
                <w:lang w:val="es-MX" w:eastAsia="es-MX"/>
              </w:rPr>
            </w:pPr>
          </w:p>
        </w:tc>
      </w:tr>
      <w:tr w:rsidR="00912474" w:rsidRPr="00912474" w14:paraId="7FBCBF48" w14:textId="77777777" w:rsidTr="00912474">
        <w:trPr>
          <w:trHeight w:val="23"/>
          <w:tblHeader/>
        </w:trPr>
        <w:tc>
          <w:tcPr>
            <w:tcW w:w="242" w:type="pct"/>
            <w:vMerge w:val="restart"/>
            <w:tcBorders>
              <w:top w:val="nil"/>
            </w:tcBorders>
            <w:shd w:val="clear" w:color="000000" w:fill="D4C19C"/>
            <w:vAlign w:val="center"/>
            <w:hideMark/>
          </w:tcPr>
          <w:p w14:paraId="77195576" w14:textId="77777777" w:rsidR="00912474" w:rsidRPr="00912474" w:rsidRDefault="00912474" w:rsidP="0091247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Ramo</w:t>
            </w:r>
          </w:p>
        </w:tc>
        <w:tc>
          <w:tcPr>
            <w:tcW w:w="2265" w:type="pct"/>
            <w:vMerge w:val="restart"/>
            <w:tcBorders>
              <w:top w:val="nil"/>
            </w:tcBorders>
            <w:shd w:val="clear" w:color="000000" w:fill="D4C19C"/>
            <w:vAlign w:val="center"/>
            <w:hideMark/>
          </w:tcPr>
          <w:p w14:paraId="21F07C84" w14:textId="77777777" w:rsidR="00912474" w:rsidRPr="00912474" w:rsidRDefault="00912474" w:rsidP="0091247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Descripción</w:t>
            </w:r>
          </w:p>
        </w:tc>
        <w:tc>
          <w:tcPr>
            <w:tcW w:w="2493" w:type="pct"/>
            <w:gridSpan w:val="4"/>
            <w:tcBorders>
              <w:top w:val="nil"/>
              <w:bottom w:val="single" w:sz="4" w:space="0" w:color="FFFFFF" w:themeColor="background1"/>
            </w:tcBorders>
            <w:shd w:val="clear" w:color="000000" w:fill="D4C19C"/>
            <w:noWrap/>
            <w:vAlign w:val="center"/>
            <w:hideMark/>
          </w:tcPr>
          <w:p w14:paraId="21E5961E" w14:textId="77777777" w:rsidR="00912474" w:rsidRPr="00912474" w:rsidRDefault="00912474" w:rsidP="0091247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Avance en el ejercicio del presupuesto 2020</w:t>
            </w:r>
          </w:p>
        </w:tc>
      </w:tr>
      <w:tr w:rsidR="00912474" w:rsidRPr="00912474" w14:paraId="406DF3E3" w14:textId="77777777" w:rsidTr="00435350">
        <w:trPr>
          <w:trHeight w:val="23"/>
          <w:tblHeader/>
        </w:trPr>
        <w:tc>
          <w:tcPr>
            <w:tcW w:w="242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07032AD1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2265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1F8E3891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654" w:type="pct"/>
            <w:vMerge w:val="restart"/>
            <w:tcBorders>
              <w:top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2E1CE5B3" w14:textId="77777777" w:rsidR="00912474" w:rsidRPr="00912474" w:rsidRDefault="00912474" w:rsidP="0091247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 xml:space="preserve">Aprobado </w:t>
            </w:r>
          </w:p>
        </w:tc>
        <w:tc>
          <w:tcPr>
            <w:tcW w:w="654" w:type="pct"/>
            <w:vMerge w:val="restart"/>
            <w:tcBorders>
              <w:top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25A4C165" w14:textId="77777777" w:rsidR="00912474" w:rsidRPr="00912474" w:rsidRDefault="00912474" w:rsidP="0091247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Modificado</w:t>
            </w:r>
          </w:p>
        </w:tc>
        <w:tc>
          <w:tcPr>
            <w:tcW w:w="600" w:type="pct"/>
            <w:vMerge w:val="restart"/>
            <w:tcBorders>
              <w:top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3C9C1077" w14:textId="77777777" w:rsidR="00912474" w:rsidRPr="00912474" w:rsidRDefault="00912474" w:rsidP="0091247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Ejercido</w:t>
            </w:r>
          </w:p>
        </w:tc>
        <w:tc>
          <w:tcPr>
            <w:tcW w:w="585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4A3077BA" w14:textId="77777777" w:rsidR="00912474" w:rsidRPr="00912474" w:rsidRDefault="00912474" w:rsidP="0091247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Porcentaje de avance</w:t>
            </w:r>
          </w:p>
        </w:tc>
      </w:tr>
      <w:tr w:rsidR="00912474" w:rsidRPr="00912474" w14:paraId="0CC036C3" w14:textId="77777777" w:rsidTr="00435350">
        <w:trPr>
          <w:trHeight w:val="23"/>
          <w:tblHeader/>
        </w:trPr>
        <w:tc>
          <w:tcPr>
            <w:tcW w:w="242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553212B8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2265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7D051314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654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46B9D83B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654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62A933E9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600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103961BE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585" w:type="pct"/>
            <w:tcBorders>
              <w:top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04675F50" w14:textId="77777777" w:rsidR="00912474" w:rsidRPr="00912474" w:rsidRDefault="00912474" w:rsidP="0091247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Ejercido / Modificado</w:t>
            </w:r>
          </w:p>
        </w:tc>
      </w:tr>
      <w:tr w:rsidR="00912474" w:rsidRPr="00912474" w14:paraId="303E096C" w14:textId="77777777" w:rsidTr="00912474">
        <w:trPr>
          <w:trHeight w:val="23"/>
          <w:tblHeader/>
        </w:trPr>
        <w:tc>
          <w:tcPr>
            <w:tcW w:w="242" w:type="pct"/>
            <w:vMerge/>
            <w:tcBorders>
              <w:bottom w:val="nil"/>
            </w:tcBorders>
            <w:vAlign w:val="center"/>
            <w:hideMark/>
          </w:tcPr>
          <w:p w14:paraId="4501A13E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2265" w:type="pct"/>
            <w:vMerge/>
            <w:tcBorders>
              <w:bottom w:val="nil"/>
            </w:tcBorders>
            <w:vAlign w:val="center"/>
            <w:hideMark/>
          </w:tcPr>
          <w:p w14:paraId="6A93AF86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654" w:type="pct"/>
            <w:tcBorders>
              <w:bottom w:val="nil"/>
            </w:tcBorders>
            <w:shd w:val="clear" w:color="000000" w:fill="D4C19C"/>
            <w:vAlign w:val="center"/>
            <w:hideMark/>
          </w:tcPr>
          <w:p w14:paraId="3EC18604" w14:textId="77777777" w:rsidR="00912474" w:rsidRPr="00912474" w:rsidRDefault="00912474" w:rsidP="0091247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(a)</w:t>
            </w:r>
          </w:p>
        </w:tc>
        <w:tc>
          <w:tcPr>
            <w:tcW w:w="654" w:type="pct"/>
            <w:tcBorders>
              <w:bottom w:val="nil"/>
            </w:tcBorders>
            <w:shd w:val="clear" w:color="000000" w:fill="D4C19C"/>
            <w:vAlign w:val="center"/>
            <w:hideMark/>
          </w:tcPr>
          <w:p w14:paraId="213F153B" w14:textId="77777777" w:rsidR="00912474" w:rsidRPr="00912474" w:rsidRDefault="00912474" w:rsidP="0091247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(b)</w:t>
            </w:r>
          </w:p>
        </w:tc>
        <w:tc>
          <w:tcPr>
            <w:tcW w:w="600" w:type="pct"/>
            <w:tcBorders>
              <w:bottom w:val="nil"/>
            </w:tcBorders>
            <w:shd w:val="clear" w:color="000000" w:fill="D4C19C"/>
            <w:noWrap/>
            <w:vAlign w:val="center"/>
            <w:hideMark/>
          </w:tcPr>
          <w:p w14:paraId="0C1E40BE" w14:textId="77777777" w:rsidR="00912474" w:rsidRPr="00912474" w:rsidRDefault="00912474" w:rsidP="0091247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(c)</w:t>
            </w:r>
          </w:p>
        </w:tc>
        <w:tc>
          <w:tcPr>
            <w:tcW w:w="585" w:type="pct"/>
            <w:tcBorders>
              <w:bottom w:val="nil"/>
            </w:tcBorders>
            <w:shd w:val="clear" w:color="000000" w:fill="D4C19C"/>
            <w:noWrap/>
            <w:vAlign w:val="center"/>
            <w:hideMark/>
          </w:tcPr>
          <w:p w14:paraId="7FA6775C" w14:textId="77777777" w:rsidR="00912474" w:rsidRPr="00912474" w:rsidRDefault="00912474" w:rsidP="0091247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 xml:space="preserve">(c) / (b) </w:t>
            </w:r>
          </w:p>
        </w:tc>
      </w:tr>
      <w:tr w:rsidR="00912474" w:rsidRPr="00912474" w14:paraId="2173E9EA" w14:textId="77777777" w:rsidTr="00912474">
        <w:trPr>
          <w:trHeight w:val="23"/>
          <w:tblHeader/>
        </w:trPr>
        <w:tc>
          <w:tcPr>
            <w:tcW w:w="242" w:type="pct"/>
            <w:tcBorders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56FC3798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2265" w:type="pct"/>
            <w:tcBorders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24EDA760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654" w:type="pct"/>
            <w:tcBorders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4C3AC998" w14:textId="77777777" w:rsidR="00912474" w:rsidRPr="00912474" w:rsidRDefault="00912474" w:rsidP="0091247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654" w:type="pct"/>
            <w:tcBorders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06549D25" w14:textId="77777777" w:rsidR="00912474" w:rsidRPr="00912474" w:rsidRDefault="00912474" w:rsidP="0091247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600" w:type="pct"/>
            <w:tcBorders>
              <w:bottom w:val="single" w:sz="12" w:space="0" w:color="7F7F7F" w:themeColor="text1" w:themeTint="80"/>
            </w:tcBorders>
            <w:shd w:val="clear" w:color="auto" w:fill="auto"/>
            <w:noWrap/>
            <w:vAlign w:val="center"/>
          </w:tcPr>
          <w:p w14:paraId="771D4E82" w14:textId="77777777" w:rsidR="00912474" w:rsidRPr="00912474" w:rsidRDefault="00912474" w:rsidP="0091247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585" w:type="pct"/>
            <w:tcBorders>
              <w:bottom w:val="single" w:sz="12" w:space="0" w:color="7F7F7F" w:themeColor="text1" w:themeTint="80"/>
            </w:tcBorders>
            <w:shd w:val="clear" w:color="auto" w:fill="auto"/>
            <w:noWrap/>
            <w:vAlign w:val="center"/>
          </w:tcPr>
          <w:p w14:paraId="3A59C8AA" w14:textId="77777777" w:rsidR="00912474" w:rsidRPr="00912474" w:rsidRDefault="00912474" w:rsidP="0091247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</w:tr>
      <w:tr w:rsidR="00912474" w:rsidRPr="00912474" w14:paraId="04C5757A" w14:textId="77777777" w:rsidTr="00912474">
        <w:trPr>
          <w:trHeight w:val="23"/>
          <w:tblHeader/>
        </w:trPr>
        <w:tc>
          <w:tcPr>
            <w:tcW w:w="242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76E18CC6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2265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45E26ECE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654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1AC1BDD0" w14:textId="77777777" w:rsidR="00912474" w:rsidRPr="00912474" w:rsidRDefault="00912474" w:rsidP="0091247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654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159B9A66" w14:textId="77777777" w:rsidR="00912474" w:rsidRPr="00912474" w:rsidRDefault="00912474" w:rsidP="0091247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600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auto"/>
            <w:noWrap/>
            <w:vAlign w:val="center"/>
          </w:tcPr>
          <w:p w14:paraId="0D7EF9A0" w14:textId="77777777" w:rsidR="00912474" w:rsidRPr="00912474" w:rsidRDefault="00912474" w:rsidP="0091247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585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auto"/>
            <w:noWrap/>
            <w:vAlign w:val="center"/>
          </w:tcPr>
          <w:p w14:paraId="5B3B15F0" w14:textId="77777777" w:rsidR="00912474" w:rsidRPr="00912474" w:rsidRDefault="00912474" w:rsidP="0091247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</w:tr>
      <w:tr w:rsidR="00912474" w:rsidRPr="00912474" w14:paraId="4BA3C371" w14:textId="77777777" w:rsidTr="00912474">
        <w:trPr>
          <w:trHeight w:val="23"/>
        </w:trPr>
        <w:tc>
          <w:tcPr>
            <w:tcW w:w="242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26388245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Total</w:t>
            </w:r>
          </w:p>
        </w:tc>
        <w:tc>
          <w:tcPr>
            <w:tcW w:w="2265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60EA4657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</w:p>
        </w:tc>
        <w:tc>
          <w:tcPr>
            <w:tcW w:w="654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1699571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98,724,407,384</w:t>
            </w:r>
          </w:p>
        </w:tc>
        <w:tc>
          <w:tcPr>
            <w:tcW w:w="654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13ADEA6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102,133,491,062</w:t>
            </w:r>
          </w:p>
        </w:tc>
        <w:tc>
          <w:tcPr>
            <w:tcW w:w="600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1205AF2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98,245,939,710</w:t>
            </w:r>
          </w:p>
        </w:tc>
        <w:tc>
          <w:tcPr>
            <w:tcW w:w="585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7F1E620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96.2</w:t>
            </w:r>
          </w:p>
        </w:tc>
      </w:tr>
      <w:tr w:rsidR="00912474" w:rsidRPr="00912474" w14:paraId="105C81DF" w14:textId="77777777" w:rsidTr="00912474">
        <w:trPr>
          <w:trHeight w:val="23"/>
        </w:trPr>
        <w:tc>
          <w:tcPr>
            <w:tcW w:w="2507" w:type="pct"/>
            <w:gridSpan w:val="2"/>
            <w:shd w:val="clear" w:color="auto" w:fill="F2F2F2" w:themeFill="background1" w:themeFillShade="F2"/>
            <w:noWrap/>
            <w:hideMark/>
          </w:tcPr>
          <w:p w14:paraId="648DADAD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05 Relaciones Exteriores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2A4CA7B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5,300,000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59CA86C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5,208,911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49A1205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5,208,911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45635FB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7B68B4BC" w14:textId="77777777" w:rsidTr="00912474">
        <w:trPr>
          <w:trHeight w:val="23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47EF01EE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3729F0F6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Agencia Mexicana de Cooperación Internacional para el Desarrollo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5F0DDD9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5,300,000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31FBBE7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5,208,911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21C7447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5,208,911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749B0DA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6EF31802" w14:textId="77777777" w:rsidTr="00912474">
        <w:trPr>
          <w:trHeight w:val="23"/>
        </w:trPr>
        <w:tc>
          <w:tcPr>
            <w:tcW w:w="2507" w:type="pct"/>
            <w:gridSpan w:val="2"/>
            <w:shd w:val="clear" w:color="auto" w:fill="F2F2F2" w:themeFill="background1" w:themeFillShade="F2"/>
            <w:noWrap/>
            <w:hideMark/>
          </w:tcPr>
          <w:p w14:paraId="7AEA791E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08 Agricultura y Desarrollo Rural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1035789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5,702,333,389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6E60536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5,643,382,616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006D989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5,471,760,062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0784065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97.0</w:t>
            </w:r>
          </w:p>
        </w:tc>
      </w:tr>
      <w:tr w:rsidR="00912474" w:rsidRPr="00912474" w14:paraId="69AB902F" w14:textId="77777777" w:rsidTr="00912474">
        <w:trPr>
          <w:trHeight w:val="23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7EECEE1C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6277A7A0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Coordinación General de Ganadería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23667DE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811,361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2DF95D3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648,609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5279CD5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648,609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25C74B9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78554740" w14:textId="77777777" w:rsidTr="00912474">
        <w:trPr>
          <w:trHeight w:val="23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75C73AFB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772E9C34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Universidad Autónoma Chapingo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522B5BD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2,858,655,565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646E548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2,950,783,831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77AE166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2,950,783,831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6C9DAF2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722C92B1" w14:textId="77777777" w:rsidTr="00912474">
        <w:trPr>
          <w:trHeight w:val="23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7A9B6B97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377B7E1C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Colegio Superior Agropecuario del Estado de Guerrero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17A1D49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875,797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36644A5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633,235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4085B88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633,235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6504548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5CD78392" w14:textId="77777777" w:rsidTr="00912474">
        <w:trPr>
          <w:trHeight w:val="23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3304789A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4D937FCA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Colegio de Postgraduados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2E9A4C0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1,286,555,004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7063E56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1,217,501,084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4365D04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1,217,501,084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33F5194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2E1D40EF" w14:textId="77777777" w:rsidTr="00912474">
        <w:trPr>
          <w:trHeight w:val="23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52DF5C84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5DED240B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Instituto Nacional de Investigaciones Forestales, Agrícolas y Pecuarias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6D8CB00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1,555,435,662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494919C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1,473,815,856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146F24F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1,302,193,302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06E8DAC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88.4</w:t>
            </w:r>
          </w:p>
        </w:tc>
      </w:tr>
      <w:tr w:rsidR="00912474" w:rsidRPr="00912474" w14:paraId="40D49584" w14:textId="77777777" w:rsidTr="00912474">
        <w:trPr>
          <w:trHeight w:val="23"/>
        </w:trPr>
        <w:tc>
          <w:tcPr>
            <w:tcW w:w="2507" w:type="pct"/>
            <w:gridSpan w:val="2"/>
            <w:shd w:val="clear" w:color="auto" w:fill="F2F2F2" w:themeFill="background1" w:themeFillShade="F2"/>
            <w:noWrap/>
            <w:hideMark/>
          </w:tcPr>
          <w:p w14:paraId="3350DF5A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09 Comunicaciones y Transportes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409540F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203,559,273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38E9D8D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185,408,868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7E31524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185,408,868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452F40C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707D2F29" w14:textId="77777777" w:rsidTr="00912474">
        <w:trPr>
          <w:trHeight w:val="23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3678BB86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50BEE3F6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Instituto Mexicano del Transporte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463C3DD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135,933,923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101E3DE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134,338,068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733968A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134,338,068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7C70050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7B143B60" w14:textId="77777777" w:rsidTr="00912474">
        <w:trPr>
          <w:trHeight w:val="23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0D872777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1501C58B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Agencia Espacial Mexicana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000419A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67,625,350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3858B8F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51,070,801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3EBCB66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51,070,801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68AE202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33FFFBCC" w14:textId="77777777" w:rsidTr="00912474">
        <w:trPr>
          <w:trHeight w:val="23"/>
        </w:trPr>
        <w:tc>
          <w:tcPr>
            <w:tcW w:w="2507" w:type="pct"/>
            <w:gridSpan w:val="2"/>
            <w:shd w:val="clear" w:color="auto" w:fill="F2F2F2" w:themeFill="background1" w:themeFillShade="F2"/>
            <w:noWrap/>
            <w:hideMark/>
          </w:tcPr>
          <w:p w14:paraId="5236CF74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 Economía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1BC17F7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1,595,297,585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6943C86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1,246,784,434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686BFEE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1,024,201,626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121E6B1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82.1</w:t>
            </w:r>
          </w:p>
        </w:tc>
      </w:tr>
      <w:tr w:rsidR="00912474" w:rsidRPr="00912474" w14:paraId="4B98EF00" w14:textId="77777777" w:rsidTr="00912474">
        <w:trPr>
          <w:trHeight w:val="23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7E6B86CA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7E1EF0BC" w14:textId="77777777" w:rsidR="00912474" w:rsidRPr="00912474" w:rsidRDefault="00912474" w:rsidP="001F3D6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 xml:space="preserve">Dirección General de Innovación, Servicios y Comercio Interior </w:t>
            </w:r>
            <w:r w:rsidRPr="001F3D6F">
              <w:rPr>
                <w:rFonts w:ascii="Montserrat" w:eastAsia="Times New Roman" w:hAnsi="Montserrat" w:cs="Calibri"/>
                <w:bCs/>
                <w:sz w:val="15"/>
                <w:szCs w:val="15"/>
                <w:vertAlign w:val="superscript"/>
                <w:lang w:val="es-MX" w:eastAsia="es-MX"/>
              </w:rPr>
              <w:t>1/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0406582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175,000,000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0270B3C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38AC8F9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4F0D483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n.a.</w:t>
            </w:r>
          </w:p>
        </w:tc>
      </w:tr>
      <w:tr w:rsidR="00912474" w:rsidRPr="00912474" w14:paraId="1FE11E41" w14:textId="77777777" w:rsidTr="00912474">
        <w:trPr>
          <w:trHeight w:val="23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4515BE99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6E3DC720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Unidad de Desarrollo Productivo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530D04C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357CD40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10DE0D6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31B5A0A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n.a.</w:t>
            </w:r>
          </w:p>
        </w:tc>
      </w:tr>
      <w:tr w:rsidR="00912474" w:rsidRPr="00912474" w14:paraId="60DF6069" w14:textId="77777777" w:rsidTr="00912474">
        <w:trPr>
          <w:trHeight w:val="23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1A52798F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690E2389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Insti</w:t>
            </w:r>
            <w:r w:rsidR="001F3D6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 xml:space="preserve">tuto Nacional del Emprendedor </w:t>
            </w:r>
            <w:r w:rsidRPr="001F3D6F">
              <w:rPr>
                <w:rFonts w:ascii="Montserrat" w:eastAsia="Times New Roman" w:hAnsi="Montserrat" w:cs="Calibri"/>
                <w:bCs/>
                <w:sz w:val="15"/>
                <w:szCs w:val="15"/>
                <w:vertAlign w:val="superscript"/>
                <w:lang w:val="es-MX" w:eastAsia="es-MX"/>
              </w:rPr>
              <w:t>2/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5E762EA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24,500,000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76E8045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3DFAA73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53EDB25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n.a.</w:t>
            </w:r>
          </w:p>
        </w:tc>
      </w:tr>
      <w:tr w:rsidR="00912474" w:rsidRPr="00912474" w14:paraId="0C1FFEFA" w14:textId="77777777" w:rsidTr="00912474">
        <w:trPr>
          <w:trHeight w:val="23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74828DCF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4F872D18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Centro Nacional de Metrología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0FD9C4F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238,984,824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30660A0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234,136,344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559A8CC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211,402,199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25175B8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90.3</w:t>
            </w:r>
          </w:p>
        </w:tc>
      </w:tr>
      <w:tr w:rsidR="00912474" w:rsidRPr="00912474" w14:paraId="6E9BF819" w14:textId="77777777" w:rsidTr="00912474">
        <w:trPr>
          <w:trHeight w:val="23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42856CA0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13A50B9F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Instituto Mexicano de la Propiedad Industrial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3DBB8FE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202,740,835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5F8C732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184,003,109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2A2A57A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150,319,446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3571ECF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81.7</w:t>
            </w:r>
          </w:p>
        </w:tc>
      </w:tr>
      <w:tr w:rsidR="00912474" w:rsidRPr="00912474" w14:paraId="4ED1FF77" w14:textId="77777777" w:rsidTr="00912474">
        <w:trPr>
          <w:trHeight w:val="23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7089BE68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6F5A8833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Procuraduría Federal del Consumidor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7F28066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4,241,120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3D8BBE8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3,824,960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3519BBD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3,506,487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37478BF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91.7</w:t>
            </w:r>
          </w:p>
        </w:tc>
      </w:tr>
      <w:tr w:rsidR="00912474" w:rsidRPr="00912474" w14:paraId="06CC5236" w14:textId="77777777" w:rsidTr="00912474">
        <w:trPr>
          <w:trHeight w:val="23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6942458E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2E7343CF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Servicio Geológico Mexicano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16FD334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949,830,806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0AA4941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824,820,021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66D20EC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658,973,495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238D824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79.9</w:t>
            </w:r>
          </w:p>
        </w:tc>
      </w:tr>
      <w:tr w:rsidR="00912474" w:rsidRPr="00912474" w14:paraId="364E15B7" w14:textId="77777777" w:rsidTr="00912474">
        <w:trPr>
          <w:trHeight w:val="23"/>
        </w:trPr>
        <w:tc>
          <w:tcPr>
            <w:tcW w:w="2507" w:type="pct"/>
            <w:gridSpan w:val="2"/>
            <w:shd w:val="clear" w:color="auto" w:fill="F2F2F2" w:themeFill="background1" w:themeFillShade="F2"/>
            <w:noWrap/>
            <w:hideMark/>
          </w:tcPr>
          <w:p w14:paraId="677AA8B9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11 Educación Pública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67A7A98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42,162,437,509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261EB41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43,729,575,887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02EEFA3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42,585,434,675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250119F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97.4</w:t>
            </w:r>
          </w:p>
        </w:tc>
      </w:tr>
      <w:tr w:rsidR="00912474" w:rsidRPr="00912474" w14:paraId="2B6B351B" w14:textId="77777777" w:rsidTr="00912474">
        <w:trPr>
          <w:trHeight w:val="23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6CA3D70F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647E4286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Dirección General de Educación Superior Universitaria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5ACAF40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8,049,011,214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3701B41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8,350,791,970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5766017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8,350,791,970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7F52ED6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02602897" w14:textId="77777777" w:rsidTr="00912474">
        <w:trPr>
          <w:trHeight w:val="23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4AE123CD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3A2744E4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Coordinación General de Universidades Tecnológicas y Politécnicas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0F8ABB5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666,050,090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5842C52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685,869,947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1491AE3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685,869,947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33D4B63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69A23AC4" w14:textId="77777777" w:rsidTr="00912474">
        <w:trPr>
          <w:trHeight w:val="23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3E01E7F2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6A2C0681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Subsecretaría de Educación Media Superior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360280A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2,300,818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190EF8F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790,515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6E72C5B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790,515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44180C7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0FC7378D" w14:textId="77777777" w:rsidTr="00912474">
        <w:trPr>
          <w:trHeight w:val="23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0FB56ABD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3DCC9FF7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Unidad de Educación Media Superior Tecnológica Industrial y de Servicios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6E218F4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1,658,055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1881D09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378,555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472BDCD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378,555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78C3EF7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770B7AFE" w14:textId="77777777" w:rsidTr="00912474">
        <w:trPr>
          <w:trHeight w:val="23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68AAC50E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7A56AA0F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Universidad Pedagógica Nacional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69C70AF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105,860,977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13FBA56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108,031,308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38044E4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108,031,308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183CFEE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394D04D1" w14:textId="77777777" w:rsidTr="00912474">
        <w:trPr>
          <w:trHeight w:val="23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0E7A6062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07D037B1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Universidad Autónoma Metropolitana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59F53B9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3,438,530,408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2FFC1C3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3,371,263,491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75D28C2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3,371,263,491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29583DF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29BA1DE9" w14:textId="77777777" w:rsidTr="00912474">
        <w:trPr>
          <w:trHeight w:val="23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5ABE9D97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5DB097A0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Universidad Nacional Autónoma de México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5AB5B2E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14,544,919,587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079E648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14,782,864,981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6284340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14,198,911,909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04CC392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96.0</w:t>
            </w:r>
          </w:p>
        </w:tc>
      </w:tr>
      <w:tr w:rsidR="00912474" w:rsidRPr="00912474" w14:paraId="086717DF" w14:textId="77777777" w:rsidTr="00912474">
        <w:trPr>
          <w:trHeight w:val="23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641A2DB6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5B58968D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Instituto Politécnico Nacional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70948D9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4,362,211,241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0E08C90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4,172,707,016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0215C07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4,172,707,016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1785F07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1BC529C1" w14:textId="77777777" w:rsidTr="00912474">
        <w:trPr>
          <w:trHeight w:val="23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760B7C2F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31A7FD6D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Universidad Abierta y a Distancia de México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14B21D3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17,743,331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10184A1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31,283,835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0EDEE5D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31,283,835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182342C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6F66D736" w14:textId="77777777" w:rsidTr="00912474">
        <w:trPr>
          <w:trHeight w:val="23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75DF8EB4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1C727512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Centro de Enseñanza Técnica Industrial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6E01F9B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21,261,401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5CD6F5C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20,763,509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3DA04BA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20,763,509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4984315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549E2C3F" w14:textId="77777777" w:rsidTr="00912474">
        <w:trPr>
          <w:trHeight w:val="23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575B1A51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5D0D7E40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Centro de Investigación y de Estudios Avanzados del Instituto Politécnico Nacional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69B13B8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3,146,099,348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4F44D76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3,312,282,554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1F08307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2,812,192,379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1838C30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84.9</w:t>
            </w:r>
          </w:p>
        </w:tc>
      </w:tr>
      <w:tr w:rsidR="00912474" w:rsidRPr="00912474" w14:paraId="38CE6C44" w14:textId="77777777" w:rsidTr="00912474">
        <w:trPr>
          <w:trHeight w:val="23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531444C7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4B9F629B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Comisión de Operación y Fomento de Actividades Académicas del Instituto Politécnico Nacional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3C96A5C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194,738,583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7A61C7F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116,068,663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144102F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116,068,663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1D1B3BB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3A72134F" w14:textId="77777777" w:rsidTr="00912474">
        <w:trPr>
          <w:trHeight w:val="23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621C3A8D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6FFF28DC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El Colegio de México, A.C.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2ACF608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705,249,320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70B613F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807,063,622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1428180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748,145,914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612DF08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92.7</w:t>
            </w:r>
          </w:p>
        </w:tc>
      </w:tr>
      <w:tr w:rsidR="00912474" w:rsidRPr="00912474" w14:paraId="0631650B" w14:textId="77777777" w:rsidTr="00912474">
        <w:trPr>
          <w:trHeight w:val="23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455B9F7B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67020D18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Tecnológico Nacional de México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54BD42A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5,843,390,503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7BB236C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6,684,483,258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7EECB97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6,684,107,744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5A944BE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57C23475" w14:textId="77777777" w:rsidTr="00912474">
        <w:trPr>
          <w:trHeight w:val="23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2FFE1556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418562E0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Organismo Coordinador de las Universidades para el Bienestar Benito Juárez García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352F150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98,741,319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6A46655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98,629,182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29AB86F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98,629,182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3466687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54A5778A" w14:textId="77777777" w:rsidTr="00912474">
        <w:trPr>
          <w:trHeight w:val="23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5063522E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0D549B36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Universidad Autónoma Agraria Antonio Narro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01D31AB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964,671,313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1AB3DB5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1,186,303,482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00F310D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1,185,498,740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07DA16B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99.9</w:t>
            </w:r>
          </w:p>
        </w:tc>
      </w:tr>
      <w:tr w:rsidR="00912474" w:rsidRPr="00912474" w14:paraId="4E4C37B0" w14:textId="77777777" w:rsidTr="00912474">
        <w:trPr>
          <w:trHeight w:val="23"/>
        </w:trPr>
        <w:tc>
          <w:tcPr>
            <w:tcW w:w="2507" w:type="pct"/>
            <w:gridSpan w:val="2"/>
            <w:shd w:val="clear" w:color="auto" w:fill="F2F2F2" w:themeFill="background1" w:themeFillShade="F2"/>
            <w:noWrap/>
            <w:hideMark/>
          </w:tcPr>
          <w:p w14:paraId="6AE7DC68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12 Salud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5BFF804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7,289,323,036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73E8553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6,748,813,934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3319244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6,748,813,934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6690710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6BFB2DF0" w14:textId="77777777" w:rsidTr="00912474">
        <w:trPr>
          <w:trHeight w:val="23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5D012C3C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110AD6B6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Comisión Coordinadora de Institutos Nacionales de Salud y Hospitales de Alta Especialidad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67DBC09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510,322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7478045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437,869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3B4C8E1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437,869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02F429F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3FEE6478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1E1E5364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lastRenderedPageBreak/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0C71EFD5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Dirección General de Calidad y Educación en Salud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0A0A835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3,153,603,667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505C721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2,816,961,539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0592015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2,816,961,539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4D4A8C1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04421C15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379115F4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5403FA9F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Centro Regional de Alta Especialidad de Chiapas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37B27C7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12,171,800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555D4E0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5,221,608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77880F6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5,221,608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39C2E11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19406CA7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773BF43E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5215EB94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Instituto Nacional de Psiquiatría Ramón de la Fuente Muñiz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2DFB6CC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155,141,176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2187CF6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171,912,755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722B769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171,912,755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0872054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05E25E9E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5794F492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08775DD5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Centros de Integración Juvenil, A.C.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6657713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27,085,771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439F5E1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19,686,249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53E87B2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19,686,249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18C9843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20CA5BAA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58549A0E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40A6EFF1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Servicios de Atención Psiquiátrica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5F4FB6C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344,398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102311E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344,233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2C71EA0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344,233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292C3A6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3C2786AE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0E2B4A19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2DC6638B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Hospital Juárez de México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2EE5A9C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220,691,878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3BAE3E4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231,286,264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269842F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231,286,264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3A4D223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18783880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5366991A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220C56C2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Hospital General "Dr. Manuel Gea González"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4E6921E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106,249,962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3247459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112,807,756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73453FB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112,807,756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42AA407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218F5087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571C5878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757AE8DB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Hospital General de México "Dr. Eduardo Liceaga"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0743FDA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268,181,185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5667300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177,303,159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4FA9A0F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177,303,159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3991985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6BA5F7B5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1211009F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3151825E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Hospital Infantil de México Federico Gómez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1F03293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226,097,378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5751E1E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253,688,138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7B532A9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253,688,138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4096938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78E2784A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591CC2E7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3F6E0457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Hospital Regional de Alta Especialidad del Bajío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7AA9511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11,509,162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4C982D1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9,214,679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050636C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9,214,679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5A6F3F7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51C85772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232DBAB3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2C603CC5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Hospital Regional de Alta Especialidad de Oaxaca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03081FF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4,536,785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69BE3A3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4,041,082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41CD204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4,041,082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755B7C9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4A1E8605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0DCF841D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6D0BFBE3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Hospital Regional de Alta Especialidad de la Península de Yucatán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7FCB2BD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128,290,161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305F065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126,501,197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4882387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126,501,197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46BC8A9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7966688C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1008579E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2B160E29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Hospital Regional de Alta Especialidad de Ciudad Victoria "Bicentenario 2010"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0829F27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4,292,033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4C489D1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2,332,239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18BE987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2,332,239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62EB569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6DAD2945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68C5C6CE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0668C819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Hospital Regional de Alta Especialidad de Ixtapaluca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7CD112D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8,211,052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7BCC9EF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7,035,222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73FA5F7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7,035,222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672E137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1E3FCEA6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27153DFE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74F811E9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Instituto Nacional de Cancerología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6BD4134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197,307,939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41F4598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165,145,910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561BFFB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165,145,910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0B2ED22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6DC2AEEC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10E7728D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1A224033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Instituto Nacional de Cardiología Ignacio Chávez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2F05A81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236,632,369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070F343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263,113,638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6D53912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263,113,638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39F4573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4CB50C72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60BD7AAF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60187B97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Instituto Nacional de Enfermedades Respiratorias Ismael Cosío Villegas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264A3EE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271,225,669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095BDEB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276,582,897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247CC2B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276,582,897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6145C57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796394DC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58AB3D51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3C5C2657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Instituto Nacional de Geriatría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3637B03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50,506,787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1171362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63,514,674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3F376B2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63,514,674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4C15BF9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137416F0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7C52C50A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0E5DFA0F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Instituto Nacional de Ciencias Médicas y Nutrición Salvador Zubirán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464EDAC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468,527,342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5A2CE40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416,778,296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0733EC0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416,778,296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6DF2B76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57C49166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67A0A12B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1853E05D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Instituto Nacional de Medicina Genómica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64D31F4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189,236,251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126402A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224,083,631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21C6469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224,083,631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4E8ECFB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2D4C61B2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2B0AED0B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5D34838E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Instituto Nacional de Neurología y Neurocirugía Manuel Velasco Suárez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42A7C02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132,743,990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388311F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123,880,788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17546E3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123,880,788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1D14429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7C60ED6F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664CA947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2606EACD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Instituto Nacional de Pediatría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726A846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269,771,576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7B672E2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290,958,817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40625F0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290,958,817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18E3F5F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093D9D50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2D81A533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61AB6254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Instituto Nacional de Perinatología Isidro Espinosa de los Reyes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06E8115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244,129,728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0FED6AB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228,591,473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2223552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228,591,473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4086AA3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6C337E36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1BC8AD8D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7CB6C97E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Instituto Nacional de Rehabilitación Luis Guillermo Ibarra Ibarra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0B5CEDB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164,166,782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07188AE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163,260,724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5396933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163,260,724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5299AA9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05EFD607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0E7DBF67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0924878C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Instituto Nacional de Salud Pública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5970B10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651,188,762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5343D84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513,289,263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6CCCA58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513,289,263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01F743C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6ED46CA3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5CF28EE1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60603162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Laboratorios de Biológicos y Reactivos de México, S.A. de C.V.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65535D7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28,417,516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4A36329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21,780,451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1C3EBA5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21,780,451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2D7EA6D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5F0FA0EA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665888D2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6D85D7CC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Sistema Nacional para el Desarrollo Integral de la Familia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42B4A27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58,551,595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26C8DAA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59,059,381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0278764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59,059,381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625E848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3A520C31" w14:textId="77777777" w:rsidTr="00912474">
        <w:trPr>
          <w:trHeight w:val="187"/>
        </w:trPr>
        <w:tc>
          <w:tcPr>
            <w:tcW w:w="2507" w:type="pct"/>
            <w:gridSpan w:val="2"/>
            <w:shd w:val="clear" w:color="auto" w:fill="F2F2F2" w:themeFill="background1" w:themeFillShade="F2"/>
            <w:noWrap/>
            <w:hideMark/>
          </w:tcPr>
          <w:p w14:paraId="759D085F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13 Marina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24571CC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14,700,000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3CF79FF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14,700,000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02BF830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14,700,000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08121F9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1CBE7D82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78AA90B3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427E1CF0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Dirección General de Investigación y Desarrollo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7B28EB0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14,700,000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6BCDE64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14,700,000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55071CC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14,700,000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0CE733E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41747E7E" w14:textId="77777777" w:rsidTr="00912474">
        <w:trPr>
          <w:trHeight w:val="187"/>
        </w:trPr>
        <w:tc>
          <w:tcPr>
            <w:tcW w:w="2507" w:type="pct"/>
            <w:gridSpan w:val="2"/>
            <w:shd w:val="clear" w:color="auto" w:fill="F2F2F2" w:themeFill="background1" w:themeFillShade="F2"/>
            <w:noWrap/>
            <w:hideMark/>
          </w:tcPr>
          <w:p w14:paraId="52E1A93C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16 Medio Ambiente y Recursos Naturales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362647C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582,997,568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759D579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547,256,404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3037219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418,842,770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4E0F712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76.5</w:t>
            </w:r>
          </w:p>
        </w:tc>
      </w:tr>
      <w:tr w:rsidR="00912474" w:rsidRPr="00912474" w14:paraId="1EBCDFC8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2D2590C0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152EDB96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Instituto Me</w:t>
            </w:r>
            <w:r w:rsidR="001F3D6F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 xml:space="preserve">xicano de Tecnología del Agua </w:t>
            </w:r>
            <w:r w:rsidRPr="001F3D6F">
              <w:rPr>
                <w:rFonts w:ascii="Montserrat" w:eastAsia="Times New Roman" w:hAnsi="Montserrat" w:cs="Calibri"/>
                <w:bCs/>
                <w:color w:val="000000"/>
                <w:sz w:val="15"/>
                <w:szCs w:val="15"/>
                <w:vertAlign w:val="superscript"/>
                <w:lang w:val="es-MX" w:eastAsia="es-MX"/>
              </w:rPr>
              <w:t>3/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41AAC80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404,976,453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4FC9B4A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395,188,429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08233B6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266,774,795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4AAB0A7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67.5</w:t>
            </w:r>
          </w:p>
        </w:tc>
      </w:tr>
      <w:tr w:rsidR="00912474" w:rsidRPr="00912474" w14:paraId="61E70E26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4EE1B4C0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43E01353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Instituto Nacional de Ecología y Cambio Climático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06522E5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178,021,115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19C9B67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152,067,974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6A6A102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152,067,974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01F9A97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3BD3E85C" w14:textId="77777777" w:rsidTr="00912474">
        <w:trPr>
          <w:trHeight w:val="187"/>
        </w:trPr>
        <w:tc>
          <w:tcPr>
            <w:tcW w:w="2507" w:type="pct"/>
            <w:gridSpan w:val="2"/>
            <w:shd w:val="clear" w:color="auto" w:fill="F2F2F2" w:themeFill="background1" w:themeFillShade="F2"/>
            <w:noWrap/>
            <w:hideMark/>
          </w:tcPr>
          <w:p w14:paraId="7816B26D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18 Energía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19C802A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6,663,765,524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291A684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9,629,967,826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7520558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7,426,047,511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747EB43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77.1</w:t>
            </w:r>
          </w:p>
        </w:tc>
      </w:tr>
      <w:tr w:rsidR="00912474" w:rsidRPr="00912474" w14:paraId="43BA4537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4B85F78C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6D76A5CD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Dirección General de Planeación e Información Energéticas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7BC3918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18B38D3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2,280,707,293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3B3E2DD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2,280,707,293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5B721C7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126D7D6C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5BFE15DC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3D9992AE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Instituto Nacional de Electricidad y Energías Limpias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479CFD6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999,042,468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6CB2D46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812,340,074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238B47C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697,688,193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314DD83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85.9</w:t>
            </w:r>
          </w:p>
        </w:tc>
      </w:tr>
      <w:tr w:rsidR="00912474" w:rsidRPr="00912474" w14:paraId="2B64BACC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0D7142DF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4D1F260D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In</w:t>
            </w:r>
            <w:r w:rsidR="001F3D6F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 xml:space="preserve">stituto Mexicano del Petróleo </w:t>
            </w:r>
            <w:r w:rsidRPr="001F3D6F">
              <w:rPr>
                <w:rFonts w:ascii="Montserrat" w:eastAsia="Times New Roman" w:hAnsi="Montserrat" w:cs="Calibri"/>
                <w:bCs/>
                <w:color w:val="000000"/>
                <w:sz w:val="15"/>
                <w:szCs w:val="15"/>
                <w:vertAlign w:val="superscript"/>
                <w:lang w:val="es-MX" w:eastAsia="es-MX"/>
              </w:rPr>
              <w:t>4/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3F038DA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4,758,329,281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065EEE3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5,642,183,751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02E612B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3,552,915,317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4F69DD8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63.0</w:t>
            </w:r>
          </w:p>
        </w:tc>
      </w:tr>
      <w:tr w:rsidR="00912474" w:rsidRPr="00912474" w14:paraId="32F4A703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525EEF69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1F137E0A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Instituto Nacional de Investigaciones Nucleares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49D718E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906,393,775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5BE2420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894,736,708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120B318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894,736,708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5276CF1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113CC622" w14:textId="77777777" w:rsidTr="00912474">
        <w:trPr>
          <w:trHeight w:val="187"/>
        </w:trPr>
        <w:tc>
          <w:tcPr>
            <w:tcW w:w="2507" w:type="pct"/>
            <w:gridSpan w:val="2"/>
            <w:shd w:val="clear" w:color="auto" w:fill="F2F2F2" w:themeFill="background1" w:themeFillShade="F2"/>
            <w:noWrap/>
            <w:hideMark/>
          </w:tcPr>
          <w:p w14:paraId="6EB7F441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21 Turismo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22225D7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18,853,976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1B68A82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14,613,221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1908893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14,613,221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7783AAC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32145679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6389AE70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33F5DF59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Instituto de Competitividad Turística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7A8618F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18,853,976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0577DDE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14,613,221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628970B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14,613,221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4DB4F47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3E2D5BBC" w14:textId="77777777" w:rsidTr="00912474">
        <w:trPr>
          <w:trHeight w:val="187"/>
        </w:trPr>
        <w:tc>
          <w:tcPr>
            <w:tcW w:w="2507" w:type="pct"/>
            <w:gridSpan w:val="2"/>
            <w:shd w:val="clear" w:color="auto" w:fill="F2F2F2" w:themeFill="background1" w:themeFillShade="F2"/>
            <w:noWrap/>
            <w:hideMark/>
          </w:tcPr>
          <w:p w14:paraId="51462B7C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23 Provisiones Salariales y Económicas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0BFF117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2,683,200,000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534E88E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06E7E5D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0969E2C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n.a.</w:t>
            </w:r>
          </w:p>
        </w:tc>
      </w:tr>
      <w:tr w:rsidR="00912474" w:rsidRPr="00912474" w14:paraId="428394C2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6D250FAA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41D6DAD4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 xml:space="preserve">Unidad de Política y Control Presupuestario </w:t>
            </w:r>
            <w:r w:rsidRPr="001F3D6F">
              <w:rPr>
                <w:rFonts w:ascii="Montserrat" w:eastAsia="Times New Roman" w:hAnsi="Montserrat" w:cs="Calibri"/>
                <w:bCs/>
                <w:color w:val="000000"/>
                <w:sz w:val="15"/>
                <w:szCs w:val="15"/>
                <w:vertAlign w:val="superscript"/>
                <w:lang w:val="es-MX" w:eastAsia="es-MX"/>
              </w:rPr>
              <w:t>5/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6A95CA6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2,683,200,000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0F82FE5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2F64A53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4323767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n.a.</w:t>
            </w:r>
          </w:p>
        </w:tc>
      </w:tr>
      <w:tr w:rsidR="00912474" w:rsidRPr="00912474" w14:paraId="09AAC2EB" w14:textId="77777777" w:rsidTr="00912474">
        <w:trPr>
          <w:trHeight w:val="187"/>
        </w:trPr>
        <w:tc>
          <w:tcPr>
            <w:tcW w:w="2507" w:type="pct"/>
            <w:gridSpan w:val="2"/>
            <w:shd w:val="clear" w:color="auto" w:fill="F2F2F2" w:themeFill="background1" w:themeFillShade="F2"/>
            <w:noWrap/>
            <w:hideMark/>
          </w:tcPr>
          <w:p w14:paraId="4CEEA9CC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lastRenderedPageBreak/>
              <w:t>36 Seguridad y Protección Ciudadana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7AF4D05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68,235,322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1CE9CCF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58,509,778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5069B3B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58,509,778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021F667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36B80FFA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7704631F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7E5BA478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Centro Nacional de Prevención de Desastres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1CC1893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68,235,322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47B9623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58,509,778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2DFA898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58,509,778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7F7B42A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31218756" w14:textId="77777777" w:rsidTr="00912474">
        <w:trPr>
          <w:trHeight w:val="187"/>
        </w:trPr>
        <w:tc>
          <w:tcPr>
            <w:tcW w:w="2507" w:type="pct"/>
            <w:gridSpan w:val="2"/>
            <w:shd w:val="clear" w:color="auto" w:fill="F2F2F2" w:themeFill="background1" w:themeFillShade="F2"/>
            <w:noWrap/>
            <w:hideMark/>
          </w:tcPr>
          <w:p w14:paraId="4E49BC77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38 Consejo Nacional de Ciencia y Tecnología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7DD0087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29,203,178,393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30E23C1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29,255,412,081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7227028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29,252,912,081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5D98271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766892BC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6E51B51F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4F9E6005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Centro de Investigación en Ciencias de Información Geoespacial, A.C.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09D6801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66,573,239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04FD289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65,878,148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7F0AAC6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65,878,148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5783CD5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4F121193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24D22F3C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2E6ACADE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Centro de Investigación en Matemáticas, A.C.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51F577B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210,568,814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50FEBC3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206,254,401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578752C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206,254,401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7D80BE5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56CC20DB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033920D4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41AD121F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Centro de Investigación en Materiales Avanzados, S.C.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279D167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228,723,816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5072BC1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229,334,602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5CA6FD1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229,334,602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0D4979A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658D3868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701545B3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7B1FE38D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CIATEC, A.C. "Centro de Innovación Aplicada en Tecnologías Competitivas"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11699E6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285,646,803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1BEF550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278,413,803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479CAA9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278,413,803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6048D7D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55964D53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75B9DDCC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767ECA26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Centro de Investigación y Asistencia en Tecnología y Diseño del Estado de Jalisco, A.C.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791E1B7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244,448,096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1311D58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238,959,727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2E39F97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238,959,727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0123CDA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49F83BAC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02213D14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5030D1A0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Centro de Investigación y Desarrollo Tecnológico en Electroquímica, S.C.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7BE6CB2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147,564,991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600C9AD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149,670,893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5E9C234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149,670,893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2703704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2E00184D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53161F6F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12C0B906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Centro de Investigación y Docencia Económicas, A.C.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0686CA8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399,695,073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7C14BBD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329,698,342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427616C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329,698,342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475549E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63523CC7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54B11A76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29510E90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Centro de Investigaciones Biológicas del Noroeste, S.C.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25A8812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509,980,417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4C6FA30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515,375,211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71CD8ED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515,375,211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75EEC04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4FF66D73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64F27CED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45AF79BF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Centro de Investigación Científica de Yucatán, A.C.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77DE729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290,060,428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2BDE313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287,173,680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0613E81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287,173,680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44BADE7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3F0AFC8A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3BD1C146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78F074DD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Centro de Investigaciones en Óptica, A.C.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3BC04BB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192,641,956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5B25175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200,020,906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38FCAA5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200,020,906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501E8CC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58D16A9A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238722F6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1254EF44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Centro de Investigación en Química Aplicada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5F6BCA8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238,298,296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4544D00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230,939,561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7BED0DC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230,939,561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503693D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733A7C11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74F38031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3C89C75F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Centro de Investigaciones y Estudios Superiores en Antropología Social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0CB24CD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315,274,644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2F39EEC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306,646,420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5C8B187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306,646,420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5F379AC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13D56A6E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25B690F6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67E3FFB6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Consejo Nacional de Ciencia y Tecnología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30D5DAD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19,487,574,109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1739F96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19,705,248,747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2622735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19,702,748,747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12B0631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328BF067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7D60BCF9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033E9372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CIATEQ, A.C. Centro de Tecnología Avanzada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12AB40F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603,540,129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4EE8720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609,410,630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466AE0F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609,410,630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0D45319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0E3C0D98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3D928000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38455F03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Corporación Mexicana de Investigación en Materiales, S.A. de C.V.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585AB5D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1,111,904,900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2AFF5C2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1,111,904,900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217E92C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1,111,904,900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0FD234B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7F552056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30E248E7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741380BC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El Colegio de la Frontera Norte, A.C.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2B3E9CB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355,892,075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1C0DF77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311,224,738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5EDB367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311,224,738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1AC47F5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3443E663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7FC6823E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7D7F803A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El Colegio de la Frontera Sur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1F672D1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403,739,567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5439236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384,139,999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2F10A0D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384,139,999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2BF6C08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3C6053B5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2BEA2F6B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5229F256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El Colegio de Michoacán, A.C.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2E42BE9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150,739,891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519739B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149,608,419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318D1F0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149,608,419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0DEC46A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69707615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56782011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597319CB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El Colegio de San Luis, A.C.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2FB176F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127,878,263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462E6D2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132,041,895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7E1E2F3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132,041,895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6705ED6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6DD4E716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1A6EE749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2BABA553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INFOTEC Centro de Investigación e Innovación en Tecnologías de la Información y Comunicación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72F237C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705,738,835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5152598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705,738,835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5F409B1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705,738,835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4C8A39B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366EB7E5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1BB22D62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1D83BBC8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Fondo para el Desarrollo de Recursos Humanos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61C79D7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280,636,251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41F0550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204,105,360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3BFA472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204,105,360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0B89898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23EA8E4E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5091A595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7E8A135A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Instituto de Ecología, A.C.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121555D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337,227,790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5789D89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337,842,160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5E47E6E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337,842,160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077162D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786845B0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78620DE4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64BBCF93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Instituto de Investigaciones "Dr. José María Luis Mora"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14171C0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189,699,938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559B52B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167,398,378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42C23C2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167,398,378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308BA5E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3DF9091F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534668AC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4F2A7283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Instituto Nacional de Astrofísica, Óptica y Electrónica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2A77F83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372,174,849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577AFE2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368,843,176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2475B8C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368,843,176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533F49A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7238C0E1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15DFBD5C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437036C2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Instituto Potosino de Investigación Científica y Tecnológica, A.C.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42F17D2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242,842,643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455A2DD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327,168,408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2F9E26B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327,168,408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6140137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2BCD6208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064C7E77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3F9C3F1F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Centro de Ingeniería y Desarrollo Industrial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682E625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663,078,658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567EF0B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649,097,663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5EE602F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649,097,663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390C66B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4520E53D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0136A7CC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28CFFD40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Centro de Investigación Científica y de Educación Superior de Ensenada, Baja California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4E33464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612,875,430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201D23A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609,642,549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18EE4CE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609,642,549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09094EC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1FD419FE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1A073C0A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22970E2C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Centro de Investigación en Alimentación y Desarrollo, A.C.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18076CD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428,158,492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6FE7A9E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443,630,529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256D0FE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443,630,529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6407F1C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02C9CC18" w14:textId="77777777" w:rsidTr="00912474">
        <w:trPr>
          <w:trHeight w:val="187"/>
        </w:trPr>
        <w:tc>
          <w:tcPr>
            <w:tcW w:w="2507" w:type="pct"/>
            <w:gridSpan w:val="2"/>
            <w:shd w:val="clear" w:color="auto" w:fill="F2F2F2" w:themeFill="background1" w:themeFillShade="F2"/>
            <w:noWrap/>
            <w:hideMark/>
          </w:tcPr>
          <w:p w14:paraId="26F5FAEB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48 Cultura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45A7D47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129,010,182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528E19C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128,306,607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307F53D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128,306,607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1FBF23B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0455BEF0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12A7796E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3DEA3A18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Instituto Nacional de Antropología e Historia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5DC37FF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129,010,182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3011DB8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128,306,607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381EF8D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128,306,607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173C6E0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7F543130" w14:textId="77777777" w:rsidTr="00912474">
        <w:trPr>
          <w:trHeight w:val="187"/>
        </w:trPr>
        <w:tc>
          <w:tcPr>
            <w:tcW w:w="2507" w:type="pct"/>
            <w:gridSpan w:val="2"/>
            <w:shd w:val="clear" w:color="auto" w:fill="F2F2F2" w:themeFill="background1" w:themeFillShade="F2"/>
            <w:noWrap/>
            <w:hideMark/>
          </w:tcPr>
          <w:p w14:paraId="688AC019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49 Fiscalía General de la República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2DF860C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158,736,478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2CA5F9D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129,137,135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766E08B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114,766,306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76503D7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88.9</w:t>
            </w:r>
          </w:p>
        </w:tc>
      </w:tr>
      <w:tr w:rsidR="00912474" w:rsidRPr="00912474" w14:paraId="0EEDBBC3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5BEFE89C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1DBB9159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Instituto Nacional de Ciencias Penales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3FC3D3A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158,736,478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569BA31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129,137,135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2BCC284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114,766,306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523323B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88.9</w:t>
            </w:r>
          </w:p>
        </w:tc>
      </w:tr>
      <w:tr w:rsidR="00912474" w:rsidRPr="00912474" w14:paraId="30D9E7F1" w14:textId="77777777" w:rsidTr="00912474">
        <w:trPr>
          <w:trHeight w:val="187"/>
        </w:trPr>
        <w:tc>
          <w:tcPr>
            <w:tcW w:w="2507" w:type="pct"/>
            <w:gridSpan w:val="2"/>
            <w:shd w:val="clear" w:color="auto" w:fill="F2F2F2" w:themeFill="background1" w:themeFillShade="F2"/>
            <w:noWrap/>
            <w:hideMark/>
          </w:tcPr>
          <w:p w14:paraId="5148D59F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GYR Instituto Mexicano del Seguro Social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72380DE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744,770,362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6B7B1CC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710,073,125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6D0BFCD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710,073,125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7FEFE2B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6B67C11A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32A3D175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51A7453A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Instituto Mexicano del Seguro Social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1917A61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744,770,362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3B4BF9B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710,073,125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6CB83CF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710,073,125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7306EAB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53F6CB83" w14:textId="77777777" w:rsidTr="00912474">
        <w:trPr>
          <w:trHeight w:val="187"/>
        </w:trPr>
        <w:tc>
          <w:tcPr>
            <w:tcW w:w="2507" w:type="pct"/>
            <w:gridSpan w:val="2"/>
            <w:shd w:val="clear" w:color="auto" w:fill="F2F2F2" w:themeFill="background1" w:themeFillShade="F2"/>
            <w:noWrap/>
            <w:hideMark/>
          </w:tcPr>
          <w:p w14:paraId="0667F311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GYN Instituto de Seguridad y Servicios Sociales de los Trabajadores del Estado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5CE486F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112,986,540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461A05D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83,855,032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6F5E388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83,855,032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0CAC95A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37AA83C2" w14:textId="77777777" w:rsidTr="00912474">
        <w:trPr>
          <w:trHeight w:val="187"/>
        </w:trPr>
        <w:tc>
          <w:tcPr>
            <w:tcW w:w="241" w:type="pct"/>
            <w:shd w:val="clear" w:color="auto" w:fill="F2F2F2" w:themeFill="background1" w:themeFillShade="F2"/>
            <w:noWrap/>
            <w:hideMark/>
          </w:tcPr>
          <w:p w14:paraId="3DEA4D3C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shd w:val="clear" w:color="auto" w:fill="F2F2F2" w:themeFill="background1" w:themeFillShade="F2"/>
            <w:noWrap/>
            <w:hideMark/>
          </w:tcPr>
          <w:p w14:paraId="60A1DF2C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Instituto de Seguridad y Servicios Sociales de los Trabajadores del Estado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3CFB75C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112,986,540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15E2F2A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83,855,032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3E836E1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83,855,032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53246E5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3F8E0376" w14:textId="77777777" w:rsidTr="00912474">
        <w:trPr>
          <w:trHeight w:val="187"/>
        </w:trPr>
        <w:tc>
          <w:tcPr>
            <w:tcW w:w="2507" w:type="pct"/>
            <w:gridSpan w:val="2"/>
            <w:shd w:val="clear" w:color="auto" w:fill="F2F2F2" w:themeFill="background1" w:themeFillShade="F2"/>
            <w:noWrap/>
            <w:hideMark/>
          </w:tcPr>
          <w:p w14:paraId="238D7621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lastRenderedPageBreak/>
              <w:t>TVV Comisión Federal de Electricidad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04F9A2D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1,385,722,247</w:t>
            </w:r>
          </w:p>
        </w:tc>
        <w:tc>
          <w:tcPr>
            <w:tcW w:w="654" w:type="pct"/>
            <w:shd w:val="clear" w:color="auto" w:fill="F2F2F2" w:themeFill="background1" w:themeFillShade="F2"/>
            <w:hideMark/>
          </w:tcPr>
          <w:p w14:paraId="77E9A7B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4,002,485,204</w:t>
            </w:r>
          </w:p>
        </w:tc>
        <w:tc>
          <w:tcPr>
            <w:tcW w:w="600" w:type="pct"/>
            <w:shd w:val="clear" w:color="auto" w:fill="F2F2F2" w:themeFill="background1" w:themeFillShade="F2"/>
            <w:hideMark/>
          </w:tcPr>
          <w:p w14:paraId="59D3F07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4,002,485,204</w:t>
            </w:r>
          </w:p>
        </w:tc>
        <w:tc>
          <w:tcPr>
            <w:tcW w:w="585" w:type="pct"/>
            <w:shd w:val="clear" w:color="auto" w:fill="F2F2F2" w:themeFill="background1" w:themeFillShade="F2"/>
            <w:hideMark/>
          </w:tcPr>
          <w:p w14:paraId="32BE09E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78C460AF" w14:textId="77777777" w:rsidTr="00912474">
        <w:trPr>
          <w:trHeight w:val="23"/>
        </w:trPr>
        <w:tc>
          <w:tcPr>
            <w:tcW w:w="241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46278FF9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66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hideMark/>
          </w:tcPr>
          <w:p w14:paraId="76CB0F95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Comisión Federal de Electricidad</w:t>
            </w:r>
          </w:p>
        </w:tc>
        <w:tc>
          <w:tcPr>
            <w:tcW w:w="654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hideMark/>
          </w:tcPr>
          <w:p w14:paraId="6721B5F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1,385,722,247</w:t>
            </w:r>
          </w:p>
        </w:tc>
        <w:tc>
          <w:tcPr>
            <w:tcW w:w="654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hideMark/>
          </w:tcPr>
          <w:p w14:paraId="134DF7A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4,002,485,204</w:t>
            </w:r>
          </w:p>
        </w:tc>
        <w:tc>
          <w:tcPr>
            <w:tcW w:w="600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hideMark/>
          </w:tcPr>
          <w:p w14:paraId="3121B8D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4,002,485,204</w:t>
            </w:r>
          </w:p>
        </w:tc>
        <w:tc>
          <w:tcPr>
            <w:tcW w:w="585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hideMark/>
          </w:tcPr>
          <w:p w14:paraId="75BD431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4DC86B57" w14:textId="77777777" w:rsidTr="00912474">
        <w:trPr>
          <w:trHeight w:val="1536"/>
        </w:trPr>
        <w:tc>
          <w:tcPr>
            <w:tcW w:w="5000" w:type="pct"/>
            <w:gridSpan w:val="6"/>
            <w:tcBorders>
              <w:top w:val="single" w:sz="12" w:space="0" w:color="7F7F7F" w:themeColor="text1" w:themeTint="80"/>
              <w:bottom w:val="nil"/>
            </w:tcBorders>
            <w:shd w:val="clear" w:color="auto" w:fill="auto"/>
            <w:hideMark/>
          </w:tcPr>
          <w:p w14:paraId="20BE1FC6" w14:textId="77777777" w:rsidR="00912474" w:rsidRDefault="00912474" w:rsidP="001F3D6F">
            <w:pPr>
              <w:spacing w:after="0" w:line="240" w:lineRule="auto"/>
              <w:ind w:left="154" w:hanging="154"/>
              <w:jc w:val="both"/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t>Nota: Las sumas parciales pueden no coincidir con el total, así como los cálculos porcentuales, de</w:t>
            </w:r>
            <w:r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t>bido al redondeo de las cifras.</w:t>
            </w:r>
          </w:p>
          <w:p w14:paraId="38D5AEB2" w14:textId="77777777" w:rsidR="00366335" w:rsidRDefault="00366335" w:rsidP="001F3D6F">
            <w:pPr>
              <w:spacing w:after="0" w:line="240" w:lineRule="auto"/>
              <w:ind w:left="154" w:hanging="154"/>
              <w:jc w:val="both"/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t>n.a.: No aplica.</w:t>
            </w:r>
          </w:p>
          <w:p w14:paraId="789BAC3E" w14:textId="77777777" w:rsidR="001F3D6F" w:rsidRDefault="00366335" w:rsidP="001F3D6F">
            <w:pPr>
              <w:spacing w:after="0" w:line="240" w:lineRule="auto"/>
              <w:ind w:left="154" w:hanging="154"/>
              <w:jc w:val="both"/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t xml:space="preserve">1/ Se llevó a cabo una reducción de recursos para atender medidas de austeridad, </w:t>
            </w:r>
            <w:r w:rsidR="001F3D6F" w:rsidRPr="00912474"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t>así como por cuestiones de salud pública relacionada al COVID-19</w:t>
            </w:r>
            <w:r w:rsidR="001F3D6F"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t>.</w:t>
            </w:r>
          </w:p>
          <w:p w14:paraId="072BAE9A" w14:textId="77777777" w:rsidR="00366335" w:rsidRPr="00912474" w:rsidRDefault="00366335" w:rsidP="001F3D6F">
            <w:pPr>
              <w:spacing w:after="0" w:line="240" w:lineRule="auto"/>
              <w:ind w:left="154" w:hanging="154"/>
              <w:jc w:val="both"/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t>2/ Derivado del Decreto que ordena la extinción o terminación de los fideicomisos públicos, mandatos públicos y análogos, se extinguió el Fondo de Innovación Tecnológica FIT, el cual aportaba recursos para Ciencia y Tecnología.</w:t>
            </w:r>
          </w:p>
          <w:p w14:paraId="31D608F6" w14:textId="77777777" w:rsidR="00366335" w:rsidRPr="00912474" w:rsidRDefault="00366335" w:rsidP="001F3D6F">
            <w:pPr>
              <w:spacing w:after="0" w:line="240" w:lineRule="auto"/>
              <w:ind w:left="154" w:hanging="154"/>
              <w:jc w:val="both"/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t>3/ En apego a las disposiciones en materia de austeridad y racionalidad del gasto, así como por cuestiones de salud pública relacionada al COVID-19, se presentó una disminución de la contratación de proyectos en materia de investigación.</w:t>
            </w:r>
          </w:p>
          <w:p w14:paraId="7B2295FD" w14:textId="77777777" w:rsidR="00366335" w:rsidRPr="00912474" w:rsidRDefault="00366335" w:rsidP="001F3D6F">
            <w:pPr>
              <w:spacing w:after="0" w:line="240" w:lineRule="auto"/>
              <w:ind w:left="154" w:hanging="154"/>
              <w:jc w:val="both"/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t>4/ Se presentó una disminución en el gasto corriente y de inversión, principalmente por una baja demanda de servicios por parte de los clientes del Instituto Mexicano del Petróleo.</w:t>
            </w:r>
          </w:p>
          <w:p w14:paraId="78E0F5D4" w14:textId="77777777" w:rsidR="00366335" w:rsidRDefault="00366335" w:rsidP="001F3D6F">
            <w:pPr>
              <w:spacing w:after="0" w:line="240" w:lineRule="auto"/>
              <w:ind w:left="154" w:hanging="154"/>
              <w:jc w:val="both"/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t>5/</w:t>
            </w:r>
            <w:r w:rsidR="001F3D6F"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t xml:space="preserve"> </w:t>
            </w:r>
            <w:r w:rsidRPr="00912474"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t>Los recursos aprobados se transfieren conforme a la normatividad aplicable, mediante adecuación presupuestaria al Ramo 18 Energía, dependencia que ejerció los recursos autorizados.</w:t>
            </w:r>
          </w:p>
          <w:p w14:paraId="6943CE02" w14:textId="77777777" w:rsidR="00912474" w:rsidRPr="00912474" w:rsidRDefault="00912474" w:rsidP="001F3D6F">
            <w:pPr>
              <w:spacing w:after="0" w:line="240" w:lineRule="auto"/>
              <w:ind w:left="154" w:hanging="154"/>
              <w:jc w:val="both"/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t>FUENTE: Dependencias y entidades de la Administración Pública Federal.</w:t>
            </w:r>
          </w:p>
          <w:p w14:paraId="694316A3" w14:textId="77777777" w:rsidR="00912474" w:rsidRPr="00912474" w:rsidRDefault="00912474" w:rsidP="001F3D6F">
            <w:pPr>
              <w:spacing w:after="0" w:line="240" w:lineRule="auto"/>
              <w:ind w:left="154" w:hanging="154"/>
              <w:jc w:val="both"/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</w:pPr>
          </w:p>
        </w:tc>
      </w:tr>
    </w:tbl>
    <w:p w14:paraId="1CCAD9AD" w14:textId="77777777" w:rsidR="00F34E48" w:rsidRDefault="00F34E48">
      <w:r>
        <w:br w:type="page"/>
      </w:r>
    </w:p>
    <w:tbl>
      <w:tblPr>
        <w:tblW w:w="5000" w:type="pct"/>
        <w:tblBorders>
          <w:bottom w:val="single" w:sz="12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5854"/>
        <w:gridCol w:w="1763"/>
        <w:gridCol w:w="1626"/>
        <w:gridCol w:w="1610"/>
        <w:gridCol w:w="1511"/>
      </w:tblGrid>
      <w:tr w:rsidR="00912474" w:rsidRPr="00912474" w14:paraId="78E79C7C" w14:textId="77777777" w:rsidTr="00912474">
        <w:trPr>
          <w:trHeight w:val="23"/>
          <w:tblHeader/>
        </w:trPr>
        <w:tc>
          <w:tcPr>
            <w:tcW w:w="5000" w:type="pct"/>
            <w:gridSpan w:val="6"/>
            <w:shd w:val="clear" w:color="auto" w:fill="auto"/>
            <w:noWrap/>
            <w:hideMark/>
          </w:tcPr>
          <w:p w14:paraId="2D0D78FF" w14:textId="77777777" w:rsidR="00912474" w:rsidRPr="00912474" w:rsidRDefault="00912474" w:rsidP="0091247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color w:val="000000"/>
                <w:sz w:val="16"/>
                <w:szCs w:val="16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color w:val="000000"/>
                <w:sz w:val="16"/>
                <w:szCs w:val="16"/>
                <w:lang w:val="es-MX" w:eastAsia="es-MX"/>
              </w:rPr>
              <w:lastRenderedPageBreak/>
              <w:t>EROGACIONES PARA LA IGUALDAD ENTRE MUJERES Y HOMBRES</w:t>
            </w:r>
          </w:p>
        </w:tc>
      </w:tr>
      <w:tr w:rsidR="00912474" w:rsidRPr="00912474" w14:paraId="741DB84E" w14:textId="77777777" w:rsidTr="00912474">
        <w:trPr>
          <w:trHeight w:val="23"/>
          <w:tblHeader/>
        </w:trPr>
        <w:tc>
          <w:tcPr>
            <w:tcW w:w="5000" w:type="pct"/>
            <w:gridSpan w:val="6"/>
            <w:tcBorders>
              <w:bottom w:val="single" w:sz="12" w:space="0" w:color="7F7F7F" w:themeColor="text1" w:themeTint="80"/>
            </w:tcBorders>
            <w:shd w:val="clear" w:color="auto" w:fill="auto"/>
            <w:noWrap/>
            <w:hideMark/>
          </w:tcPr>
          <w:p w14:paraId="686B36AF" w14:textId="77777777" w:rsidR="00912474" w:rsidRPr="00912474" w:rsidRDefault="00912474" w:rsidP="0091247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6"/>
                <w:szCs w:val="16"/>
                <w:lang w:val="es-MX" w:eastAsia="es-MX"/>
              </w:rPr>
              <w:t>(Pesos)</w:t>
            </w:r>
          </w:p>
        </w:tc>
      </w:tr>
      <w:tr w:rsidR="00912474" w:rsidRPr="00912474" w14:paraId="7E842930" w14:textId="77777777" w:rsidTr="00912474">
        <w:trPr>
          <w:trHeight w:val="23"/>
          <w:tblHeader/>
        </w:trPr>
        <w:tc>
          <w:tcPr>
            <w:tcW w:w="5000" w:type="pct"/>
            <w:gridSpan w:val="6"/>
            <w:tcBorders>
              <w:top w:val="single" w:sz="12" w:space="0" w:color="7F7F7F" w:themeColor="text1" w:themeTint="80"/>
              <w:bottom w:val="nil"/>
            </w:tcBorders>
            <w:shd w:val="clear" w:color="auto" w:fill="auto"/>
            <w:noWrap/>
          </w:tcPr>
          <w:p w14:paraId="33347548" w14:textId="77777777" w:rsidR="00912474" w:rsidRPr="00912474" w:rsidRDefault="00912474" w:rsidP="0091247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4"/>
                <w:szCs w:val="4"/>
                <w:lang w:val="es-MX" w:eastAsia="es-MX"/>
              </w:rPr>
            </w:pPr>
          </w:p>
        </w:tc>
      </w:tr>
      <w:tr w:rsidR="00912474" w:rsidRPr="00912474" w14:paraId="6C350C79" w14:textId="77777777" w:rsidTr="00366335">
        <w:trPr>
          <w:trHeight w:val="23"/>
          <w:tblHeader/>
        </w:trPr>
        <w:tc>
          <w:tcPr>
            <w:tcW w:w="246" w:type="pct"/>
            <w:vMerge w:val="restart"/>
            <w:tcBorders>
              <w:top w:val="nil"/>
            </w:tcBorders>
            <w:shd w:val="clear" w:color="000000" w:fill="D4C19C"/>
            <w:vAlign w:val="center"/>
            <w:hideMark/>
          </w:tcPr>
          <w:p w14:paraId="2F2D1511" w14:textId="77777777" w:rsidR="00912474" w:rsidRPr="00912474" w:rsidRDefault="00912474" w:rsidP="0091247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Ramo</w:t>
            </w:r>
          </w:p>
        </w:tc>
        <w:tc>
          <w:tcPr>
            <w:tcW w:w="2251" w:type="pct"/>
            <w:vMerge w:val="restart"/>
            <w:tcBorders>
              <w:top w:val="nil"/>
            </w:tcBorders>
            <w:shd w:val="clear" w:color="000000" w:fill="D4C19C"/>
            <w:vAlign w:val="center"/>
            <w:hideMark/>
          </w:tcPr>
          <w:p w14:paraId="6F8E061D" w14:textId="77777777" w:rsidR="00912474" w:rsidRPr="00912474" w:rsidRDefault="00912474" w:rsidP="0091247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Descripción</w:t>
            </w:r>
          </w:p>
        </w:tc>
        <w:tc>
          <w:tcPr>
            <w:tcW w:w="2503" w:type="pct"/>
            <w:gridSpan w:val="4"/>
            <w:tcBorders>
              <w:top w:val="nil"/>
              <w:bottom w:val="single" w:sz="4" w:space="0" w:color="FFFFFF" w:themeColor="background1"/>
            </w:tcBorders>
            <w:shd w:val="clear" w:color="000000" w:fill="D4C19C"/>
            <w:noWrap/>
            <w:vAlign w:val="center"/>
            <w:hideMark/>
          </w:tcPr>
          <w:p w14:paraId="368D77AE" w14:textId="77777777" w:rsidR="00912474" w:rsidRPr="00912474" w:rsidRDefault="00912474" w:rsidP="0091247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Avance en el ejercicio del presupuesto 2020</w:t>
            </w:r>
          </w:p>
        </w:tc>
      </w:tr>
      <w:tr w:rsidR="00912474" w:rsidRPr="00912474" w14:paraId="676C6B95" w14:textId="77777777" w:rsidTr="00366335">
        <w:trPr>
          <w:trHeight w:val="23"/>
          <w:tblHeader/>
        </w:trPr>
        <w:tc>
          <w:tcPr>
            <w:tcW w:w="246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4A2C7BFC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2251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279D6078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678" w:type="pct"/>
            <w:vMerge w:val="restart"/>
            <w:tcBorders>
              <w:top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5B8AA0FA" w14:textId="77777777" w:rsidR="00912474" w:rsidRPr="00912474" w:rsidRDefault="00912474" w:rsidP="0091247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 xml:space="preserve">Aprobado </w:t>
            </w:r>
          </w:p>
        </w:tc>
        <w:tc>
          <w:tcPr>
            <w:tcW w:w="625" w:type="pct"/>
            <w:vMerge w:val="restart"/>
            <w:tcBorders>
              <w:top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704E784D" w14:textId="77777777" w:rsidR="00912474" w:rsidRPr="00912474" w:rsidRDefault="00912474" w:rsidP="0091247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 xml:space="preserve">Modificado </w:t>
            </w:r>
          </w:p>
        </w:tc>
        <w:tc>
          <w:tcPr>
            <w:tcW w:w="619" w:type="pct"/>
            <w:vMerge w:val="restart"/>
            <w:tcBorders>
              <w:top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0D6A07E1" w14:textId="77777777" w:rsidR="00912474" w:rsidRPr="00912474" w:rsidRDefault="00912474" w:rsidP="0091247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Ejercido</w:t>
            </w:r>
          </w:p>
        </w:tc>
        <w:tc>
          <w:tcPr>
            <w:tcW w:w="581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37BCF76A" w14:textId="77777777" w:rsidR="00912474" w:rsidRPr="00912474" w:rsidRDefault="00912474" w:rsidP="0091247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Porcentaje de avance</w:t>
            </w:r>
          </w:p>
        </w:tc>
      </w:tr>
      <w:tr w:rsidR="00912474" w:rsidRPr="00912474" w14:paraId="338D61C8" w14:textId="77777777" w:rsidTr="00366335">
        <w:trPr>
          <w:trHeight w:val="23"/>
          <w:tblHeader/>
        </w:trPr>
        <w:tc>
          <w:tcPr>
            <w:tcW w:w="246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4568174F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2251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455305EB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678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1D16E882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625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12E2786E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619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1532C617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581" w:type="pct"/>
            <w:tcBorders>
              <w:top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57E627B0" w14:textId="77777777" w:rsidR="00912474" w:rsidRPr="00912474" w:rsidRDefault="00912474" w:rsidP="0091247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Ejercido / Modificado</w:t>
            </w:r>
          </w:p>
        </w:tc>
      </w:tr>
      <w:tr w:rsidR="00912474" w:rsidRPr="00912474" w14:paraId="3EAFD5CE" w14:textId="77777777" w:rsidTr="00366335">
        <w:trPr>
          <w:trHeight w:val="23"/>
          <w:tblHeader/>
        </w:trPr>
        <w:tc>
          <w:tcPr>
            <w:tcW w:w="246" w:type="pct"/>
            <w:vMerge/>
            <w:tcBorders>
              <w:bottom w:val="nil"/>
            </w:tcBorders>
            <w:vAlign w:val="center"/>
            <w:hideMark/>
          </w:tcPr>
          <w:p w14:paraId="51ECFD23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2251" w:type="pct"/>
            <w:vMerge/>
            <w:tcBorders>
              <w:bottom w:val="nil"/>
            </w:tcBorders>
            <w:vAlign w:val="center"/>
            <w:hideMark/>
          </w:tcPr>
          <w:p w14:paraId="0BB80C7F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678" w:type="pct"/>
            <w:tcBorders>
              <w:bottom w:val="nil"/>
            </w:tcBorders>
            <w:shd w:val="clear" w:color="000000" w:fill="D4C19C"/>
            <w:vAlign w:val="center"/>
            <w:hideMark/>
          </w:tcPr>
          <w:p w14:paraId="2EC42361" w14:textId="77777777" w:rsidR="00912474" w:rsidRPr="00912474" w:rsidRDefault="00912474" w:rsidP="0091247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(a)</w:t>
            </w:r>
          </w:p>
        </w:tc>
        <w:tc>
          <w:tcPr>
            <w:tcW w:w="625" w:type="pct"/>
            <w:tcBorders>
              <w:bottom w:val="nil"/>
            </w:tcBorders>
            <w:shd w:val="clear" w:color="000000" w:fill="D4C19C"/>
            <w:vAlign w:val="center"/>
            <w:hideMark/>
          </w:tcPr>
          <w:p w14:paraId="358DFF67" w14:textId="77777777" w:rsidR="00912474" w:rsidRPr="00912474" w:rsidRDefault="00912474" w:rsidP="0091247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(b)</w:t>
            </w:r>
          </w:p>
        </w:tc>
        <w:tc>
          <w:tcPr>
            <w:tcW w:w="619" w:type="pct"/>
            <w:tcBorders>
              <w:bottom w:val="nil"/>
            </w:tcBorders>
            <w:shd w:val="clear" w:color="000000" w:fill="D4C19C"/>
            <w:noWrap/>
            <w:vAlign w:val="center"/>
            <w:hideMark/>
          </w:tcPr>
          <w:p w14:paraId="238BF0FB" w14:textId="77777777" w:rsidR="00912474" w:rsidRPr="00912474" w:rsidRDefault="00912474" w:rsidP="0091247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(c)</w:t>
            </w:r>
          </w:p>
        </w:tc>
        <w:tc>
          <w:tcPr>
            <w:tcW w:w="581" w:type="pct"/>
            <w:tcBorders>
              <w:bottom w:val="nil"/>
            </w:tcBorders>
            <w:shd w:val="clear" w:color="000000" w:fill="D4C19C"/>
            <w:noWrap/>
            <w:vAlign w:val="center"/>
            <w:hideMark/>
          </w:tcPr>
          <w:p w14:paraId="4AA88980" w14:textId="77777777" w:rsidR="00912474" w:rsidRPr="00912474" w:rsidRDefault="00912474" w:rsidP="0091247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 xml:space="preserve">(c) / (b) </w:t>
            </w:r>
          </w:p>
        </w:tc>
      </w:tr>
      <w:tr w:rsidR="00912474" w:rsidRPr="00912474" w14:paraId="0BB8F19D" w14:textId="77777777" w:rsidTr="00366335">
        <w:trPr>
          <w:trHeight w:val="23"/>
          <w:tblHeader/>
        </w:trPr>
        <w:tc>
          <w:tcPr>
            <w:tcW w:w="246" w:type="pct"/>
            <w:tcBorders>
              <w:bottom w:val="single" w:sz="12" w:space="0" w:color="7F7F7F" w:themeColor="text1" w:themeTint="80"/>
            </w:tcBorders>
            <w:shd w:val="clear" w:color="auto" w:fill="FFFFFF" w:themeFill="background1"/>
            <w:vAlign w:val="center"/>
          </w:tcPr>
          <w:p w14:paraId="7AAA25A9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2251" w:type="pct"/>
            <w:tcBorders>
              <w:bottom w:val="single" w:sz="12" w:space="0" w:color="7F7F7F" w:themeColor="text1" w:themeTint="80"/>
            </w:tcBorders>
            <w:shd w:val="clear" w:color="auto" w:fill="FFFFFF" w:themeFill="background1"/>
            <w:vAlign w:val="center"/>
          </w:tcPr>
          <w:p w14:paraId="6C73BED3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678" w:type="pct"/>
            <w:tcBorders>
              <w:bottom w:val="single" w:sz="12" w:space="0" w:color="7F7F7F" w:themeColor="text1" w:themeTint="80"/>
            </w:tcBorders>
            <w:shd w:val="clear" w:color="auto" w:fill="FFFFFF" w:themeFill="background1"/>
            <w:vAlign w:val="center"/>
          </w:tcPr>
          <w:p w14:paraId="2F6C9D5D" w14:textId="77777777" w:rsidR="00912474" w:rsidRPr="00912474" w:rsidRDefault="00912474" w:rsidP="0091247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625" w:type="pct"/>
            <w:tcBorders>
              <w:bottom w:val="single" w:sz="12" w:space="0" w:color="7F7F7F" w:themeColor="text1" w:themeTint="80"/>
            </w:tcBorders>
            <w:shd w:val="clear" w:color="auto" w:fill="FFFFFF" w:themeFill="background1"/>
            <w:vAlign w:val="center"/>
          </w:tcPr>
          <w:p w14:paraId="74DDC43C" w14:textId="77777777" w:rsidR="00912474" w:rsidRPr="00912474" w:rsidRDefault="00912474" w:rsidP="0091247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619" w:type="pct"/>
            <w:tcBorders>
              <w:bottom w:val="single" w:sz="12" w:space="0" w:color="7F7F7F" w:themeColor="text1" w:themeTint="80"/>
            </w:tcBorders>
            <w:shd w:val="clear" w:color="auto" w:fill="FFFFFF" w:themeFill="background1"/>
            <w:noWrap/>
            <w:vAlign w:val="center"/>
          </w:tcPr>
          <w:p w14:paraId="7ABE2EA0" w14:textId="77777777" w:rsidR="00912474" w:rsidRPr="00912474" w:rsidRDefault="00912474" w:rsidP="0091247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581" w:type="pct"/>
            <w:tcBorders>
              <w:bottom w:val="single" w:sz="12" w:space="0" w:color="7F7F7F" w:themeColor="text1" w:themeTint="80"/>
            </w:tcBorders>
            <w:shd w:val="clear" w:color="auto" w:fill="FFFFFF" w:themeFill="background1"/>
            <w:noWrap/>
            <w:vAlign w:val="center"/>
          </w:tcPr>
          <w:p w14:paraId="6D0FA1A4" w14:textId="77777777" w:rsidR="00912474" w:rsidRPr="00912474" w:rsidRDefault="00912474" w:rsidP="0091247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</w:tr>
      <w:tr w:rsidR="00912474" w:rsidRPr="00912474" w14:paraId="59E805F4" w14:textId="77777777" w:rsidTr="00366335">
        <w:trPr>
          <w:trHeight w:val="23"/>
          <w:tblHeader/>
        </w:trPr>
        <w:tc>
          <w:tcPr>
            <w:tcW w:w="246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FFFFFF" w:themeFill="background1"/>
            <w:vAlign w:val="center"/>
          </w:tcPr>
          <w:p w14:paraId="5119D034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2251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FFFFFF" w:themeFill="background1"/>
            <w:vAlign w:val="center"/>
          </w:tcPr>
          <w:p w14:paraId="66552F42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678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FFFFFF" w:themeFill="background1"/>
            <w:vAlign w:val="center"/>
          </w:tcPr>
          <w:p w14:paraId="6D02E50B" w14:textId="77777777" w:rsidR="00912474" w:rsidRPr="00912474" w:rsidRDefault="00912474" w:rsidP="0091247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625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FFFFFF" w:themeFill="background1"/>
            <w:vAlign w:val="center"/>
          </w:tcPr>
          <w:p w14:paraId="2319D0AF" w14:textId="77777777" w:rsidR="00912474" w:rsidRPr="00912474" w:rsidRDefault="00912474" w:rsidP="0091247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619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FFFFFF" w:themeFill="background1"/>
            <w:noWrap/>
            <w:vAlign w:val="center"/>
          </w:tcPr>
          <w:p w14:paraId="30677C74" w14:textId="77777777" w:rsidR="00912474" w:rsidRPr="00912474" w:rsidRDefault="00912474" w:rsidP="0091247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581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FFFFFF" w:themeFill="background1"/>
            <w:noWrap/>
            <w:vAlign w:val="center"/>
          </w:tcPr>
          <w:p w14:paraId="0D1E2E6F" w14:textId="77777777" w:rsidR="00912474" w:rsidRPr="00912474" w:rsidRDefault="00912474" w:rsidP="0091247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</w:tr>
      <w:tr w:rsidR="00912474" w:rsidRPr="00912474" w14:paraId="38F5185E" w14:textId="77777777" w:rsidTr="00366335">
        <w:trPr>
          <w:trHeight w:val="193"/>
        </w:trPr>
        <w:tc>
          <w:tcPr>
            <w:tcW w:w="246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3539533C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Total</w:t>
            </w:r>
          </w:p>
        </w:tc>
        <w:tc>
          <w:tcPr>
            <w:tcW w:w="2251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733AE65B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</w:p>
        </w:tc>
        <w:tc>
          <w:tcPr>
            <w:tcW w:w="678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35A42EC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103,475,427,651</w:t>
            </w:r>
          </w:p>
        </w:tc>
        <w:tc>
          <w:tcPr>
            <w:tcW w:w="625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76A3CD6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99,623,963,565</w:t>
            </w:r>
          </w:p>
        </w:tc>
        <w:tc>
          <w:tcPr>
            <w:tcW w:w="619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050CCAD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99,544,084,561</w:t>
            </w:r>
          </w:p>
        </w:tc>
        <w:tc>
          <w:tcPr>
            <w:tcW w:w="581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56CE072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99.9</w:t>
            </w:r>
          </w:p>
        </w:tc>
      </w:tr>
      <w:tr w:rsidR="00912474" w:rsidRPr="00912474" w14:paraId="2CBE91FD" w14:textId="77777777" w:rsidTr="00366335">
        <w:trPr>
          <w:trHeight w:val="193"/>
        </w:trPr>
        <w:tc>
          <w:tcPr>
            <w:tcW w:w="2497" w:type="pct"/>
            <w:gridSpan w:val="2"/>
            <w:shd w:val="clear" w:color="auto" w:fill="F2F2F2" w:themeFill="background1" w:themeFillShade="F2"/>
            <w:noWrap/>
            <w:hideMark/>
          </w:tcPr>
          <w:p w14:paraId="2DB4A6A4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01 Poder Legislativo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0669A8E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6,000,000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1E81C97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2,801,024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741B87E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2,801,024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5F391A9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3BEA0C44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25F35D0C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04454970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 xml:space="preserve">Actividades derivadas del trabajo legislativo   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711F0A6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6,000,000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4EDE0A0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2,801,024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3733597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2,801,024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47FC7A3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037E1AED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1CE55696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25376FB7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 xml:space="preserve">H. Cámara de Senadores 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5AC5944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6,000,000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68D7192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2,801,024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1EEBC19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2,801,024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556E4C9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0C77B810" w14:textId="77777777" w:rsidTr="00366335">
        <w:trPr>
          <w:trHeight w:val="193"/>
        </w:trPr>
        <w:tc>
          <w:tcPr>
            <w:tcW w:w="2497" w:type="pct"/>
            <w:gridSpan w:val="2"/>
            <w:shd w:val="clear" w:color="auto" w:fill="F2F2F2" w:themeFill="background1" w:themeFillShade="F2"/>
            <w:noWrap/>
            <w:hideMark/>
          </w:tcPr>
          <w:p w14:paraId="17DB9B31" w14:textId="77777777" w:rsidR="00912474" w:rsidRPr="00912474" w:rsidRDefault="00912474" w:rsidP="00366335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 xml:space="preserve">04 Gobernación  </w:t>
            </w: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vertAlign w:val="superscript"/>
                <w:lang w:val="es-MX" w:eastAsia="es-MX"/>
              </w:rPr>
              <w:t>1/</w:t>
            </w:r>
          </w:p>
        </w:tc>
        <w:tc>
          <w:tcPr>
            <w:tcW w:w="678" w:type="pct"/>
            <w:shd w:val="clear" w:color="auto" w:fill="F2F2F2" w:themeFill="background1" w:themeFillShade="F2"/>
            <w:hideMark/>
          </w:tcPr>
          <w:p w14:paraId="5EDD56E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324,760,983</w:t>
            </w:r>
          </w:p>
        </w:tc>
        <w:tc>
          <w:tcPr>
            <w:tcW w:w="625" w:type="pct"/>
            <w:shd w:val="clear" w:color="auto" w:fill="F2F2F2" w:themeFill="background1" w:themeFillShade="F2"/>
            <w:hideMark/>
          </w:tcPr>
          <w:p w14:paraId="6C5BCD4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210,457,562</w:t>
            </w:r>
          </w:p>
        </w:tc>
        <w:tc>
          <w:tcPr>
            <w:tcW w:w="619" w:type="pct"/>
            <w:shd w:val="clear" w:color="auto" w:fill="F2F2F2" w:themeFill="background1" w:themeFillShade="F2"/>
            <w:hideMark/>
          </w:tcPr>
          <w:p w14:paraId="18DF3C8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210,457,562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47225DD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09F32957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67DCE9F1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2107C23B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Promover la atención y prevención de la violencia contra las mujeres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41B318B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300,032,570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0EC70E2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193,213,393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05779FF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193,213,393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594011A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1BE91FCA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50859C03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30BEFBC7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Planeación demográfica del país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29CDCF3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7,452,000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57936D9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6,823,884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4DDFEFF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6,823,884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2305430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6E44A040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59753D5B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01BFB603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Protección y defensa de los derechos humanos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32B63E6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7,276,413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14858AF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420,285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62309BB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420,285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7DD1A21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73765C25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59C4AB2A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68E74418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Promover la Protección de los Derechos Humanos y Prevenir la Discriminación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0B2C44C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10,000,000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3C56798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10,000,000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5C80181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10,000,000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3928F61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34B6CD55" w14:textId="77777777" w:rsidTr="00366335">
        <w:trPr>
          <w:trHeight w:val="193"/>
        </w:trPr>
        <w:tc>
          <w:tcPr>
            <w:tcW w:w="2497" w:type="pct"/>
            <w:gridSpan w:val="2"/>
            <w:shd w:val="clear" w:color="auto" w:fill="F2F2F2" w:themeFill="background1" w:themeFillShade="F2"/>
            <w:noWrap/>
            <w:hideMark/>
          </w:tcPr>
          <w:p w14:paraId="1EB9FEB0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05 Relaciones Exteriores</w:t>
            </w:r>
          </w:p>
        </w:tc>
        <w:tc>
          <w:tcPr>
            <w:tcW w:w="678" w:type="pct"/>
            <w:shd w:val="clear" w:color="auto" w:fill="F2F2F2" w:themeFill="background1" w:themeFillShade="F2"/>
            <w:hideMark/>
          </w:tcPr>
          <w:p w14:paraId="606C7A8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17,000,000</w:t>
            </w:r>
          </w:p>
        </w:tc>
        <w:tc>
          <w:tcPr>
            <w:tcW w:w="625" w:type="pct"/>
            <w:shd w:val="clear" w:color="auto" w:fill="F2F2F2" w:themeFill="background1" w:themeFillShade="F2"/>
            <w:hideMark/>
          </w:tcPr>
          <w:p w14:paraId="3CA5900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12,314,001</w:t>
            </w:r>
          </w:p>
        </w:tc>
        <w:tc>
          <w:tcPr>
            <w:tcW w:w="619" w:type="pct"/>
            <w:shd w:val="clear" w:color="auto" w:fill="F2F2F2" w:themeFill="background1" w:themeFillShade="F2"/>
            <w:hideMark/>
          </w:tcPr>
          <w:p w14:paraId="3692D6C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12,314,001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3A46444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60BA2DAA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63F018C8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0CF3A7DF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Atención, protección, servicios y asistencia consulares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7A7BC91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12,000,000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79DF32B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11,819,067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02A9F7A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11,819,067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4D8E21F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01B31E6B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6176CC4A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2588248D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Actividades de apoyo administrativo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72EEFDC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4,000,000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5589A85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461,612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1D0CA3C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461,612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08F387F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0D252349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4FA297A2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2B9FF480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Promoción y defensa de los intereses de México en el ámbito multilateral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3273AA6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1,000,000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1A5C9AA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33,321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6DA5570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33,321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7B086C0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22AC4894" w14:textId="77777777" w:rsidTr="00366335">
        <w:trPr>
          <w:trHeight w:val="193"/>
        </w:trPr>
        <w:tc>
          <w:tcPr>
            <w:tcW w:w="2497" w:type="pct"/>
            <w:gridSpan w:val="2"/>
            <w:shd w:val="clear" w:color="auto" w:fill="F2F2F2" w:themeFill="background1" w:themeFillShade="F2"/>
            <w:noWrap/>
            <w:hideMark/>
          </w:tcPr>
          <w:p w14:paraId="64C759CB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 xml:space="preserve">06 Hacienda y Crédito Público </w:t>
            </w:r>
          </w:p>
        </w:tc>
        <w:tc>
          <w:tcPr>
            <w:tcW w:w="678" w:type="pct"/>
            <w:shd w:val="clear" w:color="auto" w:fill="F2F2F2" w:themeFill="background1" w:themeFillShade="F2"/>
            <w:hideMark/>
          </w:tcPr>
          <w:p w14:paraId="4ECCBC6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4,000,000</w:t>
            </w:r>
          </w:p>
        </w:tc>
        <w:tc>
          <w:tcPr>
            <w:tcW w:w="625" w:type="pct"/>
            <w:shd w:val="clear" w:color="auto" w:fill="F2F2F2" w:themeFill="background1" w:themeFillShade="F2"/>
            <w:hideMark/>
          </w:tcPr>
          <w:p w14:paraId="1F63A3D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25,740</w:t>
            </w:r>
          </w:p>
        </w:tc>
        <w:tc>
          <w:tcPr>
            <w:tcW w:w="619" w:type="pct"/>
            <w:shd w:val="clear" w:color="auto" w:fill="F2F2F2" w:themeFill="background1" w:themeFillShade="F2"/>
            <w:hideMark/>
          </w:tcPr>
          <w:p w14:paraId="4C91375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25,740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7A04BBF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19AC4F4D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466918D4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48EA464C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Actividades de apoyo administrativo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5E979DC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4,000,000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798E03F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25,740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583BC91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25,740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089D680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4CDE283E" w14:textId="77777777" w:rsidTr="00366335">
        <w:trPr>
          <w:trHeight w:val="193"/>
        </w:trPr>
        <w:tc>
          <w:tcPr>
            <w:tcW w:w="2497" w:type="pct"/>
            <w:gridSpan w:val="2"/>
            <w:shd w:val="clear" w:color="auto" w:fill="F2F2F2" w:themeFill="background1" w:themeFillShade="F2"/>
            <w:noWrap/>
            <w:hideMark/>
          </w:tcPr>
          <w:p w14:paraId="026AFB64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07 Defensa Nacional</w:t>
            </w:r>
          </w:p>
        </w:tc>
        <w:tc>
          <w:tcPr>
            <w:tcW w:w="678" w:type="pct"/>
            <w:shd w:val="clear" w:color="auto" w:fill="F2F2F2" w:themeFill="background1" w:themeFillShade="F2"/>
            <w:hideMark/>
          </w:tcPr>
          <w:p w14:paraId="5D3AEA9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124,795,655</w:t>
            </w:r>
          </w:p>
        </w:tc>
        <w:tc>
          <w:tcPr>
            <w:tcW w:w="625" w:type="pct"/>
            <w:shd w:val="clear" w:color="auto" w:fill="F2F2F2" w:themeFill="background1" w:themeFillShade="F2"/>
            <w:hideMark/>
          </w:tcPr>
          <w:p w14:paraId="3845A23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124,795,655</w:t>
            </w:r>
          </w:p>
        </w:tc>
        <w:tc>
          <w:tcPr>
            <w:tcW w:w="619" w:type="pct"/>
            <w:shd w:val="clear" w:color="auto" w:fill="F2F2F2" w:themeFill="background1" w:themeFillShade="F2"/>
            <w:hideMark/>
          </w:tcPr>
          <w:p w14:paraId="626C9A7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124,778,488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7B6E2DC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0CE6B44B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01BAB85B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733F28C3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igualdad entre mujeres y hombres SDN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590BB96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124,795,655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31D478D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38,186,567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3F2D84F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38,169,400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5052A09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1F62B178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099F5E04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41E67ED8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Otros proyectos de infraestructura social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429CF19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19EC445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86,609,088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18073A7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86,609,088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685BA8A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243B7B32" w14:textId="77777777" w:rsidTr="00366335">
        <w:trPr>
          <w:trHeight w:val="193"/>
        </w:trPr>
        <w:tc>
          <w:tcPr>
            <w:tcW w:w="2497" w:type="pct"/>
            <w:gridSpan w:val="2"/>
            <w:shd w:val="clear" w:color="auto" w:fill="F2F2F2" w:themeFill="background1" w:themeFillShade="F2"/>
            <w:noWrap/>
            <w:hideMark/>
          </w:tcPr>
          <w:p w14:paraId="283EFA0C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08  Agricultura y Desarrollo Rural</w:t>
            </w:r>
          </w:p>
        </w:tc>
        <w:tc>
          <w:tcPr>
            <w:tcW w:w="678" w:type="pct"/>
            <w:shd w:val="clear" w:color="auto" w:fill="F2F2F2" w:themeFill="background1" w:themeFillShade="F2"/>
            <w:hideMark/>
          </w:tcPr>
          <w:p w14:paraId="130B73B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6,079,875,562</w:t>
            </w:r>
          </w:p>
        </w:tc>
        <w:tc>
          <w:tcPr>
            <w:tcW w:w="625" w:type="pct"/>
            <w:shd w:val="clear" w:color="auto" w:fill="F2F2F2" w:themeFill="background1" w:themeFillShade="F2"/>
            <w:hideMark/>
          </w:tcPr>
          <w:p w14:paraId="396295F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6,123,601,778</w:t>
            </w:r>
          </w:p>
        </w:tc>
        <w:tc>
          <w:tcPr>
            <w:tcW w:w="619" w:type="pct"/>
            <w:shd w:val="clear" w:color="auto" w:fill="F2F2F2" w:themeFill="background1" w:themeFillShade="F2"/>
            <w:hideMark/>
          </w:tcPr>
          <w:p w14:paraId="161FC27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6,116,844,401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5B74A06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99.9</w:t>
            </w:r>
          </w:p>
        </w:tc>
      </w:tr>
      <w:tr w:rsidR="00912474" w:rsidRPr="00912474" w14:paraId="0413BCB1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18F201D6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173D2BF6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Abasto Rural a cargo de Diconsa, S.A. de C.V. (DICONSA)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20CC3F3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1,299,875,562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56A188A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1,299,875,562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0E03610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1,299,875,562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32AF246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532AA39C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043A73CC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51791401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Precios de Garantía a Productos Alimentarios Básicos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2D013B5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234F1FD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1,422,931,374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2D84AE9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1,422,931,374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562B38B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5A7D4F6D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25D37230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3BD05F19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Producción para el Bienestar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43DD1CB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14A49CF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2,700,794,842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0A2741F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2,694,037,465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1F1A997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99.7</w:t>
            </w:r>
          </w:p>
        </w:tc>
      </w:tr>
      <w:tr w:rsidR="00912474" w:rsidRPr="00912474" w14:paraId="5560EA6A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145CFE76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4E9AC3FE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Precios de Garantía a Productos Alimentarios Básicos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225DB9E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2,000,000,000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00B253A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700,000,000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543EE02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700,000,000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0B2995B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62411C91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020DBE0D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6440AE85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Producción para el Bienestar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20740E3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2,750,000,000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1F51518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0DB19F2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72347A3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n.a.</w:t>
            </w:r>
          </w:p>
        </w:tc>
      </w:tr>
      <w:tr w:rsidR="00912474" w:rsidRPr="00912474" w14:paraId="6515ECA6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76F1D44B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366A377C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Desarrollo Rural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23DF5BC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30,000,000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4AD1937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651283A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1251BEE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n.a.</w:t>
            </w:r>
          </w:p>
        </w:tc>
      </w:tr>
      <w:tr w:rsidR="00912474" w:rsidRPr="00912474" w14:paraId="7EDAD4C9" w14:textId="77777777" w:rsidTr="00366335">
        <w:trPr>
          <w:trHeight w:val="193"/>
        </w:trPr>
        <w:tc>
          <w:tcPr>
            <w:tcW w:w="2497" w:type="pct"/>
            <w:gridSpan w:val="2"/>
            <w:shd w:val="clear" w:color="auto" w:fill="F2F2F2" w:themeFill="background1" w:themeFillShade="F2"/>
            <w:noWrap/>
            <w:hideMark/>
          </w:tcPr>
          <w:p w14:paraId="15248DC0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09 Comunicaciones y Transportes</w:t>
            </w:r>
          </w:p>
        </w:tc>
        <w:tc>
          <w:tcPr>
            <w:tcW w:w="678" w:type="pct"/>
            <w:shd w:val="clear" w:color="auto" w:fill="F2F2F2" w:themeFill="background1" w:themeFillShade="F2"/>
            <w:hideMark/>
          </w:tcPr>
          <w:p w14:paraId="365EB26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5,300,000</w:t>
            </w:r>
          </w:p>
        </w:tc>
        <w:tc>
          <w:tcPr>
            <w:tcW w:w="625" w:type="pct"/>
            <w:shd w:val="clear" w:color="auto" w:fill="F2F2F2" w:themeFill="background1" w:themeFillShade="F2"/>
            <w:hideMark/>
          </w:tcPr>
          <w:p w14:paraId="69EDEC7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1,165,630</w:t>
            </w:r>
          </w:p>
        </w:tc>
        <w:tc>
          <w:tcPr>
            <w:tcW w:w="619" w:type="pct"/>
            <w:shd w:val="clear" w:color="auto" w:fill="F2F2F2" w:themeFill="background1" w:themeFillShade="F2"/>
            <w:hideMark/>
          </w:tcPr>
          <w:p w14:paraId="6796223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1,165,630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05AAA72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39506672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2C221284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322D1038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Definición, conducción y supervisión de la política de comunicaciones y transportes</w:t>
            </w:r>
          </w:p>
        </w:tc>
        <w:tc>
          <w:tcPr>
            <w:tcW w:w="678" w:type="pct"/>
            <w:shd w:val="clear" w:color="auto" w:fill="F2F2F2" w:themeFill="background1" w:themeFillShade="F2"/>
            <w:hideMark/>
          </w:tcPr>
          <w:p w14:paraId="05D40C0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5,300,000</w:t>
            </w:r>
          </w:p>
        </w:tc>
        <w:tc>
          <w:tcPr>
            <w:tcW w:w="625" w:type="pct"/>
            <w:shd w:val="clear" w:color="auto" w:fill="F2F2F2" w:themeFill="background1" w:themeFillShade="F2"/>
            <w:hideMark/>
          </w:tcPr>
          <w:p w14:paraId="32DD967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1,165,630</w:t>
            </w:r>
          </w:p>
        </w:tc>
        <w:tc>
          <w:tcPr>
            <w:tcW w:w="619" w:type="pct"/>
            <w:shd w:val="clear" w:color="auto" w:fill="F2F2F2" w:themeFill="background1" w:themeFillShade="F2"/>
            <w:hideMark/>
          </w:tcPr>
          <w:p w14:paraId="79E363F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1,165,630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237E24A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193F6418" w14:textId="77777777" w:rsidTr="00366335">
        <w:trPr>
          <w:trHeight w:val="193"/>
        </w:trPr>
        <w:tc>
          <w:tcPr>
            <w:tcW w:w="2497" w:type="pct"/>
            <w:gridSpan w:val="2"/>
            <w:shd w:val="clear" w:color="auto" w:fill="F2F2F2" w:themeFill="background1" w:themeFillShade="F2"/>
            <w:noWrap/>
            <w:hideMark/>
          </w:tcPr>
          <w:p w14:paraId="5C76E619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 Economía</w:t>
            </w:r>
          </w:p>
        </w:tc>
        <w:tc>
          <w:tcPr>
            <w:tcW w:w="678" w:type="pct"/>
            <w:shd w:val="clear" w:color="auto" w:fill="F2F2F2" w:themeFill="background1" w:themeFillShade="F2"/>
            <w:hideMark/>
          </w:tcPr>
          <w:p w14:paraId="5866403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1,926,091,615</w:t>
            </w:r>
          </w:p>
        </w:tc>
        <w:tc>
          <w:tcPr>
            <w:tcW w:w="625" w:type="pct"/>
            <w:shd w:val="clear" w:color="auto" w:fill="F2F2F2" w:themeFill="background1" w:themeFillShade="F2"/>
            <w:hideMark/>
          </w:tcPr>
          <w:p w14:paraId="65BB91B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1,459,194,000</w:t>
            </w:r>
          </w:p>
        </w:tc>
        <w:tc>
          <w:tcPr>
            <w:tcW w:w="619" w:type="pct"/>
            <w:shd w:val="clear" w:color="auto" w:fill="F2F2F2" w:themeFill="background1" w:themeFillShade="F2"/>
            <w:hideMark/>
          </w:tcPr>
          <w:p w14:paraId="67D1273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1,459,194,000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5DDA42B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1B9E5E76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2FEFA3DE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176E4980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Actividades de apoyo administrativo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7D0682C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209,243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7DD3C68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40736EA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2769A9A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n.a.</w:t>
            </w:r>
          </w:p>
        </w:tc>
      </w:tr>
      <w:tr w:rsidR="00912474" w:rsidRPr="00912474" w14:paraId="2BC2EE77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259A92D6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35FFD789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Microcréditos para el Bienestar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32FC7AA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1AFA81B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1,459,194,000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174ECE3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1,459,194,000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4549656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3806BF05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704315DB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58AA6F76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Microcréditos para el Bienestar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1D82FA4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1,925,882,372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44C84BA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530B726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792FC0D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n.a.</w:t>
            </w:r>
          </w:p>
        </w:tc>
      </w:tr>
      <w:tr w:rsidR="00912474" w:rsidRPr="00912474" w14:paraId="4D28F4E4" w14:textId="77777777" w:rsidTr="00366335">
        <w:trPr>
          <w:trHeight w:val="193"/>
        </w:trPr>
        <w:tc>
          <w:tcPr>
            <w:tcW w:w="2497" w:type="pct"/>
            <w:gridSpan w:val="2"/>
            <w:shd w:val="clear" w:color="auto" w:fill="F2F2F2" w:themeFill="background1" w:themeFillShade="F2"/>
            <w:noWrap/>
            <w:hideMark/>
          </w:tcPr>
          <w:p w14:paraId="75DAE979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 xml:space="preserve">11 Educación Pública  </w:t>
            </w:r>
          </w:p>
        </w:tc>
        <w:tc>
          <w:tcPr>
            <w:tcW w:w="678" w:type="pct"/>
            <w:shd w:val="clear" w:color="auto" w:fill="F2F2F2" w:themeFill="background1" w:themeFillShade="F2"/>
            <w:hideMark/>
          </w:tcPr>
          <w:p w14:paraId="6A3BABC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19,099,378,454</w:t>
            </w:r>
          </w:p>
        </w:tc>
        <w:tc>
          <w:tcPr>
            <w:tcW w:w="625" w:type="pct"/>
            <w:shd w:val="clear" w:color="auto" w:fill="F2F2F2" w:themeFill="background1" w:themeFillShade="F2"/>
            <w:hideMark/>
          </w:tcPr>
          <w:p w14:paraId="0E3B10E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19,401,397,127</w:t>
            </w:r>
          </w:p>
        </w:tc>
        <w:tc>
          <w:tcPr>
            <w:tcW w:w="619" w:type="pct"/>
            <w:shd w:val="clear" w:color="auto" w:fill="F2F2F2" w:themeFill="background1" w:themeFillShade="F2"/>
            <w:hideMark/>
          </w:tcPr>
          <w:p w14:paraId="0B04F6B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19,396,980,211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5879A12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4474987C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3747BBDA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55FE58AF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Servicios de Educación Superior y Posgrado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199D1E2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742,237,897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3B9A52D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757,785,941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2A692DC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757,785,941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200D975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6663A0FC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480AB4BF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5DC4EC36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Investigación Científica y Desarrollo Tecnológico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66A6B1E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32,012,160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2402CB8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32,781,600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1A47864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32,781,600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44F782D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469195C3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1723E1CE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569A51C9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Políticas de igualdad de género en el sector educativo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79405D7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1,978,101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354E891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2,719,970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20ED9F0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2,719,970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56F9C1E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68BB2590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5A2B2C8F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4559582B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Becas de Educación Básica para el Bienestar Benito Juárez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0F984AE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7,618,770,045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607D6AB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7,252,543,857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467495B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7,252,543,857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019FC0F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2AC0FBDF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6E9CF0FC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15D5D987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Becas Elisa Acuña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4806CBC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1,265,068,074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47C3C8C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1,203,861,027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3CF9C14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1,203,861,027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54786B8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546E158C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488B62D8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265BC13A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para el Desarrollo Profesional Docente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29108FD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24,366,192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7B6BB0D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21,768,344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6D6BA0E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21,768,344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5508FA1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1019492F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1E3D7E9E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382F364F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Nacional de Inglés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0643566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6056A83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142,569,416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778087B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142,569,416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18E4799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2B051289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351953CF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lastRenderedPageBreak/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27B10DD5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Nacional de Convivencia Escolar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4E6C71D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89,528,309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3158B15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67,377,464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3298BEE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67,377,464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28DFC13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2F51E3E1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7CA4CF48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59B1023A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Fortalecimiento de los Servicios de Educación Especial (PFSEE)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76AF5BA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55,381,099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405D490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45,694,692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55C66BB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45,691,824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381F998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0A1584CD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739FF0AC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59E0F0B1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Atención a la Diversidad de la Educación Indígena (PADEI)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257E9A0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32,369,685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04E7F5A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30,411,483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51C8E6B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30,411,483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2347871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605DD9CD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769455FB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33B37027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Atención Educativa de la Población Escolar Migrante (PAEPEM)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05E2464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32,369,685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54AF283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29,464,405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5EA7EEE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29,464,405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6B84CA9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11229030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0B79758D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4D9F6129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Fortalecimiento a la Excelencia Educativa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765F51E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12,415,075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41D646B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10,862,993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5462AF4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10,843,346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68EAC20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99.8</w:t>
            </w:r>
          </w:p>
        </w:tc>
      </w:tr>
      <w:tr w:rsidR="00912474" w:rsidRPr="00912474" w14:paraId="58321FC1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76024EC3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51947A10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Beca Universal para Estudiantes de Educación Media Superior Benito Juárez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481B8EF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7,248,793,783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644809F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7,927,226,360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3AB44FE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7,922,831,960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326B449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99.9</w:t>
            </w:r>
          </w:p>
        </w:tc>
      </w:tr>
      <w:tr w:rsidR="00912474" w:rsidRPr="00912474" w14:paraId="7F2725CE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15F907FB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0DB3EBFF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Jóvenes Escribiendo el Futuro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4A7157D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1,944,088,350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7944F5B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1,876,329,574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6593DA1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1,876,329,574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7423094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69C903F8" w14:textId="77777777" w:rsidTr="00366335">
        <w:trPr>
          <w:trHeight w:val="193"/>
        </w:trPr>
        <w:tc>
          <w:tcPr>
            <w:tcW w:w="2497" w:type="pct"/>
            <w:gridSpan w:val="2"/>
            <w:shd w:val="clear" w:color="auto" w:fill="F2F2F2" w:themeFill="background1" w:themeFillShade="F2"/>
            <w:noWrap/>
            <w:hideMark/>
          </w:tcPr>
          <w:p w14:paraId="1BE2415B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12 Salud</w:t>
            </w:r>
          </w:p>
        </w:tc>
        <w:tc>
          <w:tcPr>
            <w:tcW w:w="678" w:type="pct"/>
            <w:shd w:val="clear" w:color="auto" w:fill="F2F2F2" w:themeFill="background1" w:themeFillShade="F2"/>
            <w:hideMark/>
          </w:tcPr>
          <w:p w14:paraId="51F1FAB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5,129,020,437</w:t>
            </w:r>
          </w:p>
        </w:tc>
        <w:tc>
          <w:tcPr>
            <w:tcW w:w="625" w:type="pct"/>
            <w:shd w:val="clear" w:color="auto" w:fill="F2F2F2" w:themeFill="background1" w:themeFillShade="F2"/>
            <w:hideMark/>
          </w:tcPr>
          <w:p w14:paraId="4B2C940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4,484,090,162</w:t>
            </w:r>
          </w:p>
        </w:tc>
        <w:tc>
          <w:tcPr>
            <w:tcW w:w="619" w:type="pct"/>
            <w:shd w:val="clear" w:color="auto" w:fill="F2F2F2" w:themeFill="background1" w:themeFillShade="F2"/>
            <w:hideMark/>
          </w:tcPr>
          <w:p w14:paraId="08379DF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4,484,088,600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58B318B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6BA62B39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5FAA1DDA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1C482F74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Formación y capacitación de recursos humanos para la salud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1851474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20,433,085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0127B22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16,236,316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6AEB443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16,236,316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5EA4999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781959BB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60D507F7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679F7C0C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Investigación y desarrollo tecnológico en salud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6C66D91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129,494,144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40A2FD1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85,157,946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47D3CB3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85,157,946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232907B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1BA6433F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7F9456DD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78D546E8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Atención a la Salud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290E1E6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1,236,404,855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1DB1337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1,494,425,621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320FC16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1,494,425,621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217B8B9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0A96CB41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546E8E3E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3053CFDE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Prevención y atención contra las adicciones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1A5A4E5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50,301,829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157C3F8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42,191,382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5A9D719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42,189,820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651C528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180D3A18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560037A8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616406F7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vacunación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556C10E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447,874,111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2DD0C88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538,791,104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3DA9CAB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538,791,104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35D3C3D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153282FB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4E7A7187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4A621478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Prevención y atención de VIH/SIDA y otras ITS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2FB823E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402,904,341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4646F6E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328,373,515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2B7A60B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328,373,515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10DD4F2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3FBC45D0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4DD79BAB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637BC9B5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Prevención y control de enfermedades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1EF615C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4,344,016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61AD16E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1,529,233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48557A6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1,529,233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1246C33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0824CE5C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34CF09D1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05B854D2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Salud materna, sexual y reproductiva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0B9AB11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2,448,109,551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4889818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1,611,063,308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5E3BB3C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1,611,063,308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336D6E1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52C1BE64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070D51C7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2506F52B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Prevención y Control de Sobrepeso, Obesidad y Diabetes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16F83D1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389,154,505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4C4CD70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366,321,736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3AE2E7F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366,321,736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2DE8B05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550062FA" w14:textId="77777777" w:rsidTr="00366335">
        <w:trPr>
          <w:trHeight w:val="193"/>
        </w:trPr>
        <w:tc>
          <w:tcPr>
            <w:tcW w:w="2497" w:type="pct"/>
            <w:gridSpan w:val="2"/>
            <w:shd w:val="clear" w:color="auto" w:fill="F2F2F2" w:themeFill="background1" w:themeFillShade="F2"/>
            <w:noWrap/>
            <w:hideMark/>
          </w:tcPr>
          <w:p w14:paraId="6DB1D26D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13 Marina</w:t>
            </w:r>
          </w:p>
        </w:tc>
        <w:tc>
          <w:tcPr>
            <w:tcW w:w="678" w:type="pct"/>
            <w:shd w:val="clear" w:color="auto" w:fill="F2F2F2" w:themeFill="background1" w:themeFillShade="F2"/>
            <w:hideMark/>
          </w:tcPr>
          <w:p w14:paraId="59E2801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6,860,000</w:t>
            </w:r>
          </w:p>
        </w:tc>
        <w:tc>
          <w:tcPr>
            <w:tcW w:w="625" w:type="pct"/>
            <w:shd w:val="clear" w:color="auto" w:fill="F2F2F2" w:themeFill="background1" w:themeFillShade="F2"/>
            <w:hideMark/>
          </w:tcPr>
          <w:p w14:paraId="615963D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6,859,985</w:t>
            </w:r>
          </w:p>
        </w:tc>
        <w:tc>
          <w:tcPr>
            <w:tcW w:w="619" w:type="pct"/>
            <w:shd w:val="clear" w:color="auto" w:fill="F2F2F2" w:themeFill="background1" w:themeFillShade="F2"/>
            <w:hideMark/>
          </w:tcPr>
          <w:p w14:paraId="3D58661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6,859,985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0350FCD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502C720D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0AE1E45F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1702C8F0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Sistema Educativo naval y programa de becas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60E34A0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6,860,000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0A9C844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6,859,985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318C64E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6,859,985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7208A19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4E7CFEBF" w14:textId="77777777" w:rsidTr="00366335">
        <w:trPr>
          <w:trHeight w:val="193"/>
        </w:trPr>
        <w:tc>
          <w:tcPr>
            <w:tcW w:w="2497" w:type="pct"/>
            <w:gridSpan w:val="2"/>
            <w:shd w:val="clear" w:color="auto" w:fill="F2F2F2" w:themeFill="background1" w:themeFillShade="F2"/>
            <w:noWrap/>
            <w:hideMark/>
          </w:tcPr>
          <w:p w14:paraId="54204625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14 Trabajo y Previsión Social</w:t>
            </w:r>
          </w:p>
        </w:tc>
        <w:tc>
          <w:tcPr>
            <w:tcW w:w="678" w:type="pct"/>
            <w:shd w:val="clear" w:color="auto" w:fill="F2F2F2" w:themeFill="background1" w:themeFillShade="F2"/>
            <w:hideMark/>
          </w:tcPr>
          <w:p w14:paraId="752FE91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12,890,632,165</w:t>
            </w:r>
          </w:p>
        </w:tc>
        <w:tc>
          <w:tcPr>
            <w:tcW w:w="625" w:type="pct"/>
            <w:shd w:val="clear" w:color="auto" w:fill="F2F2F2" w:themeFill="background1" w:themeFillShade="F2"/>
            <w:hideMark/>
          </w:tcPr>
          <w:p w14:paraId="4A0DBD3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12,868,463,192</w:t>
            </w:r>
          </w:p>
        </w:tc>
        <w:tc>
          <w:tcPr>
            <w:tcW w:w="619" w:type="pct"/>
            <w:shd w:val="clear" w:color="auto" w:fill="F2F2F2" w:themeFill="background1" w:themeFillShade="F2"/>
            <w:hideMark/>
          </w:tcPr>
          <w:p w14:paraId="0C1FF6A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12,868,463,192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4146A6E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4CCE17CD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2C45CCA4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0CC86E99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Procuración de justicia laboral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00478DD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40,000,000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54195C0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39,258,700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6BEC5A1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39,258,700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65496C5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554E099A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1973F748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10E2368A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Ejecución de los programas y acciones de la Política Laboral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5152F42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19,955,644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766D092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18,910,821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5004211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18,910,821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49762AA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1B84BF5C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2DD32BBE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1941E6DA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Apoyo al Empleo (PAE)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1041EFF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122,500,000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4C9FCE7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119,872,898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29C08F1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119,872,898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5B3F03E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2C75062C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4EADE01F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7F7BEBD6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Jóvenes Construyendo el Futuro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5013642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12F53BB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12,130,172,823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6500299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12,130,172,823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5247EDA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3C53635F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207A8C0B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185B5578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Jóvenes Construyendo el Futuro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02EA9D6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12,708,176,521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7DA57D3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560,247,950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50C0958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560,247,950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0735F70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63C9BAB4" w14:textId="77777777" w:rsidTr="00366335">
        <w:trPr>
          <w:trHeight w:val="193"/>
        </w:trPr>
        <w:tc>
          <w:tcPr>
            <w:tcW w:w="2497" w:type="pct"/>
            <w:gridSpan w:val="2"/>
            <w:shd w:val="clear" w:color="auto" w:fill="F2F2F2" w:themeFill="background1" w:themeFillShade="F2"/>
            <w:noWrap/>
            <w:hideMark/>
          </w:tcPr>
          <w:p w14:paraId="66180F72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15 Desarrollo Agrario, Territorial y Urbano</w:t>
            </w:r>
          </w:p>
        </w:tc>
        <w:tc>
          <w:tcPr>
            <w:tcW w:w="678" w:type="pct"/>
            <w:shd w:val="clear" w:color="auto" w:fill="F2F2F2" w:themeFill="background1" w:themeFillShade="F2"/>
            <w:hideMark/>
          </w:tcPr>
          <w:p w14:paraId="441583B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328,548,549</w:t>
            </w:r>
          </w:p>
        </w:tc>
        <w:tc>
          <w:tcPr>
            <w:tcW w:w="625" w:type="pct"/>
            <w:shd w:val="clear" w:color="auto" w:fill="F2F2F2" w:themeFill="background1" w:themeFillShade="F2"/>
            <w:hideMark/>
          </w:tcPr>
          <w:p w14:paraId="086C0F7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280,920,067</w:t>
            </w:r>
          </w:p>
        </w:tc>
        <w:tc>
          <w:tcPr>
            <w:tcW w:w="619" w:type="pct"/>
            <w:shd w:val="clear" w:color="auto" w:fill="F2F2F2" w:themeFill="background1" w:themeFillShade="F2"/>
            <w:hideMark/>
          </w:tcPr>
          <w:p w14:paraId="349A940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280,920,067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292DF98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7817D6C4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4D0C7A5C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72BEF5A2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Política de Desarrollo Urbano y Ordenamiento del Territorio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22E23C5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2,454,668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5C32A70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284,994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1E3DCEC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284,994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44331E2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375875CB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459703EE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4D7E9C80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Mejoramiento Urbano (PMU)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0D46A89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326,093,881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6ABDF39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280,635,072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14366F5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280,635,072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075A897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1442AB73" w14:textId="77777777" w:rsidTr="00366335">
        <w:trPr>
          <w:trHeight w:val="193"/>
        </w:trPr>
        <w:tc>
          <w:tcPr>
            <w:tcW w:w="2497" w:type="pct"/>
            <w:gridSpan w:val="2"/>
            <w:shd w:val="clear" w:color="auto" w:fill="F2F2F2" w:themeFill="background1" w:themeFillShade="F2"/>
            <w:noWrap/>
            <w:hideMark/>
          </w:tcPr>
          <w:p w14:paraId="57ABC53C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16 Medio Ambiente y Recursos Naturales</w:t>
            </w:r>
          </w:p>
        </w:tc>
        <w:tc>
          <w:tcPr>
            <w:tcW w:w="678" w:type="pct"/>
            <w:shd w:val="clear" w:color="auto" w:fill="F2F2F2" w:themeFill="background1" w:themeFillShade="F2"/>
            <w:hideMark/>
          </w:tcPr>
          <w:p w14:paraId="73BA7C7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171,597,863</w:t>
            </w:r>
          </w:p>
        </w:tc>
        <w:tc>
          <w:tcPr>
            <w:tcW w:w="625" w:type="pct"/>
            <w:shd w:val="clear" w:color="auto" w:fill="F2F2F2" w:themeFill="background1" w:themeFillShade="F2"/>
            <w:hideMark/>
          </w:tcPr>
          <w:p w14:paraId="5446C49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143,087,986</w:t>
            </w:r>
          </w:p>
        </w:tc>
        <w:tc>
          <w:tcPr>
            <w:tcW w:w="619" w:type="pct"/>
            <w:shd w:val="clear" w:color="auto" w:fill="F2F2F2" w:themeFill="background1" w:themeFillShade="F2"/>
            <w:hideMark/>
          </w:tcPr>
          <w:p w14:paraId="39F1A8F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143,087,986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06EB846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61331576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5CB81A51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1DD67077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Planeación, Dirección y Evaluación Ambiental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46A5534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461,607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4F79BB8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243,250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0C1B8B2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243,250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17B6F71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7820A823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7FCB285B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2FD818C1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Conservación para el Desarrollo Sostenible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103A7AF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88,888,164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2E8BD07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73,733,090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44CA09D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73,733,090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15E7C94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67D75538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17DF4BA4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6C658F0B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Apoyos para el Desarrollo Forestal Sustentable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0F2D893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82,248,093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60F6C6E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69,111,646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763921F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69,111,646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08D82A3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6F20B46B" w14:textId="77777777" w:rsidTr="00366335">
        <w:trPr>
          <w:trHeight w:val="193"/>
        </w:trPr>
        <w:tc>
          <w:tcPr>
            <w:tcW w:w="2497" w:type="pct"/>
            <w:gridSpan w:val="2"/>
            <w:shd w:val="clear" w:color="auto" w:fill="F2F2F2" w:themeFill="background1" w:themeFillShade="F2"/>
            <w:noWrap/>
            <w:hideMark/>
          </w:tcPr>
          <w:p w14:paraId="4AED20C2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 xml:space="preserve">18 Energía  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060E7D0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5,030,975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74DF6B7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5,041,493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3A2B23C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5,041,493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240857E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48580A85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54B670F8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7618BCEC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Regulación y supervisión de actividades nucleares y radiológicas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2E1499F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99,760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6763E98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27,840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7F03CF5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27,840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503625E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679F548B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74986BBA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1669AF7D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Actividades de apoyo administrativo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6F7E1E0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4,031,215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5454028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5,009,827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35F1262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5,009,827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7F51290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5D535E56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667B4D75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2357701A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Coordinación de la política energética en electricidad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6C744CD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750,000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44B3D0A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41598CA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2375127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n.a.</w:t>
            </w:r>
          </w:p>
        </w:tc>
      </w:tr>
      <w:tr w:rsidR="00912474" w:rsidRPr="00912474" w14:paraId="69F53EFB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6256FF07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3E829E10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Gestión, promoción, supervisión y evaluación del aprovechamiento sustentable de la energía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33F6A29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150,000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17C7EEA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3,826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6C1AF27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3,826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60D5178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57D5B617" w14:textId="77777777" w:rsidTr="00366335">
        <w:trPr>
          <w:trHeight w:val="193"/>
        </w:trPr>
        <w:tc>
          <w:tcPr>
            <w:tcW w:w="2497" w:type="pct"/>
            <w:gridSpan w:val="2"/>
            <w:shd w:val="clear" w:color="auto" w:fill="F2F2F2" w:themeFill="background1" w:themeFillShade="F2"/>
            <w:noWrap/>
            <w:hideMark/>
          </w:tcPr>
          <w:p w14:paraId="007E1D52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19 Aportaciones a Seguridad Social</w:t>
            </w:r>
          </w:p>
        </w:tc>
        <w:tc>
          <w:tcPr>
            <w:tcW w:w="678" w:type="pct"/>
            <w:shd w:val="clear" w:color="auto" w:fill="F2F2F2" w:themeFill="background1" w:themeFillShade="F2"/>
            <w:hideMark/>
          </w:tcPr>
          <w:p w14:paraId="0137891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339,000</w:t>
            </w:r>
          </w:p>
        </w:tc>
        <w:tc>
          <w:tcPr>
            <w:tcW w:w="625" w:type="pct"/>
            <w:shd w:val="clear" w:color="auto" w:fill="F2F2F2" w:themeFill="background1" w:themeFillShade="F2"/>
            <w:hideMark/>
          </w:tcPr>
          <w:p w14:paraId="4A93EB7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271,726</w:t>
            </w:r>
          </w:p>
        </w:tc>
        <w:tc>
          <w:tcPr>
            <w:tcW w:w="619" w:type="pct"/>
            <w:shd w:val="clear" w:color="auto" w:fill="F2F2F2" w:themeFill="background1" w:themeFillShade="F2"/>
            <w:hideMark/>
          </w:tcPr>
          <w:p w14:paraId="27BCEF9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271,726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164107D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2451932E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3CB7700A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645207BF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Apoyo Económico a Viudas de Veteranos de la Revolución Mexicana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3A001B9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339,000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312FCE6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271,726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120DBE4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271,726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344A5FF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69AF6E69" w14:textId="77777777" w:rsidTr="00366335">
        <w:trPr>
          <w:trHeight w:val="193"/>
        </w:trPr>
        <w:tc>
          <w:tcPr>
            <w:tcW w:w="2497" w:type="pct"/>
            <w:gridSpan w:val="2"/>
            <w:shd w:val="clear" w:color="auto" w:fill="F2F2F2" w:themeFill="background1" w:themeFillShade="F2"/>
            <w:noWrap/>
            <w:hideMark/>
          </w:tcPr>
          <w:p w14:paraId="68880182" w14:textId="77777777" w:rsidR="00912474" w:rsidRPr="00912474" w:rsidRDefault="00912474" w:rsidP="00366335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lastRenderedPageBreak/>
              <w:t xml:space="preserve">20 Bienestar </w:t>
            </w: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vertAlign w:val="superscript"/>
                <w:lang w:val="es-MX" w:eastAsia="es-MX"/>
              </w:rPr>
              <w:t>2/</w:t>
            </w:r>
          </w:p>
        </w:tc>
        <w:tc>
          <w:tcPr>
            <w:tcW w:w="678" w:type="pct"/>
            <w:shd w:val="clear" w:color="auto" w:fill="F2F2F2" w:themeFill="background1" w:themeFillShade="F2"/>
            <w:hideMark/>
          </w:tcPr>
          <w:p w14:paraId="44AEC21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50,710,808,106</w:t>
            </w:r>
          </w:p>
        </w:tc>
        <w:tc>
          <w:tcPr>
            <w:tcW w:w="625" w:type="pct"/>
            <w:shd w:val="clear" w:color="auto" w:fill="F2F2F2" w:themeFill="background1" w:themeFillShade="F2"/>
            <w:hideMark/>
          </w:tcPr>
          <w:p w14:paraId="7F592C2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48,764,943,268</w:t>
            </w:r>
          </w:p>
        </w:tc>
        <w:tc>
          <w:tcPr>
            <w:tcW w:w="619" w:type="pct"/>
            <w:shd w:val="clear" w:color="auto" w:fill="F2F2F2" w:themeFill="background1" w:themeFillShade="F2"/>
            <w:hideMark/>
          </w:tcPr>
          <w:p w14:paraId="1B006DD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48,718,922,503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7A82096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99.9</w:t>
            </w:r>
          </w:p>
        </w:tc>
      </w:tr>
      <w:tr w:rsidR="00912474" w:rsidRPr="00912474" w14:paraId="3E60A2F6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0A2BA2C4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470FECE7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Articulación de Políticas Integrales de Juventud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4900407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23,629,788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29B7152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12,232,060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6FB3BB9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12,232,060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5D3110D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17436E2D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1C588572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0B04243C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Fomento a la Economía Social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38EEBFA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33,746,765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3A3B49C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6,938,500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0F8B190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6,938,500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664C46C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635BE5E0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10E664D4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71B6E07F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Apoyo a las Instancias de Mujeres en las Entidades Federativas (PAIMEF)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0FCF4CE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278,535,043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1EC692B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261,712,678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42F6301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261,711,578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799EFCF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45C3041F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578EA14F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15CF32DC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 xml:space="preserve">Programa de Apoyo para el Bienestar de las Niñas y Niños, Hijos de Madres Trabajadoras 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48DEEF9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2,192,429,843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2B9B8E7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1,773,012,492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09B52DB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1,771,566,492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06A6BD9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99.9</w:t>
            </w:r>
          </w:p>
        </w:tc>
      </w:tr>
      <w:tr w:rsidR="00912474" w:rsidRPr="00912474" w14:paraId="20088A24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6581E5B0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43557544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Pensión para el Bienestar de las Personas Adultas Mayores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408093D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39,630,994,013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1FB536D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38,733,878,341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0604A5E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38,689,375,603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7B5C53D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99.9</w:t>
            </w:r>
          </w:p>
        </w:tc>
      </w:tr>
      <w:tr w:rsidR="00912474" w:rsidRPr="00912474" w14:paraId="71535E7A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02A83B75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0AFDA9B6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Sembrando Vida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4064530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63D329C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6,457,474,248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36F7735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6,457,409,519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4E10B09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3C200473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265C756B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44115087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Sembrando Vida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674B2FE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8,551,472,654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4A7950C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1,123,612,502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2B1C2A4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1,123,612,502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728D91D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49509FE8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33577DA1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3E7B58C3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 xml:space="preserve">Programa de Apoyo para Refugios Especializados para Mujer Víctimas de Violencia de Genero, sus Hijas e Hijos 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1D09116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7FEE3B3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396,082,448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71639FA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396,076,248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15F0935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21FD8DFC" w14:textId="77777777" w:rsidTr="00366335">
        <w:trPr>
          <w:trHeight w:val="193"/>
        </w:trPr>
        <w:tc>
          <w:tcPr>
            <w:tcW w:w="2497" w:type="pct"/>
            <w:gridSpan w:val="2"/>
            <w:shd w:val="clear" w:color="auto" w:fill="F2F2F2" w:themeFill="background1" w:themeFillShade="F2"/>
            <w:noWrap/>
            <w:hideMark/>
          </w:tcPr>
          <w:p w14:paraId="35136F6F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 xml:space="preserve">21 Turismo </w:t>
            </w:r>
          </w:p>
        </w:tc>
        <w:tc>
          <w:tcPr>
            <w:tcW w:w="678" w:type="pct"/>
            <w:shd w:val="clear" w:color="auto" w:fill="F2F2F2" w:themeFill="background1" w:themeFillShade="F2"/>
            <w:hideMark/>
          </w:tcPr>
          <w:p w14:paraId="45A6BB3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7,500,000</w:t>
            </w:r>
          </w:p>
        </w:tc>
        <w:tc>
          <w:tcPr>
            <w:tcW w:w="625" w:type="pct"/>
            <w:shd w:val="clear" w:color="auto" w:fill="F2F2F2" w:themeFill="background1" w:themeFillShade="F2"/>
            <w:hideMark/>
          </w:tcPr>
          <w:p w14:paraId="2869B25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15,798</w:t>
            </w:r>
          </w:p>
        </w:tc>
        <w:tc>
          <w:tcPr>
            <w:tcW w:w="619" w:type="pct"/>
            <w:shd w:val="clear" w:color="auto" w:fill="F2F2F2" w:themeFill="background1" w:themeFillShade="F2"/>
            <w:hideMark/>
          </w:tcPr>
          <w:p w14:paraId="79EB2FE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15,798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4E9AC17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641E9DDF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173CD185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133E8E0C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Planeación y conducción de la política de turismo</w:t>
            </w:r>
          </w:p>
        </w:tc>
        <w:tc>
          <w:tcPr>
            <w:tcW w:w="678" w:type="pct"/>
            <w:shd w:val="clear" w:color="auto" w:fill="F2F2F2" w:themeFill="background1" w:themeFillShade="F2"/>
            <w:hideMark/>
          </w:tcPr>
          <w:p w14:paraId="61DC14B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7,500,000</w:t>
            </w:r>
          </w:p>
        </w:tc>
        <w:tc>
          <w:tcPr>
            <w:tcW w:w="625" w:type="pct"/>
            <w:shd w:val="clear" w:color="auto" w:fill="F2F2F2" w:themeFill="background1" w:themeFillShade="F2"/>
            <w:hideMark/>
          </w:tcPr>
          <w:p w14:paraId="5313665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15,798</w:t>
            </w:r>
          </w:p>
        </w:tc>
        <w:tc>
          <w:tcPr>
            <w:tcW w:w="619" w:type="pct"/>
            <w:shd w:val="clear" w:color="auto" w:fill="F2F2F2" w:themeFill="background1" w:themeFillShade="F2"/>
            <w:hideMark/>
          </w:tcPr>
          <w:p w14:paraId="2A4A7B8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15,798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067225B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0DB02A85" w14:textId="77777777" w:rsidTr="00366335">
        <w:trPr>
          <w:trHeight w:val="193"/>
        </w:trPr>
        <w:tc>
          <w:tcPr>
            <w:tcW w:w="2497" w:type="pct"/>
            <w:gridSpan w:val="2"/>
            <w:shd w:val="clear" w:color="auto" w:fill="F2F2F2" w:themeFill="background1" w:themeFillShade="F2"/>
            <w:noWrap/>
            <w:hideMark/>
          </w:tcPr>
          <w:p w14:paraId="059B6887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 xml:space="preserve">22 Instituto Nacional Electoral </w:t>
            </w:r>
          </w:p>
        </w:tc>
        <w:tc>
          <w:tcPr>
            <w:tcW w:w="678" w:type="pct"/>
            <w:shd w:val="clear" w:color="auto" w:fill="F2F2F2" w:themeFill="background1" w:themeFillShade="F2"/>
            <w:hideMark/>
          </w:tcPr>
          <w:p w14:paraId="3605C7D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58,782,970</w:t>
            </w:r>
          </w:p>
        </w:tc>
        <w:tc>
          <w:tcPr>
            <w:tcW w:w="625" w:type="pct"/>
            <w:shd w:val="clear" w:color="auto" w:fill="F2F2F2" w:themeFill="background1" w:themeFillShade="F2"/>
            <w:hideMark/>
          </w:tcPr>
          <w:p w14:paraId="16CFE01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58,782,970</w:t>
            </w:r>
          </w:p>
        </w:tc>
        <w:tc>
          <w:tcPr>
            <w:tcW w:w="619" w:type="pct"/>
            <w:shd w:val="clear" w:color="auto" w:fill="F2F2F2" w:themeFill="background1" w:themeFillShade="F2"/>
            <w:hideMark/>
          </w:tcPr>
          <w:p w14:paraId="3FD5990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53,756,409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005D130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91.4</w:t>
            </w:r>
          </w:p>
        </w:tc>
      </w:tr>
      <w:tr w:rsidR="00912474" w:rsidRPr="00912474" w14:paraId="4E1AB704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3A5BF986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75805D47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Gestión Administrativa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588769C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1,100,000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5DF1A9D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1,100,000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1B0E9AC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1,097,000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1A551BD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99.7</w:t>
            </w:r>
          </w:p>
        </w:tc>
      </w:tr>
      <w:tr w:rsidR="00912474" w:rsidRPr="00912474" w14:paraId="57E5557B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71EBE419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019A9683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Capacitación y educación para el ejercicio democrático de la ciudadanía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228CC3C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27,066,110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0D3F9F3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27,066,110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5CCC7C0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26,841,797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2BBEF5B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99.2</w:t>
            </w:r>
          </w:p>
        </w:tc>
      </w:tr>
      <w:tr w:rsidR="00912474" w:rsidRPr="00912474" w14:paraId="0653FF9A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140D2E05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58AB4397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Actualización del padrón electoral y expedición de la credencial para votar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3D4CE68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275,000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4A34876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275,000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5C3A993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238,060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4F157C7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86.6</w:t>
            </w:r>
          </w:p>
        </w:tc>
      </w:tr>
      <w:tr w:rsidR="00912474" w:rsidRPr="00912474" w14:paraId="42B0702B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5F8176C8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04B6CD92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Dirección, soporte jurídico electoral y apoyo logístico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73F917A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17,993,129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360C612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17,993,129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13F874D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16,096,755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3DA6CA6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89.5</w:t>
            </w:r>
          </w:p>
        </w:tc>
      </w:tr>
      <w:tr w:rsidR="00912474" w:rsidRPr="00912474" w14:paraId="36642BC7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05CC00C9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7E46C65A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Otorgamiento de prerrogativas a partidos políticos, fiscalización de sus recursos y administración de los tiempos del estado en radio y televisión</w:t>
            </w:r>
          </w:p>
        </w:tc>
        <w:tc>
          <w:tcPr>
            <w:tcW w:w="678" w:type="pct"/>
            <w:shd w:val="clear" w:color="auto" w:fill="F2F2F2" w:themeFill="background1" w:themeFillShade="F2"/>
            <w:hideMark/>
          </w:tcPr>
          <w:p w14:paraId="7C3478C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7,168,824</w:t>
            </w:r>
          </w:p>
        </w:tc>
        <w:tc>
          <w:tcPr>
            <w:tcW w:w="625" w:type="pct"/>
            <w:shd w:val="clear" w:color="auto" w:fill="F2F2F2" w:themeFill="background1" w:themeFillShade="F2"/>
            <w:hideMark/>
          </w:tcPr>
          <w:p w14:paraId="0409934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5,839,087</w:t>
            </w:r>
          </w:p>
        </w:tc>
        <w:tc>
          <w:tcPr>
            <w:tcW w:w="619" w:type="pct"/>
            <w:shd w:val="clear" w:color="auto" w:fill="F2F2F2" w:themeFill="background1" w:themeFillShade="F2"/>
            <w:hideMark/>
          </w:tcPr>
          <w:p w14:paraId="7E64CF4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5,839,087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7C71D77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596BC2A2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3BF03DA5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0A79C04E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Vinculación con la sociedad</w:t>
            </w:r>
          </w:p>
        </w:tc>
        <w:tc>
          <w:tcPr>
            <w:tcW w:w="678" w:type="pct"/>
            <w:shd w:val="clear" w:color="auto" w:fill="F2F2F2" w:themeFill="background1" w:themeFillShade="F2"/>
            <w:hideMark/>
          </w:tcPr>
          <w:p w14:paraId="7BD3303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667,346</w:t>
            </w:r>
          </w:p>
        </w:tc>
        <w:tc>
          <w:tcPr>
            <w:tcW w:w="625" w:type="pct"/>
            <w:shd w:val="clear" w:color="auto" w:fill="F2F2F2" w:themeFill="background1" w:themeFillShade="F2"/>
            <w:hideMark/>
          </w:tcPr>
          <w:p w14:paraId="6FEEDEC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667,346</w:t>
            </w:r>
          </w:p>
        </w:tc>
        <w:tc>
          <w:tcPr>
            <w:tcW w:w="619" w:type="pct"/>
            <w:shd w:val="clear" w:color="auto" w:fill="F2F2F2" w:themeFill="background1" w:themeFillShade="F2"/>
            <w:hideMark/>
          </w:tcPr>
          <w:p w14:paraId="39E4E50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647,661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1D33706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97.1</w:t>
            </w:r>
          </w:p>
        </w:tc>
      </w:tr>
      <w:tr w:rsidR="00912474" w:rsidRPr="00912474" w14:paraId="785FE127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1616A8EE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7E5B7166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Tecnologías de información y comunicaciones</w:t>
            </w:r>
          </w:p>
        </w:tc>
        <w:tc>
          <w:tcPr>
            <w:tcW w:w="678" w:type="pct"/>
            <w:shd w:val="clear" w:color="auto" w:fill="F2F2F2" w:themeFill="background1" w:themeFillShade="F2"/>
            <w:hideMark/>
          </w:tcPr>
          <w:p w14:paraId="151A461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4,512,561</w:t>
            </w:r>
          </w:p>
        </w:tc>
        <w:tc>
          <w:tcPr>
            <w:tcW w:w="625" w:type="pct"/>
            <w:shd w:val="clear" w:color="auto" w:fill="F2F2F2" w:themeFill="background1" w:themeFillShade="F2"/>
            <w:hideMark/>
          </w:tcPr>
          <w:p w14:paraId="2BFF0FA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5,842,298</w:t>
            </w:r>
          </w:p>
        </w:tc>
        <w:tc>
          <w:tcPr>
            <w:tcW w:w="619" w:type="pct"/>
            <w:shd w:val="clear" w:color="auto" w:fill="F2F2F2" w:themeFill="background1" w:themeFillShade="F2"/>
            <w:hideMark/>
          </w:tcPr>
          <w:p w14:paraId="7308882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2,996,048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295D38F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51.3</w:t>
            </w:r>
          </w:p>
        </w:tc>
      </w:tr>
      <w:tr w:rsidR="00912474" w:rsidRPr="00912474" w14:paraId="751EC535" w14:textId="77777777" w:rsidTr="00366335">
        <w:trPr>
          <w:trHeight w:val="193"/>
        </w:trPr>
        <w:tc>
          <w:tcPr>
            <w:tcW w:w="2497" w:type="pct"/>
            <w:gridSpan w:val="2"/>
            <w:shd w:val="clear" w:color="auto" w:fill="F2F2F2" w:themeFill="background1" w:themeFillShade="F2"/>
            <w:noWrap/>
            <w:hideMark/>
          </w:tcPr>
          <w:p w14:paraId="114D8B8F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 xml:space="preserve">35 Comisión Nacional de los Derechos Humanos  </w:t>
            </w:r>
          </w:p>
        </w:tc>
        <w:tc>
          <w:tcPr>
            <w:tcW w:w="678" w:type="pct"/>
            <w:shd w:val="clear" w:color="auto" w:fill="F2F2F2" w:themeFill="background1" w:themeFillShade="F2"/>
            <w:hideMark/>
          </w:tcPr>
          <w:p w14:paraId="66EFA02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40,526,931</w:t>
            </w:r>
          </w:p>
        </w:tc>
        <w:tc>
          <w:tcPr>
            <w:tcW w:w="625" w:type="pct"/>
            <w:shd w:val="clear" w:color="auto" w:fill="F2F2F2" w:themeFill="background1" w:themeFillShade="F2"/>
            <w:hideMark/>
          </w:tcPr>
          <w:p w14:paraId="11DEC7C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41,165,321</w:t>
            </w:r>
          </w:p>
        </w:tc>
        <w:tc>
          <w:tcPr>
            <w:tcW w:w="619" w:type="pct"/>
            <w:shd w:val="clear" w:color="auto" w:fill="F2F2F2" w:themeFill="background1" w:themeFillShade="F2"/>
            <w:hideMark/>
          </w:tcPr>
          <w:p w14:paraId="2AA353E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23,541,521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56D644E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57.2</w:t>
            </w:r>
          </w:p>
        </w:tc>
      </w:tr>
      <w:tr w:rsidR="00912474" w:rsidRPr="00912474" w14:paraId="461E8AA6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38807A4A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33E0426C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Realizar la promoción y observancia en el monitoreo, seguimiento y evaluación del impacto de la política nacional en materia de igualdad entre mujeres y hombres.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3D61056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34,715,776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4E18DD9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35,354,166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2AF8D06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21,530,613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265FD94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60.9</w:t>
            </w:r>
          </w:p>
        </w:tc>
      </w:tr>
      <w:tr w:rsidR="00912474" w:rsidRPr="00912474" w14:paraId="5220EAB6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1CB9DBB2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212E09E4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Actividades de apoyo administrativo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7E3E3B9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5,811,155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34808F1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5,811,155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42FEDFD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2,010,908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46DE1D9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34.6</w:t>
            </w:r>
          </w:p>
        </w:tc>
      </w:tr>
      <w:tr w:rsidR="00912474" w:rsidRPr="00912474" w14:paraId="25A9416B" w14:textId="77777777" w:rsidTr="00366335">
        <w:trPr>
          <w:trHeight w:val="193"/>
        </w:trPr>
        <w:tc>
          <w:tcPr>
            <w:tcW w:w="2497" w:type="pct"/>
            <w:gridSpan w:val="2"/>
            <w:shd w:val="clear" w:color="auto" w:fill="F2F2F2" w:themeFill="background1" w:themeFillShade="F2"/>
            <w:noWrap/>
            <w:hideMark/>
          </w:tcPr>
          <w:p w14:paraId="53D93A4F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36 Seguridad y Protección Ciudadana</w:t>
            </w:r>
          </w:p>
        </w:tc>
        <w:tc>
          <w:tcPr>
            <w:tcW w:w="678" w:type="pct"/>
            <w:shd w:val="clear" w:color="auto" w:fill="F2F2F2" w:themeFill="background1" w:themeFillShade="F2"/>
            <w:hideMark/>
          </w:tcPr>
          <w:p w14:paraId="4F9EBBA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3,518,236</w:t>
            </w:r>
          </w:p>
        </w:tc>
        <w:tc>
          <w:tcPr>
            <w:tcW w:w="625" w:type="pct"/>
            <w:shd w:val="clear" w:color="auto" w:fill="F2F2F2" w:themeFill="background1" w:themeFillShade="F2"/>
            <w:hideMark/>
          </w:tcPr>
          <w:p w14:paraId="179185B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19" w:type="pct"/>
            <w:shd w:val="clear" w:color="auto" w:fill="F2F2F2" w:themeFill="background1" w:themeFillShade="F2"/>
            <w:hideMark/>
          </w:tcPr>
          <w:p w14:paraId="44C31F4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0C9405A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n.a.</w:t>
            </w:r>
          </w:p>
        </w:tc>
      </w:tr>
      <w:tr w:rsidR="00912474" w:rsidRPr="00912474" w14:paraId="3E08562F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693F5B5E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3EA11983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Implementar las políticas, programas y acciones tendientes a garantizar la seguridad pública de la Nación y sus habitantes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455C93C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3,518,236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0B9EF7D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6C95C65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48E616D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n.a.</w:t>
            </w:r>
          </w:p>
        </w:tc>
      </w:tr>
      <w:tr w:rsidR="00912474" w:rsidRPr="00912474" w14:paraId="6F1E5762" w14:textId="77777777" w:rsidTr="00366335">
        <w:trPr>
          <w:trHeight w:val="193"/>
        </w:trPr>
        <w:tc>
          <w:tcPr>
            <w:tcW w:w="2497" w:type="pct"/>
            <w:gridSpan w:val="2"/>
            <w:shd w:val="clear" w:color="auto" w:fill="F2F2F2" w:themeFill="background1" w:themeFillShade="F2"/>
            <w:noWrap/>
            <w:hideMark/>
          </w:tcPr>
          <w:p w14:paraId="60DF1580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38 Consejo Nacional de Ciencia y Tecnología</w:t>
            </w:r>
          </w:p>
        </w:tc>
        <w:tc>
          <w:tcPr>
            <w:tcW w:w="678" w:type="pct"/>
            <w:shd w:val="clear" w:color="auto" w:fill="F2F2F2" w:themeFill="background1" w:themeFillShade="F2"/>
            <w:hideMark/>
          </w:tcPr>
          <w:p w14:paraId="6948B3D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4,880,050,983</w:t>
            </w:r>
          </w:p>
        </w:tc>
        <w:tc>
          <w:tcPr>
            <w:tcW w:w="625" w:type="pct"/>
            <w:shd w:val="clear" w:color="auto" w:fill="F2F2F2" w:themeFill="background1" w:themeFillShade="F2"/>
            <w:hideMark/>
          </w:tcPr>
          <w:p w14:paraId="2527AE2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4,860,676,474</w:t>
            </w:r>
          </w:p>
        </w:tc>
        <w:tc>
          <w:tcPr>
            <w:tcW w:w="619" w:type="pct"/>
            <w:shd w:val="clear" w:color="auto" w:fill="F2F2F2" w:themeFill="background1" w:themeFillShade="F2"/>
            <w:hideMark/>
          </w:tcPr>
          <w:p w14:paraId="7E51A5D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4,860,676,474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1D555EB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5A0E2786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7A0B3572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1B0E5785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Apoyos para actividades científicas, tecnológicas y de innovación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10403B9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113,583,708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0B3B0B7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94,209,199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7334890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94,209,199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4179005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7967BFFB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6C0F226F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1BA8E59A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Becas de posgrado y apoyos a la calidad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397D005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4,766,467,275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0B83CB3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4,766,467,275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5A172E1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4,766,467,275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464FAB3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00168DCA" w14:textId="77777777" w:rsidTr="00366335">
        <w:trPr>
          <w:trHeight w:val="193"/>
        </w:trPr>
        <w:tc>
          <w:tcPr>
            <w:tcW w:w="2497" w:type="pct"/>
            <w:gridSpan w:val="2"/>
            <w:shd w:val="clear" w:color="auto" w:fill="F2F2F2" w:themeFill="background1" w:themeFillShade="F2"/>
            <w:noWrap/>
            <w:hideMark/>
          </w:tcPr>
          <w:p w14:paraId="1C3CF513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40 Información Nacional Estadística y Geográfica</w:t>
            </w:r>
          </w:p>
        </w:tc>
        <w:tc>
          <w:tcPr>
            <w:tcW w:w="678" w:type="pct"/>
            <w:shd w:val="clear" w:color="auto" w:fill="F2F2F2" w:themeFill="background1" w:themeFillShade="F2"/>
            <w:hideMark/>
          </w:tcPr>
          <w:p w14:paraId="69929B2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127,989,460</w:t>
            </w:r>
          </w:p>
        </w:tc>
        <w:tc>
          <w:tcPr>
            <w:tcW w:w="625" w:type="pct"/>
            <w:shd w:val="clear" w:color="auto" w:fill="F2F2F2" w:themeFill="background1" w:themeFillShade="F2"/>
            <w:hideMark/>
          </w:tcPr>
          <w:p w14:paraId="38577C1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127,989,460</w:t>
            </w:r>
          </w:p>
        </w:tc>
        <w:tc>
          <w:tcPr>
            <w:tcW w:w="619" w:type="pct"/>
            <w:shd w:val="clear" w:color="auto" w:fill="F2F2F2" w:themeFill="background1" w:themeFillShade="F2"/>
            <w:hideMark/>
          </w:tcPr>
          <w:p w14:paraId="0F4146E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127,989,460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564A6BC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68FDCC46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7C4A2A96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4450C324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Producción y difusión de información estadística y geográfica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695B0CE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127,989,460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650BB98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127,989,460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0DDA9E8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127,989,460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16FFA8D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1AD67196" w14:textId="77777777" w:rsidTr="00366335">
        <w:trPr>
          <w:trHeight w:val="193"/>
        </w:trPr>
        <w:tc>
          <w:tcPr>
            <w:tcW w:w="2497" w:type="pct"/>
            <w:gridSpan w:val="2"/>
            <w:shd w:val="clear" w:color="auto" w:fill="F2F2F2" w:themeFill="background1" w:themeFillShade="F2"/>
            <w:noWrap/>
            <w:hideMark/>
          </w:tcPr>
          <w:p w14:paraId="6B9276CA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43 Instituto Federal de Telecomunicaciones</w:t>
            </w:r>
          </w:p>
        </w:tc>
        <w:tc>
          <w:tcPr>
            <w:tcW w:w="678" w:type="pct"/>
            <w:shd w:val="clear" w:color="auto" w:fill="F2F2F2" w:themeFill="background1" w:themeFillShade="F2"/>
            <w:hideMark/>
          </w:tcPr>
          <w:p w14:paraId="6CE409A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9,812,656</w:t>
            </w:r>
          </w:p>
        </w:tc>
        <w:tc>
          <w:tcPr>
            <w:tcW w:w="625" w:type="pct"/>
            <w:shd w:val="clear" w:color="auto" w:fill="F2F2F2" w:themeFill="background1" w:themeFillShade="F2"/>
            <w:hideMark/>
          </w:tcPr>
          <w:p w14:paraId="03536FF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7,000,860</w:t>
            </w:r>
          </w:p>
        </w:tc>
        <w:tc>
          <w:tcPr>
            <w:tcW w:w="619" w:type="pct"/>
            <w:shd w:val="clear" w:color="auto" w:fill="F2F2F2" w:themeFill="background1" w:themeFillShade="F2"/>
            <w:hideMark/>
          </w:tcPr>
          <w:p w14:paraId="32FBFD6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7,000,860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0836012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368FD721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2FD0411D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635EC329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Actividades de apoyo administrativo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4571DCA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9,812,656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3C29D31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7,000,860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2B93376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7,000,860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49C21AE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484965A9" w14:textId="77777777" w:rsidTr="00366335">
        <w:trPr>
          <w:trHeight w:val="193"/>
        </w:trPr>
        <w:tc>
          <w:tcPr>
            <w:tcW w:w="2497" w:type="pct"/>
            <w:gridSpan w:val="2"/>
            <w:shd w:val="clear" w:color="auto" w:fill="F2F2F2" w:themeFill="background1" w:themeFillShade="F2"/>
            <w:noWrap/>
            <w:hideMark/>
          </w:tcPr>
          <w:p w14:paraId="473CEF72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 xml:space="preserve">45 Comisión Reguladora de Energía  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07BAB5D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250,000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20DDDEC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109,620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7AB7650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109,620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68ACCD3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26D6E540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42CDE474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6FC20ABB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Regulación y permisos de electricidad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0222AAE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50,000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0703739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54,810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2A76B55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54,810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27168AC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4C359F13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1D258821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43E41AD7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Regulación y permisos de Hidrocarburos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20E678D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50,000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44B5CFD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54,810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0DF2D30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54,810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37978E2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13AE9C38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4024701F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lastRenderedPageBreak/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50EE3565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Actividades de apoyo administrativo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5D833F4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150,000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0F1E791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1F18C82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14C2E3E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n.a.</w:t>
            </w:r>
          </w:p>
        </w:tc>
      </w:tr>
      <w:tr w:rsidR="00912474" w:rsidRPr="00912474" w14:paraId="113C9EC3" w14:textId="77777777" w:rsidTr="00366335">
        <w:trPr>
          <w:trHeight w:val="193"/>
        </w:trPr>
        <w:tc>
          <w:tcPr>
            <w:tcW w:w="2497" w:type="pct"/>
            <w:gridSpan w:val="2"/>
            <w:shd w:val="clear" w:color="auto" w:fill="F2F2F2" w:themeFill="background1" w:themeFillShade="F2"/>
            <w:noWrap/>
            <w:hideMark/>
          </w:tcPr>
          <w:p w14:paraId="2CABCEC3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47 Entidades no Sectorizadas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5627CE1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1,356,691,894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5019BAC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581,351,825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061FDC4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581,336,969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0F537F0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40B7DAD1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5DA35E4D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5F65AA67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Atención a Víctimas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5A4729F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7,772,233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77223F9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4,039,428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77EFB4D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4,039,428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41FA771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1F0C88B1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68524A82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38013B1D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Actividades de apoyo administrativo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224591D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12,625,541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61F9AC5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2,553,326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425481E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2,553,326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3F07888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2206C58E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3EE4C13F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68D66AA5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Actividades de apoyo a la función pública y buen gobierno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04C6373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8,263,327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434071A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5,060,852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1A54CA2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5,060,852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41DBA2F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28115421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78D58F6E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33EC6DAA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Fortalecimiento de la Igualdad Sustantiva entre Mujeres y Hombres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1037F29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440,536,174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4D6270E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300,949,508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54925D4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300,949,508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0E1072D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7CF539D8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3BD5432A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7F7E7F8A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Fortalecimiento a la Transversalidad de la Perspectiva de Género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32EFD6C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365,349,561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3610787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239,358,322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30EA996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239,343,467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330C6115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40F8C9D9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66B8FDCA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61ED24FE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para el fortalecimiento económico de los Pueblos y Comunidades Indígenas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61B112B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436,616,512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6127ECA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9,411,461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53AE3A9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9,411,461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5E0A01E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3136FECB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23646120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5CEED38D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Derechos Indígenas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5136BAA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85,528,546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3BA2E71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19,978,927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7387479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19,978,927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27D1A86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6B2AFD69" w14:textId="77777777" w:rsidTr="00366335">
        <w:trPr>
          <w:trHeight w:val="193"/>
        </w:trPr>
        <w:tc>
          <w:tcPr>
            <w:tcW w:w="2497" w:type="pct"/>
            <w:gridSpan w:val="2"/>
            <w:shd w:val="clear" w:color="auto" w:fill="F2F2F2" w:themeFill="background1" w:themeFillShade="F2"/>
            <w:noWrap/>
            <w:hideMark/>
          </w:tcPr>
          <w:p w14:paraId="25D97722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48 Cultura</w:t>
            </w:r>
          </w:p>
        </w:tc>
        <w:tc>
          <w:tcPr>
            <w:tcW w:w="678" w:type="pct"/>
            <w:shd w:val="clear" w:color="auto" w:fill="F2F2F2" w:themeFill="background1" w:themeFillShade="F2"/>
            <w:hideMark/>
          </w:tcPr>
          <w:p w14:paraId="22BC0E7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33,948,073</w:t>
            </w:r>
          </w:p>
        </w:tc>
        <w:tc>
          <w:tcPr>
            <w:tcW w:w="625" w:type="pct"/>
            <w:shd w:val="clear" w:color="auto" w:fill="F2F2F2" w:themeFill="background1" w:themeFillShade="F2"/>
            <w:hideMark/>
          </w:tcPr>
          <w:p w14:paraId="2383F78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23,727,203</w:t>
            </w:r>
          </w:p>
        </w:tc>
        <w:tc>
          <w:tcPr>
            <w:tcW w:w="619" w:type="pct"/>
            <w:shd w:val="clear" w:color="auto" w:fill="F2F2F2" w:themeFill="background1" w:themeFillShade="F2"/>
            <w:hideMark/>
          </w:tcPr>
          <w:p w14:paraId="18BA9E2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23,727,203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4A52F26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5399DD81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6B489FBA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5C2482B4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Desarrollo Cultural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7FB70F0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29,424,804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2CC85F0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19,204,410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1DF16CB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19,204,410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51E4DA5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39E11056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50D36EC9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5A4DF573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Nacional de Becas Artísticas y Culturales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7BCE343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4,523,269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30B5E9F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4,522,793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4DDE57D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4,522,793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65DBBCA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3809C6DE" w14:textId="77777777" w:rsidTr="00366335">
        <w:trPr>
          <w:trHeight w:val="193"/>
        </w:trPr>
        <w:tc>
          <w:tcPr>
            <w:tcW w:w="2497" w:type="pct"/>
            <w:gridSpan w:val="2"/>
            <w:shd w:val="clear" w:color="auto" w:fill="F2F2F2" w:themeFill="background1" w:themeFillShade="F2"/>
            <w:noWrap/>
            <w:hideMark/>
          </w:tcPr>
          <w:p w14:paraId="0A3C7987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49 Fiscalía General de la República</w:t>
            </w:r>
          </w:p>
        </w:tc>
        <w:tc>
          <w:tcPr>
            <w:tcW w:w="678" w:type="pct"/>
            <w:shd w:val="clear" w:color="auto" w:fill="F2F2F2" w:themeFill="background1" w:themeFillShade="F2"/>
            <w:hideMark/>
          </w:tcPr>
          <w:p w14:paraId="4D0EF20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126,317,084</w:t>
            </w:r>
          </w:p>
        </w:tc>
        <w:tc>
          <w:tcPr>
            <w:tcW w:w="625" w:type="pct"/>
            <w:shd w:val="clear" w:color="auto" w:fill="F2F2F2" w:themeFill="background1" w:themeFillShade="F2"/>
            <w:hideMark/>
          </w:tcPr>
          <w:p w14:paraId="5168DDE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33,713,639</w:t>
            </w:r>
          </w:p>
        </w:tc>
        <w:tc>
          <w:tcPr>
            <w:tcW w:w="619" w:type="pct"/>
            <w:shd w:val="clear" w:color="auto" w:fill="F2F2F2" w:themeFill="background1" w:themeFillShade="F2"/>
            <w:hideMark/>
          </w:tcPr>
          <w:p w14:paraId="3F15A01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33,713,639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3BAB5C8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5FAE641F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6A1EF6FB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40F5EE33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Investigar y perseguir los delitos federales de carácter especial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35BFED6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51,156,036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1F0337D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598258D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78974E9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n.a.</w:t>
            </w:r>
          </w:p>
        </w:tc>
      </w:tr>
      <w:tr w:rsidR="00912474" w:rsidRPr="00912474" w14:paraId="1B1DF4BE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4043E9E1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087036CE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Investigar y perseguir los delitos cometidos en materia de derechos humanos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53F33D0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68,494,398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3579E8C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30,365,489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20E2DD1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30,365,489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3A48EFA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1DF43EED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6742DD29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0B2B5A52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Realizar investigación académica en el marco de las ciencias penales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1934A8E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100,000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1440405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100,000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7FF2348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100,000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09D726B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2CEC6123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3E1ECFC8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3F1602A6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Investigar, perseguir y prevenir delitos del orden electoral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4A706FB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3,200,000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567AE8B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950,000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443FA76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950,000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5904EC5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2BC18DFB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03573BC8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449D26BF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Promover la formación profesional y capacitación del capital humano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5BE444F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493,500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5F37119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378,000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5EABE2B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378,000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032489A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78E0C70C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3B70A682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6BB0AF47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Actividades de apoyo administrativo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74411FC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2,873,150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016C8E7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1,920,150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3CA2A3E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1,920,150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4677B17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199E5395" w14:textId="77777777" w:rsidTr="00366335">
        <w:trPr>
          <w:trHeight w:val="193"/>
        </w:trPr>
        <w:tc>
          <w:tcPr>
            <w:tcW w:w="2497" w:type="pct"/>
            <w:gridSpan w:val="2"/>
            <w:shd w:val="clear" w:color="auto" w:fill="F2F2F2" w:themeFill="background1" w:themeFillShade="F2"/>
            <w:noWrap/>
            <w:hideMark/>
          </w:tcPr>
          <w:p w14:paraId="624111DE" w14:textId="77777777" w:rsidR="00912474" w:rsidRPr="00912474" w:rsidRDefault="00912474" w:rsidP="006B2659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18 Energía</w:t>
            </w:r>
            <w:r w:rsidR="006B2659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 xml:space="preserve"> </w:t>
            </w: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vertAlign w:val="superscript"/>
                <w:lang w:val="es-MX" w:eastAsia="es-MX"/>
              </w:rPr>
              <w:t>3/</w:t>
            </w:r>
          </w:p>
        </w:tc>
        <w:tc>
          <w:tcPr>
            <w:tcW w:w="678" w:type="pct"/>
            <w:shd w:val="clear" w:color="auto" w:fill="F2F2F2" w:themeFill="background1" w:themeFillShade="F2"/>
            <w:hideMark/>
          </w:tcPr>
          <w:p w14:paraId="75574AE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190,000</w:t>
            </w:r>
          </w:p>
        </w:tc>
        <w:tc>
          <w:tcPr>
            <w:tcW w:w="625" w:type="pct"/>
            <w:shd w:val="clear" w:color="auto" w:fill="F2F2F2" w:themeFill="background1" w:themeFillShade="F2"/>
            <w:hideMark/>
          </w:tcPr>
          <w:p w14:paraId="30E0CD1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190,000</w:t>
            </w:r>
          </w:p>
        </w:tc>
        <w:tc>
          <w:tcPr>
            <w:tcW w:w="619" w:type="pct"/>
            <w:shd w:val="clear" w:color="auto" w:fill="F2F2F2" w:themeFill="background1" w:themeFillShade="F2"/>
            <w:hideMark/>
          </w:tcPr>
          <w:p w14:paraId="3B29CC0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4D859B2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0.0</w:t>
            </w:r>
          </w:p>
        </w:tc>
      </w:tr>
      <w:tr w:rsidR="00912474" w:rsidRPr="00912474" w14:paraId="26B041E8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69F92CE1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173BA4F5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Dirección, coordinación y control de la operación del Sistema Eléctrico Nacional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6634101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190,000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765A07F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190,000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76F05EC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7E6FEBA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0.0</w:t>
            </w:r>
          </w:p>
        </w:tc>
      </w:tr>
      <w:tr w:rsidR="00912474" w:rsidRPr="00912474" w14:paraId="682B23CA" w14:textId="77777777" w:rsidTr="00366335">
        <w:trPr>
          <w:trHeight w:val="193"/>
        </w:trPr>
        <w:tc>
          <w:tcPr>
            <w:tcW w:w="2497" w:type="pct"/>
            <w:gridSpan w:val="2"/>
            <w:shd w:val="clear" w:color="auto" w:fill="F2F2F2" w:themeFill="background1" w:themeFillShade="F2"/>
            <w:noWrap/>
            <w:hideMark/>
          </w:tcPr>
          <w:p w14:paraId="52DD2BD6" w14:textId="77777777" w:rsidR="00912474" w:rsidRPr="00912474" w:rsidRDefault="00912474" w:rsidP="006B2659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GYR Instituto Mexicano del Seguro Social</w:t>
            </w:r>
            <w:r w:rsidR="006B2659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 xml:space="preserve"> </w:t>
            </w:r>
            <w:r w:rsid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vertAlign w:val="superscript"/>
                <w:lang w:val="es-MX" w:eastAsia="es-MX"/>
              </w:rPr>
              <w:t xml:space="preserve"> 3/</w:t>
            </w:r>
          </w:p>
        </w:tc>
        <w:tc>
          <w:tcPr>
            <w:tcW w:w="678" w:type="pct"/>
            <w:shd w:val="clear" w:color="auto" w:fill="F2F2F2" w:themeFill="background1" w:themeFillShade="F2"/>
            <w:hideMark/>
          </w:tcPr>
          <w:p w14:paraId="09E7805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21,953,038,420</w:t>
            </w:r>
          </w:p>
        </w:tc>
        <w:tc>
          <w:tcPr>
            <w:tcW w:w="625" w:type="pct"/>
            <w:shd w:val="clear" w:color="auto" w:fill="F2F2F2" w:themeFill="background1" w:themeFillShade="F2"/>
            <w:hideMark/>
          </w:tcPr>
          <w:p w14:paraId="1132798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20,818,973,004</w:t>
            </w:r>
          </w:p>
        </w:tc>
        <w:tc>
          <w:tcPr>
            <w:tcW w:w="619" w:type="pct"/>
            <w:shd w:val="clear" w:color="auto" w:fill="F2F2F2" w:themeFill="background1" w:themeFillShade="F2"/>
            <w:hideMark/>
          </w:tcPr>
          <w:p w14:paraId="586CB1D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20,818,973,004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5CEF6CB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2B98D56C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5A08DEC3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2156CBA3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Prevención y control de enfermedades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19CEFC2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2,460,272,685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34ACA9D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1,867,193,606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5EFC0A4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1,867,193,606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0623EF1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7D3C5962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21405851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3C88EB3A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Servicios de guardería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6BB4D4B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12,482,172,716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1350E5E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11,533,413,997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21912AD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11,533,413,997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59250BA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244C84B8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0F3DF765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57489BA8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Atención a la Salud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17885E3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7,010,593,019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65922F5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7,418,365,401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342E85D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7,418,365,401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77D0E77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50CFB7B0" w14:textId="77777777" w:rsidTr="00366335">
        <w:trPr>
          <w:trHeight w:val="193"/>
        </w:trPr>
        <w:tc>
          <w:tcPr>
            <w:tcW w:w="2497" w:type="pct"/>
            <w:gridSpan w:val="2"/>
            <w:shd w:val="clear" w:color="auto" w:fill="F2F2F2" w:themeFill="background1" w:themeFillShade="F2"/>
            <w:noWrap/>
            <w:hideMark/>
          </w:tcPr>
          <w:p w14:paraId="268C3B38" w14:textId="77777777" w:rsidR="00912474" w:rsidRPr="00912474" w:rsidRDefault="00912474" w:rsidP="006B2659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 xml:space="preserve">GYN Instituto de Seguridad y Servicios Sociales de los Trabajadores del Estado </w:t>
            </w:r>
            <w:r w:rsid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vertAlign w:val="superscript"/>
                <w:lang w:val="es-MX" w:eastAsia="es-MX"/>
              </w:rPr>
              <w:t>3</w:t>
            </w: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vertAlign w:val="superscript"/>
                <w:lang w:val="es-MX" w:eastAsia="es-MX"/>
              </w:rPr>
              <w:t>/</w:t>
            </w:r>
          </w:p>
        </w:tc>
        <w:tc>
          <w:tcPr>
            <w:tcW w:w="678" w:type="pct"/>
            <w:shd w:val="clear" w:color="auto" w:fill="F2F2F2" w:themeFill="background1" w:themeFillShade="F2"/>
            <w:hideMark/>
          </w:tcPr>
          <w:p w14:paraId="6CC8ABE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596,744,552</w:t>
            </w:r>
          </w:p>
        </w:tc>
        <w:tc>
          <w:tcPr>
            <w:tcW w:w="625" w:type="pct"/>
            <w:shd w:val="clear" w:color="auto" w:fill="F2F2F2" w:themeFill="background1" w:themeFillShade="F2"/>
            <w:hideMark/>
          </w:tcPr>
          <w:p w14:paraId="6977D7F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556,906,449</w:t>
            </w:r>
          </w:p>
        </w:tc>
        <w:tc>
          <w:tcPr>
            <w:tcW w:w="619" w:type="pct"/>
            <w:shd w:val="clear" w:color="auto" w:fill="F2F2F2" w:themeFill="background1" w:themeFillShade="F2"/>
            <w:hideMark/>
          </w:tcPr>
          <w:p w14:paraId="35A431B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556,906,449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7713E1F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2B6E2E41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4BC6AC62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1FD01674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Equidad de Género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0CFA145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29,509,585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70EC24C6" w14:textId="77777777" w:rsidR="00912474" w:rsidRPr="00912474" w:rsidRDefault="00912474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 xml:space="preserve">31,876,508 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2E4BBCD6" w14:textId="77777777" w:rsidR="00912474" w:rsidRPr="00912474" w:rsidRDefault="00912474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 xml:space="preserve">31,876,508 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2A982FC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1EBB1629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3CF12D3C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0B61246D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Prevención y control de enfermedades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28BF23F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567,234,967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47D3A7AD" w14:textId="77777777" w:rsidR="00912474" w:rsidRPr="00912474" w:rsidRDefault="00912474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 xml:space="preserve">525,029,941 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1DD475BC" w14:textId="77777777" w:rsidR="00912474" w:rsidRPr="00912474" w:rsidRDefault="00912474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 xml:space="preserve">525,029,941 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7AB5779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32C1802D" w14:textId="77777777" w:rsidTr="00366335">
        <w:trPr>
          <w:trHeight w:val="193"/>
        </w:trPr>
        <w:tc>
          <w:tcPr>
            <w:tcW w:w="2497" w:type="pct"/>
            <w:gridSpan w:val="2"/>
            <w:shd w:val="clear" w:color="auto" w:fill="F2F2F2" w:themeFill="background1" w:themeFillShade="F2"/>
            <w:noWrap/>
            <w:hideMark/>
          </w:tcPr>
          <w:p w14:paraId="0A4DDF11" w14:textId="77777777" w:rsidR="00912474" w:rsidRPr="00912474" w:rsidRDefault="00912474" w:rsidP="00366335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 xml:space="preserve">TYY PEMEX </w:t>
            </w: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vertAlign w:val="superscript"/>
                <w:lang w:val="es-MX" w:eastAsia="es-MX"/>
              </w:rPr>
              <w:t>3/</w:t>
            </w:r>
          </w:p>
        </w:tc>
        <w:tc>
          <w:tcPr>
            <w:tcW w:w="678" w:type="pct"/>
            <w:shd w:val="clear" w:color="auto" w:fill="F2F2F2" w:themeFill="background1" w:themeFillShade="F2"/>
            <w:hideMark/>
          </w:tcPr>
          <w:p w14:paraId="68733D2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12,720,000</w:t>
            </w:r>
          </w:p>
        </w:tc>
        <w:tc>
          <w:tcPr>
            <w:tcW w:w="625" w:type="pct"/>
            <w:shd w:val="clear" w:color="auto" w:fill="F2F2F2" w:themeFill="background1" w:themeFillShade="F2"/>
            <w:hideMark/>
          </w:tcPr>
          <w:p w14:paraId="27FEFBC8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461,225</w:t>
            </w:r>
          </w:p>
        </w:tc>
        <w:tc>
          <w:tcPr>
            <w:tcW w:w="619" w:type="pct"/>
            <w:shd w:val="clear" w:color="auto" w:fill="F2F2F2" w:themeFill="background1" w:themeFillShade="F2"/>
            <w:hideMark/>
          </w:tcPr>
          <w:p w14:paraId="7C0DFAF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461,225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3F62220F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23EAA741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445F1950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0F5AD92C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Actividades de apoyo administrativo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2B4A2EE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12,720,000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57F6E79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461,225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361EFC6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461,225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5DC6850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912474" w:rsidRPr="00912474" w14:paraId="2F3F1792" w14:textId="77777777" w:rsidTr="00366335">
        <w:trPr>
          <w:trHeight w:val="193"/>
        </w:trPr>
        <w:tc>
          <w:tcPr>
            <w:tcW w:w="2497" w:type="pct"/>
            <w:gridSpan w:val="2"/>
            <w:shd w:val="clear" w:color="auto" w:fill="F2F2F2" w:themeFill="background1" w:themeFillShade="F2"/>
            <w:noWrap/>
            <w:hideMark/>
          </w:tcPr>
          <w:p w14:paraId="7C1F1B30" w14:textId="77777777" w:rsidR="00912474" w:rsidRPr="00912474" w:rsidRDefault="00912474" w:rsidP="006B2659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 xml:space="preserve">TVV Comisión Federal de Electricidad </w:t>
            </w: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vertAlign w:val="superscript"/>
                <w:lang w:val="es-MX" w:eastAsia="es-MX"/>
              </w:rPr>
              <w:t>3/</w:t>
            </w:r>
          </w:p>
        </w:tc>
        <w:tc>
          <w:tcPr>
            <w:tcW w:w="678" w:type="pct"/>
            <w:shd w:val="clear" w:color="auto" w:fill="F2F2F2" w:themeFill="background1" w:themeFillShade="F2"/>
            <w:hideMark/>
          </w:tcPr>
          <w:p w14:paraId="5062F19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4,224,750</w:t>
            </w:r>
          </w:p>
        </w:tc>
        <w:tc>
          <w:tcPr>
            <w:tcW w:w="625" w:type="pct"/>
            <w:shd w:val="clear" w:color="auto" w:fill="F2F2F2" w:themeFill="background1" w:themeFillShade="F2"/>
            <w:hideMark/>
          </w:tcPr>
          <w:p w14:paraId="7EDA9F6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4,224,750</w:t>
            </w:r>
          </w:p>
        </w:tc>
        <w:tc>
          <w:tcPr>
            <w:tcW w:w="619" w:type="pct"/>
            <w:shd w:val="clear" w:color="auto" w:fill="F2F2F2" w:themeFill="background1" w:themeFillShade="F2"/>
            <w:hideMark/>
          </w:tcPr>
          <w:p w14:paraId="2421BD5C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3D6A39F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0.0</w:t>
            </w:r>
          </w:p>
        </w:tc>
      </w:tr>
      <w:tr w:rsidR="00912474" w:rsidRPr="00912474" w14:paraId="29498C18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2277F729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6F519F6E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Operación y mantenimiento de las centrales generadoras de energía eléctrica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295E405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743,500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1FD7FDF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743,500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3C35A4F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7106B48D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0.0</w:t>
            </w:r>
          </w:p>
        </w:tc>
      </w:tr>
      <w:tr w:rsidR="00912474" w:rsidRPr="00912474" w14:paraId="3117E081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05904CC3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noWrap/>
            <w:hideMark/>
          </w:tcPr>
          <w:p w14:paraId="0BDD98BA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Operación y mantenimiento de la Red Nacional de Transmisión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4F38E0C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100,000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5413F78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100,000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1D0BC99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68416DA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0.0</w:t>
            </w:r>
          </w:p>
        </w:tc>
      </w:tr>
      <w:tr w:rsidR="00912474" w:rsidRPr="00912474" w14:paraId="4D08C576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7C0C89FA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08164937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Operación y mantenimiento de la infraestructura del proceso de distribución de energía eléctrica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5A036D2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2,486,250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507FC836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2,486,250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5130A54B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52421AB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0.0</w:t>
            </w:r>
          </w:p>
        </w:tc>
      </w:tr>
      <w:tr w:rsidR="00912474" w:rsidRPr="00912474" w14:paraId="0C6604ED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648C22EC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6F249684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Prestación de servicios corporativos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69AF3D8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630,000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02D8AD1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630,000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4D7498D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0D18D312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0.0</w:t>
            </w:r>
          </w:p>
        </w:tc>
      </w:tr>
      <w:tr w:rsidR="00912474" w:rsidRPr="00912474" w14:paraId="57B6870A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40D7B218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lastRenderedPageBreak/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2DD80CD3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Funciones en relación con Estrategias de Negocios Comerciales, así como potenciales nuevos negocios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5470C6C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80,000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0586AF1E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80,000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1AF8B7D1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52B07CF4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0.0</w:t>
            </w:r>
          </w:p>
        </w:tc>
      </w:tr>
      <w:tr w:rsidR="00912474" w:rsidRPr="00912474" w14:paraId="17830260" w14:textId="77777777" w:rsidTr="00366335">
        <w:trPr>
          <w:trHeight w:val="193"/>
        </w:trPr>
        <w:tc>
          <w:tcPr>
            <w:tcW w:w="246" w:type="pct"/>
            <w:shd w:val="clear" w:color="auto" w:fill="F2F2F2" w:themeFill="background1" w:themeFillShade="F2"/>
            <w:noWrap/>
            <w:hideMark/>
          </w:tcPr>
          <w:p w14:paraId="106761C7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shd w:val="clear" w:color="auto" w:fill="F2F2F2" w:themeFill="background1" w:themeFillShade="F2"/>
            <w:hideMark/>
          </w:tcPr>
          <w:p w14:paraId="691ECC48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Actividades de apoyo administrativo</w:t>
            </w:r>
          </w:p>
        </w:tc>
        <w:tc>
          <w:tcPr>
            <w:tcW w:w="678" w:type="pct"/>
            <w:shd w:val="clear" w:color="auto" w:fill="F2F2F2" w:themeFill="background1" w:themeFillShade="F2"/>
            <w:noWrap/>
            <w:hideMark/>
          </w:tcPr>
          <w:p w14:paraId="5D8FE0D0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30,000</w:t>
            </w:r>
          </w:p>
        </w:tc>
        <w:tc>
          <w:tcPr>
            <w:tcW w:w="625" w:type="pct"/>
            <w:shd w:val="clear" w:color="auto" w:fill="F2F2F2" w:themeFill="background1" w:themeFillShade="F2"/>
            <w:noWrap/>
            <w:hideMark/>
          </w:tcPr>
          <w:p w14:paraId="73B072A9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30,000</w:t>
            </w:r>
          </w:p>
        </w:tc>
        <w:tc>
          <w:tcPr>
            <w:tcW w:w="619" w:type="pct"/>
            <w:shd w:val="clear" w:color="auto" w:fill="F2F2F2" w:themeFill="background1" w:themeFillShade="F2"/>
            <w:noWrap/>
            <w:hideMark/>
          </w:tcPr>
          <w:p w14:paraId="532BBB3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581" w:type="pct"/>
            <w:shd w:val="clear" w:color="auto" w:fill="F2F2F2" w:themeFill="background1" w:themeFillShade="F2"/>
            <w:noWrap/>
            <w:hideMark/>
          </w:tcPr>
          <w:p w14:paraId="4FB96C7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0.0</w:t>
            </w:r>
          </w:p>
        </w:tc>
      </w:tr>
      <w:tr w:rsidR="00912474" w:rsidRPr="00912474" w14:paraId="494316F8" w14:textId="77777777" w:rsidTr="00366335">
        <w:trPr>
          <w:trHeight w:val="193"/>
        </w:trPr>
        <w:tc>
          <w:tcPr>
            <w:tcW w:w="246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17FEDAFE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51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27240C01" w14:textId="77777777" w:rsidR="00912474" w:rsidRPr="00912474" w:rsidRDefault="00912474" w:rsidP="0091247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Coordinación de las funciones y recursos para la infraestructura eléctrica</w:t>
            </w:r>
          </w:p>
        </w:tc>
        <w:tc>
          <w:tcPr>
            <w:tcW w:w="678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2CED520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155,000</w:t>
            </w:r>
          </w:p>
        </w:tc>
        <w:tc>
          <w:tcPr>
            <w:tcW w:w="625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27701A27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155,000</w:t>
            </w:r>
          </w:p>
        </w:tc>
        <w:tc>
          <w:tcPr>
            <w:tcW w:w="619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12A81493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581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552A0D0A" w14:textId="77777777" w:rsidR="00912474" w:rsidRPr="00912474" w:rsidRDefault="00912474" w:rsidP="0091247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0.0</w:t>
            </w:r>
          </w:p>
        </w:tc>
      </w:tr>
      <w:tr w:rsidR="00366335" w:rsidRPr="00912474" w14:paraId="44508FB8" w14:textId="77777777" w:rsidTr="00366335">
        <w:trPr>
          <w:trHeight w:val="1360"/>
        </w:trPr>
        <w:tc>
          <w:tcPr>
            <w:tcW w:w="5000" w:type="pct"/>
            <w:gridSpan w:val="6"/>
            <w:tcBorders>
              <w:top w:val="single" w:sz="12" w:space="0" w:color="7F7F7F" w:themeColor="text1" w:themeTint="80"/>
              <w:bottom w:val="nil"/>
            </w:tcBorders>
            <w:shd w:val="clear" w:color="auto" w:fill="auto"/>
            <w:hideMark/>
          </w:tcPr>
          <w:p w14:paraId="2DD4F5DF" w14:textId="77777777" w:rsidR="00366335" w:rsidRDefault="00366335" w:rsidP="00366335">
            <w:pPr>
              <w:spacing w:after="0" w:line="240" w:lineRule="auto"/>
              <w:ind w:left="154" w:hanging="154"/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t>Nota: Las sumas parciales pueden no coincidir con el total, así como los cálculos porcentuales, de</w:t>
            </w:r>
            <w:r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t>bido al redondeo de las cifras.</w:t>
            </w:r>
          </w:p>
          <w:p w14:paraId="5DE93451" w14:textId="77777777" w:rsidR="00366335" w:rsidRDefault="00366335" w:rsidP="00366335">
            <w:pPr>
              <w:spacing w:after="0" w:line="240" w:lineRule="auto"/>
              <w:ind w:left="154" w:hanging="154"/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t>n.a.: No aplica.</w:t>
            </w:r>
          </w:p>
          <w:p w14:paraId="5688EC21" w14:textId="77777777" w:rsidR="00366335" w:rsidRDefault="00366335" w:rsidP="00366335">
            <w:pPr>
              <w:spacing w:after="0" w:line="240" w:lineRule="auto"/>
              <w:ind w:left="154" w:hanging="154"/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t>1</w:t>
            </w:r>
            <w:r w:rsidRPr="00912474"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t>/ El presupuesto total del "Programa Promover la atención y prevención de la violencia contra las mujeres", asciende a 300.0 mdp, que incluyen la ampliación autorizada por la H. Cámara de Diputado</w:t>
            </w:r>
            <w:r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t>s que es del orden de 32.4 mdp.</w:t>
            </w:r>
          </w:p>
          <w:p w14:paraId="5DD78C9F" w14:textId="77777777" w:rsidR="00366335" w:rsidRDefault="00366335" w:rsidP="00366335">
            <w:pPr>
              <w:spacing w:after="0" w:line="240" w:lineRule="auto"/>
              <w:ind w:left="154" w:hanging="154"/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t>2/ El presupuesto total del "Programa de Apoyo a las Instancias de Mujeres en las Entidades Federativas (PAIMEF)", asciende a 278.5 mdp, no se le autorizaron ampliaciones en la H.</w:t>
            </w:r>
            <w:r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t xml:space="preserve"> Cámara de Diputados.</w:t>
            </w:r>
          </w:p>
          <w:p w14:paraId="313A9969" w14:textId="77777777" w:rsidR="00366335" w:rsidRPr="00366335" w:rsidRDefault="00366335" w:rsidP="00366335">
            <w:pPr>
              <w:spacing w:after="0" w:line="240" w:lineRule="auto"/>
              <w:ind w:left="154" w:hanging="154"/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t>3/ El presupuesto no se suma en el total por ser recursos propios.</w:t>
            </w:r>
          </w:p>
          <w:p w14:paraId="301C2F55" w14:textId="77777777" w:rsidR="00366335" w:rsidRPr="00912474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</w:pPr>
            <w:r w:rsidRPr="00912474"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t>FUENTE: Dependencias y Entidades de la Administración Pública Federal.</w:t>
            </w:r>
          </w:p>
        </w:tc>
      </w:tr>
    </w:tbl>
    <w:p w14:paraId="61A65664" w14:textId="77777777" w:rsidR="002364DE" w:rsidRDefault="002364DE" w:rsidP="002364DE">
      <w:pPr>
        <w:pStyle w:val="TEXTONORMAL"/>
      </w:pPr>
      <w:r>
        <w:br w:type="page"/>
      </w:r>
    </w:p>
    <w:tbl>
      <w:tblPr>
        <w:tblW w:w="5000" w:type="pct"/>
        <w:tblBorders>
          <w:bottom w:val="single" w:sz="12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5"/>
        <w:gridCol w:w="5935"/>
        <w:gridCol w:w="1644"/>
        <w:gridCol w:w="1662"/>
        <w:gridCol w:w="1599"/>
        <w:gridCol w:w="1519"/>
      </w:tblGrid>
      <w:tr w:rsidR="00366335" w:rsidRPr="00366335" w14:paraId="3A8F95D6" w14:textId="77777777" w:rsidTr="000F1294">
        <w:trPr>
          <w:trHeight w:val="23"/>
          <w:tblHeader/>
        </w:trPr>
        <w:tc>
          <w:tcPr>
            <w:tcW w:w="5000" w:type="pct"/>
            <w:gridSpan w:val="6"/>
            <w:shd w:val="clear" w:color="auto" w:fill="auto"/>
            <w:noWrap/>
            <w:hideMark/>
          </w:tcPr>
          <w:p w14:paraId="454D1E48" w14:textId="77777777" w:rsidR="00366335" w:rsidRPr="00366335" w:rsidRDefault="00366335" w:rsidP="0036633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color w:val="000000"/>
                <w:sz w:val="16"/>
                <w:szCs w:val="16"/>
                <w:lang w:val="es-MX" w:eastAsia="es-MX"/>
              </w:rPr>
            </w:pPr>
            <w:r w:rsidRPr="00366335">
              <w:rPr>
                <w:rFonts w:ascii="Montserrat" w:eastAsia="Times New Roman" w:hAnsi="Montserrat" w:cs="Calibri"/>
                <w:b/>
                <w:color w:val="000000"/>
                <w:sz w:val="16"/>
                <w:szCs w:val="16"/>
                <w:lang w:val="es-MX" w:eastAsia="es-MX"/>
              </w:rPr>
              <w:lastRenderedPageBreak/>
              <w:t>RECURSOS PARA LA ATENCIÓN DE GRUPOS VULNERABLES</w:t>
            </w:r>
          </w:p>
        </w:tc>
      </w:tr>
      <w:tr w:rsidR="00366335" w:rsidRPr="00366335" w14:paraId="491F83D0" w14:textId="77777777" w:rsidTr="000F1294">
        <w:trPr>
          <w:trHeight w:val="23"/>
          <w:tblHeader/>
        </w:trPr>
        <w:tc>
          <w:tcPr>
            <w:tcW w:w="5000" w:type="pct"/>
            <w:gridSpan w:val="6"/>
            <w:tcBorders>
              <w:bottom w:val="single" w:sz="12" w:space="0" w:color="7F7F7F" w:themeColor="text1" w:themeTint="80"/>
            </w:tcBorders>
            <w:shd w:val="clear" w:color="auto" w:fill="auto"/>
            <w:noWrap/>
            <w:hideMark/>
          </w:tcPr>
          <w:p w14:paraId="3173F8E0" w14:textId="77777777" w:rsidR="00366335" w:rsidRPr="00366335" w:rsidRDefault="00366335" w:rsidP="0036633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val="es-MX" w:eastAsia="es-MX"/>
              </w:rPr>
            </w:pPr>
            <w:r w:rsidRPr="00366335">
              <w:rPr>
                <w:rFonts w:ascii="Montserrat" w:eastAsia="Times New Roman" w:hAnsi="Montserrat" w:cs="Calibri"/>
                <w:color w:val="000000"/>
                <w:sz w:val="16"/>
                <w:szCs w:val="16"/>
                <w:lang w:val="es-MX" w:eastAsia="es-MX"/>
              </w:rPr>
              <w:t>(Pesos)</w:t>
            </w:r>
          </w:p>
        </w:tc>
      </w:tr>
      <w:tr w:rsidR="00366335" w:rsidRPr="00366335" w14:paraId="6EAE7D2E" w14:textId="77777777" w:rsidTr="000F1294">
        <w:trPr>
          <w:trHeight w:val="23"/>
          <w:tblHeader/>
        </w:trPr>
        <w:tc>
          <w:tcPr>
            <w:tcW w:w="5000" w:type="pct"/>
            <w:gridSpan w:val="6"/>
            <w:tcBorders>
              <w:top w:val="single" w:sz="12" w:space="0" w:color="7F7F7F" w:themeColor="text1" w:themeTint="80"/>
              <w:bottom w:val="nil"/>
            </w:tcBorders>
            <w:shd w:val="clear" w:color="auto" w:fill="auto"/>
            <w:noWrap/>
          </w:tcPr>
          <w:p w14:paraId="5910A59E" w14:textId="77777777" w:rsidR="00366335" w:rsidRPr="00366335" w:rsidRDefault="00366335" w:rsidP="0036633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4"/>
                <w:szCs w:val="4"/>
                <w:lang w:val="es-MX" w:eastAsia="es-MX"/>
              </w:rPr>
            </w:pPr>
          </w:p>
        </w:tc>
      </w:tr>
      <w:tr w:rsidR="00366335" w:rsidRPr="00366335" w14:paraId="42BC89DA" w14:textId="77777777" w:rsidTr="00682EEB">
        <w:trPr>
          <w:trHeight w:val="23"/>
          <w:tblHeader/>
        </w:trPr>
        <w:tc>
          <w:tcPr>
            <w:tcW w:w="248" w:type="pct"/>
            <w:vMerge w:val="restart"/>
            <w:tcBorders>
              <w:top w:val="nil"/>
            </w:tcBorders>
            <w:shd w:val="clear" w:color="000000" w:fill="D4C19C"/>
            <w:vAlign w:val="center"/>
            <w:hideMark/>
          </w:tcPr>
          <w:p w14:paraId="3705454C" w14:textId="77777777" w:rsidR="00366335" w:rsidRPr="00366335" w:rsidRDefault="00366335" w:rsidP="0036633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366335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Ramo</w:t>
            </w:r>
          </w:p>
        </w:tc>
        <w:tc>
          <w:tcPr>
            <w:tcW w:w="2282" w:type="pct"/>
            <w:vMerge w:val="restart"/>
            <w:tcBorders>
              <w:top w:val="nil"/>
            </w:tcBorders>
            <w:shd w:val="clear" w:color="000000" w:fill="D4C19C"/>
            <w:vAlign w:val="center"/>
            <w:hideMark/>
          </w:tcPr>
          <w:p w14:paraId="60404A8D" w14:textId="77777777" w:rsidR="00366335" w:rsidRPr="00366335" w:rsidRDefault="00366335" w:rsidP="0036633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366335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Descripción</w:t>
            </w:r>
          </w:p>
        </w:tc>
        <w:tc>
          <w:tcPr>
            <w:tcW w:w="2470" w:type="pct"/>
            <w:gridSpan w:val="4"/>
            <w:tcBorders>
              <w:top w:val="nil"/>
              <w:bottom w:val="single" w:sz="4" w:space="0" w:color="FFFFFF" w:themeColor="background1"/>
            </w:tcBorders>
            <w:shd w:val="clear" w:color="000000" w:fill="D4C19C"/>
            <w:noWrap/>
            <w:vAlign w:val="center"/>
            <w:hideMark/>
          </w:tcPr>
          <w:p w14:paraId="1D78EA2D" w14:textId="77777777" w:rsidR="00366335" w:rsidRPr="00366335" w:rsidRDefault="00366335" w:rsidP="0036633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366335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Avance en el ejercicio del presupuesto 2020</w:t>
            </w:r>
          </w:p>
        </w:tc>
      </w:tr>
      <w:tr w:rsidR="00366335" w:rsidRPr="00366335" w14:paraId="6716DA8D" w14:textId="77777777" w:rsidTr="00682EEB">
        <w:trPr>
          <w:trHeight w:val="23"/>
          <w:tblHeader/>
        </w:trPr>
        <w:tc>
          <w:tcPr>
            <w:tcW w:w="248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5601514D" w14:textId="77777777" w:rsidR="00366335" w:rsidRPr="00366335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2282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0B98E066" w14:textId="77777777" w:rsidR="00366335" w:rsidRPr="00366335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632" w:type="pct"/>
            <w:vMerge w:val="restart"/>
            <w:tcBorders>
              <w:top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02E57257" w14:textId="77777777" w:rsidR="00366335" w:rsidRPr="00366335" w:rsidRDefault="00366335" w:rsidP="0036633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366335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 xml:space="preserve">Aprobado </w:t>
            </w:r>
          </w:p>
        </w:tc>
        <w:tc>
          <w:tcPr>
            <w:tcW w:w="639" w:type="pct"/>
            <w:vMerge w:val="restart"/>
            <w:tcBorders>
              <w:top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37601972" w14:textId="77777777" w:rsidR="00366335" w:rsidRPr="00366335" w:rsidRDefault="00366335" w:rsidP="0036633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366335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 xml:space="preserve">Modificado </w:t>
            </w:r>
            <w:r w:rsidRPr="00366335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vertAlign w:val="superscript"/>
                <w:lang w:val="es-MX" w:eastAsia="es-MX"/>
              </w:rPr>
              <w:t>1/</w:t>
            </w:r>
          </w:p>
        </w:tc>
        <w:tc>
          <w:tcPr>
            <w:tcW w:w="615" w:type="pct"/>
            <w:vMerge w:val="restart"/>
            <w:tcBorders>
              <w:top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7CBCF9D6" w14:textId="77777777" w:rsidR="00366335" w:rsidRPr="00366335" w:rsidRDefault="00366335" w:rsidP="0036633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366335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Ejercido</w:t>
            </w:r>
          </w:p>
        </w:tc>
        <w:tc>
          <w:tcPr>
            <w:tcW w:w="584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78C98C43" w14:textId="77777777" w:rsidR="00366335" w:rsidRPr="00366335" w:rsidRDefault="00366335" w:rsidP="0036633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366335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Porcentaje de avance</w:t>
            </w:r>
          </w:p>
        </w:tc>
      </w:tr>
      <w:tr w:rsidR="00366335" w:rsidRPr="00366335" w14:paraId="0A5266F4" w14:textId="77777777" w:rsidTr="00682EEB">
        <w:trPr>
          <w:trHeight w:val="23"/>
          <w:tblHeader/>
        </w:trPr>
        <w:tc>
          <w:tcPr>
            <w:tcW w:w="248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72CB48EF" w14:textId="77777777" w:rsidR="00366335" w:rsidRPr="00366335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2282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7BB9E05F" w14:textId="77777777" w:rsidR="00366335" w:rsidRPr="00366335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632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24E19DEA" w14:textId="77777777" w:rsidR="00366335" w:rsidRPr="00366335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639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7E73E828" w14:textId="77777777" w:rsidR="00366335" w:rsidRPr="00366335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615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3F9E31AE" w14:textId="77777777" w:rsidR="00366335" w:rsidRPr="00366335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584" w:type="pct"/>
            <w:tcBorders>
              <w:top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32E4B076" w14:textId="77777777" w:rsidR="00366335" w:rsidRPr="00366335" w:rsidRDefault="00366335" w:rsidP="0036633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366335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Ejercido / Modificado</w:t>
            </w:r>
          </w:p>
        </w:tc>
      </w:tr>
      <w:tr w:rsidR="00366335" w:rsidRPr="00366335" w14:paraId="7FF0EF8D" w14:textId="77777777" w:rsidTr="000F1294">
        <w:trPr>
          <w:trHeight w:val="23"/>
          <w:tblHeader/>
        </w:trPr>
        <w:tc>
          <w:tcPr>
            <w:tcW w:w="248" w:type="pct"/>
            <w:vMerge/>
            <w:tcBorders>
              <w:bottom w:val="nil"/>
            </w:tcBorders>
            <w:vAlign w:val="center"/>
            <w:hideMark/>
          </w:tcPr>
          <w:p w14:paraId="16444814" w14:textId="77777777" w:rsidR="00366335" w:rsidRPr="00366335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2282" w:type="pct"/>
            <w:vMerge/>
            <w:tcBorders>
              <w:bottom w:val="nil"/>
            </w:tcBorders>
            <w:vAlign w:val="center"/>
            <w:hideMark/>
          </w:tcPr>
          <w:p w14:paraId="548DEBE6" w14:textId="77777777" w:rsidR="00366335" w:rsidRPr="00366335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632" w:type="pct"/>
            <w:tcBorders>
              <w:bottom w:val="nil"/>
            </w:tcBorders>
            <w:shd w:val="clear" w:color="000000" w:fill="D4C19C"/>
            <w:vAlign w:val="center"/>
            <w:hideMark/>
          </w:tcPr>
          <w:p w14:paraId="639FBF14" w14:textId="77777777" w:rsidR="00366335" w:rsidRPr="00366335" w:rsidRDefault="00366335" w:rsidP="0036633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366335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(a)</w:t>
            </w:r>
          </w:p>
        </w:tc>
        <w:tc>
          <w:tcPr>
            <w:tcW w:w="639" w:type="pct"/>
            <w:tcBorders>
              <w:bottom w:val="nil"/>
            </w:tcBorders>
            <w:shd w:val="clear" w:color="000000" w:fill="D4C19C"/>
            <w:vAlign w:val="center"/>
            <w:hideMark/>
          </w:tcPr>
          <w:p w14:paraId="02724B05" w14:textId="77777777" w:rsidR="00366335" w:rsidRPr="00366335" w:rsidRDefault="00366335" w:rsidP="0036633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366335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(b)</w:t>
            </w:r>
          </w:p>
        </w:tc>
        <w:tc>
          <w:tcPr>
            <w:tcW w:w="615" w:type="pct"/>
            <w:tcBorders>
              <w:bottom w:val="nil"/>
            </w:tcBorders>
            <w:shd w:val="clear" w:color="000000" w:fill="D4C19C"/>
            <w:noWrap/>
            <w:vAlign w:val="center"/>
            <w:hideMark/>
          </w:tcPr>
          <w:p w14:paraId="75B4AFBE" w14:textId="77777777" w:rsidR="00366335" w:rsidRPr="00366335" w:rsidRDefault="00366335" w:rsidP="0036633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366335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(c)</w:t>
            </w:r>
          </w:p>
        </w:tc>
        <w:tc>
          <w:tcPr>
            <w:tcW w:w="584" w:type="pct"/>
            <w:tcBorders>
              <w:bottom w:val="nil"/>
            </w:tcBorders>
            <w:shd w:val="clear" w:color="000000" w:fill="D4C19C"/>
            <w:noWrap/>
            <w:vAlign w:val="center"/>
            <w:hideMark/>
          </w:tcPr>
          <w:p w14:paraId="2FC6FD52" w14:textId="77777777" w:rsidR="00366335" w:rsidRPr="00366335" w:rsidRDefault="00366335" w:rsidP="0036633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366335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 xml:space="preserve">(c) / (b) </w:t>
            </w:r>
          </w:p>
        </w:tc>
      </w:tr>
      <w:tr w:rsidR="00366335" w:rsidRPr="00366335" w14:paraId="22265544" w14:textId="77777777" w:rsidTr="000F1294">
        <w:trPr>
          <w:trHeight w:val="23"/>
          <w:tblHeader/>
        </w:trPr>
        <w:tc>
          <w:tcPr>
            <w:tcW w:w="248" w:type="pct"/>
            <w:tcBorders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59230056" w14:textId="77777777" w:rsidR="00366335" w:rsidRPr="00366335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2282" w:type="pct"/>
            <w:tcBorders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2ED0D6DC" w14:textId="77777777" w:rsidR="00366335" w:rsidRPr="00366335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632" w:type="pct"/>
            <w:tcBorders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1CCF73D1" w14:textId="77777777" w:rsidR="00366335" w:rsidRPr="00366335" w:rsidRDefault="00366335" w:rsidP="0036633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639" w:type="pct"/>
            <w:tcBorders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5D9ACDC0" w14:textId="77777777" w:rsidR="00366335" w:rsidRPr="00366335" w:rsidRDefault="00366335" w:rsidP="0036633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615" w:type="pct"/>
            <w:tcBorders>
              <w:bottom w:val="single" w:sz="12" w:space="0" w:color="7F7F7F" w:themeColor="text1" w:themeTint="80"/>
            </w:tcBorders>
            <w:shd w:val="clear" w:color="auto" w:fill="auto"/>
            <w:noWrap/>
            <w:vAlign w:val="center"/>
          </w:tcPr>
          <w:p w14:paraId="16D41AC4" w14:textId="77777777" w:rsidR="00366335" w:rsidRPr="00366335" w:rsidRDefault="00366335" w:rsidP="0036633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584" w:type="pct"/>
            <w:tcBorders>
              <w:bottom w:val="single" w:sz="12" w:space="0" w:color="7F7F7F" w:themeColor="text1" w:themeTint="80"/>
            </w:tcBorders>
            <w:shd w:val="clear" w:color="auto" w:fill="auto"/>
            <w:noWrap/>
            <w:vAlign w:val="center"/>
          </w:tcPr>
          <w:p w14:paraId="621386C6" w14:textId="77777777" w:rsidR="00366335" w:rsidRPr="00366335" w:rsidRDefault="00366335" w:rsidP="0036633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</w:tr>
      <w:tr w:rsidR="00366335" w:rsidRPr="00366335" w14:paraId="745DA07D" w14:textId="77777777" w:rsidTr="000F1294">
        <w:trPr>
          <w:trHeight w:val="23"/>
          <w:tblHeader/>
        </w:trPr>
        <w:tc>
          <w:tcPr>
            <w:tcW w:w="248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33A1C46E" w14:textId="77777777" w:rsidR="00366335" w:rsidRPr="00366335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2282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5FF988AD" w14:textId="77777777" w:rsidR="00366335" w:rsidRPr="00366335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632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02FD3117" w14:textId="77777777" w:rsidR="00366335" w:rsidRPr="00366335" w:rsidRDefault="00366335" w:rsidP="0036633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639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4650E379" w14:textId="77777777" w:rsidR="00366335" w:rsidRPr="00366335" w:rsidRDefault="00366335" w:rsidP="0036633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615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auto"/>
            <w:noWrap/>
            <w:vAlign w:val="center"/>
          </w:tcPr>
          <w:p w14:paraId="28336191" w14:textId="77777777" w:rsidR="00366335" w:rsidRPr="00366335" w:rsidRDefault="00366335" w:rsidP="0036633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584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auto"/>
            <w:noWrap/>
            <w:vAlign w:val="center"/>
          </w:tcPr>
          <w:p w14:paraId="5632C287" w14:textId="77777777" w:rsidR="00366335" w:rsidRPr="00366335" w:rsidRDefault="00366335" w:rsidP="00366335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</w:tr>
      <w:tr w:rsidR="00366335" w:rsidRPr="00366335" w14:paraId="6324D7FB" w14:textId="77777777" w:rsidTr="00366335">
        <w:trPr>
          <w:trHeight w:val="23"/>
        </w:trPr>
        <w:tc>
          <w:tcPr>
            <w:tcW w:w="2530" w:type="pct"/>
            <w:gridSpan w:val="2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46E2C762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Total</w:t>
            </w:r>
          </w:p>
        </w:tc>
        <w:tc>
          <w:tcPr>
            <w:tcW w:w="632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0507CAB4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193,132,713,211</w:t>
            </w:r>
          </w:p>
        </w:tc>
        <w:tc>
          <w:tcPr>
            <w:tcW w:w="639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16F8158A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184,268,482,639</w:t>
            </w:r>
          </w:p>
        </w:tc>
        <w:tc>
          <w:tcPr>
            <w:tcW w:w="615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465F00CF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184,075,959,251</w:t>
            </w:r>
          </w:p>
        </w:tc>
        <w:tc>
          <w:tcPr>
            <w:tcW w:w="584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45AEEF73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99.9</w:t>
            </w:r>
          </w:p>
        </w:tc>
      </w:tr>
      <w:tr w:rsidR="00366335" w:rsidRPr="00366335" w14:paraId="3A12512B" w14:textId="77777777" w:rsidTr="00366335">
        <w:trPr>
          <w:trHeight w:val="23"/>
        </w:trPr>
        <w:tc>
          <w:tcPr>
            <w:tcW w:w="2530" w:type="pct"/>
            <w:gridSpan w:val="2"/>
            <w:shd w:val="clear" w:color="auto" w:fill="F2F2F2" w:themeFill="background1" w:themeFillShade="F2"/>
            <w:noWrap/>
            <w:hideMark/>
          </w:tcPr>
          <w:p w14:paraId="177EA3C9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04 Gobernación</w:t>
            </w:r>
          </w:p>
        </w:tc>
        <w:tc>
          <w:tcPr>
            <w:tcW w:w="632" w:type="pct"/>
            <w:shd w:val="clear" w:color="auto" w:fill="F2F2F2" w:themeFill="background1" w:themeFillShade="F2"/>
            <w:noWrap/>
            <w:hideMark/>
          </w:tcPr>
          <w:p w14:paraId="705E0333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161,943,308</w:t>
            </w:r>
          </w:p>
        </w:tc>
        <w:tc>
          <w:tcPr>
            <w:tcW w:w="639" w:type="pct"/>
            <w:shd w:val="clear" w:color="auto" w:fill="F2F2F2" w:themeFill="background1" w:themeFillShade="F2"/>
            <w:noWrap/>
            <w:hideMark/>
          </w:tcPr>
          <w:p w14:paraId="61ADA9AC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134,926,824</w:t>
            </w:r>
          </w:p>
        </w:tc>
        <w:tc>
          <w:tcPr>
            <w:tcW w:w="615" w:type="pct"/>
            <w:shd w:val="clear" w:color="auto" w:fill="F2F2F2" w:themeFill="background1" w:themeFillShade="F2"/>
            <w:noWrap/>
            <w:hideMark/>
          </w:tcPr>
          <w:p w14:paraId="5E5305EC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134,926,824</w:t>
            </w:r>
          </w:p>
        </w:tc>
        <w:tc>
          <w:tcPr>
            <w:tcW w:w="584" w:type="pct"/>
            <w:shd w:val="clear" w:color="auto" w:fill="F2F2F2" w:themeFill="background1" w:themeFillShade="F2"/>
            <w:noWrap/>
            <w:hideMark/>
          </w:tcPr>
          <w:p w14:paraId="321711CA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61217160" w14:textId="77777777" w:rsidTr="00366335">
        <w:trPr>
          <w:trHeight w:val="23"/>
        </w:trPr>
        <w:tc>
          <w:tcPr>
            <w:tcW w:w="248" w:type="pct"/>
            <w:shd w:val="clear" w:color="auto" w:fill="F2F2F2" w:themeFill="background1" w:themeFillShade="F2"/>
            <w:noWrap/>
            <w:hideMark/>
          </w:tcPr>
          <w:p w14:paraId="6BC0AFD7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82" w:type="pct"/>
            <w:shd w:val="clear" w:color="auto" w:fill="F2F2F2" w:themeFill="background1" w:themeFillShade="F2"/>
            <w:hideMark/>
          </w:tcPr>
          <w:p w14:paraId="5A26C769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Consejo Nacional para Prevenir la Discriminación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1CBCEE2C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161,943,308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1709DE76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134,926,824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70A80B7D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134,926,824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79CDA435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64FE3A2E" w14:textId="77777777" w:rsidTr="00366335">
        <w:trPr>
          <w:trHeight w:val="23"/>
        </w:trPr>
        <w:tc>
          <w:tcPr>
            <w:tcW w:w="2530" w:type="pct"/>
            <w:gridSpan w:val="2"/>
            <w:shd w:val="clear" w:color="auto" w:fill="F2F2F2" w:themeFill="background1" w:themeFillShade="F2"/>
            <w:noWrap/>
            <w:hideMark/>
          </w:tcPr>
          <w:p w14:paraId="5B074DE9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05 Relaciones Exteriores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4244BBE9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129,808,686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61E9B26F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151,905,932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5D6F2F87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151,905,932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0D7F3AC4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483D7243" w14:textId="77777777" w:rsidTr="00366335">
        <w:trPr>
          <w:trHeight w:val="23"/>
        </w:trPr>
        <w:tc>
          <w:tcPr>
            <w:tcW w:w="248" w:type="pct"/>
            <w:shd w:val="clear" w:color="auto" w:fill="F2F2F2" w:themeFill="background1" w:themeFillShade="F2"/>
            <w:noWrap/>
            <w:hideMark/>
          </w:tcPr>
          <w:p w14:paraId="080AF3C5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82" w:type="pct"/>
            <w:shd w:val="clear" w:color="auto" w:fill="F2F2F2" w:themeFill="background1" w:themeFillShade="F2"/>
            <w:hideMark/>
          </w:tcPr>
          <w:p w14:paraId="2736861D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Atención, protección, servicios y asistencia consulares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71C3CD31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129,808,686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7FA3B5A7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151,905,932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467CB464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151,905,932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39212962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03AC530D" w14:textId="77777777" w:rsidTr="00366335">
        <w:trPr>
          <w:trHeight w:val="23"/>
        </w:trPr>
        <w:tc>
          <w:tcPr>
            <w:tcW w:w="2530" w:type="pct"/>
            <w:gridSpan w:val="2"/>
            <w:shd w:val="clear" w:color="auto" w:fill="F2F2F2" w:themeFill="background1" w:themeFillShade="F2"/>
            <w:noWrap/>
            <w:hideMark/>
          </w:tcPr>
          <w:p w14:paraId="78555020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 xml:space="preserve">11 Educación Pública  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7BEFC904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14,695,338,423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38FFA626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14,951,501,440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4295D7D8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14,947,983,051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098663B9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20BF66D6" w14:textId="77777777" w:rsidTr="00366335">
        <w:trPr>
          <w:trHeight w:val="23"/>
        </w:trPr>
        <w:tc>
          <w:tcPr>
            <w:tcW w:w="248" w:type="pct"/>
            <w:shd w:val="clear" w:color="auto" w:fill="F2F2F2" w:themeFill="background1" w:themeFillShade="F2"/>
            <w:noWrap/>
            <w:hideMark/>
          </w:tcPr>
          <w:p w14:paraId="04FADEF6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82" w:type="pct"/>
            <w:shd w:val="clear" w:color="auto" w:fill="F2F2F2" w:themeFill="background1" w:themeFillShade="F2"/>
            <w:hideMark/>
          </w:tcPr>
          <w:p w14:paraId="2748308D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Atención a la Diversidad de la Educación Indígena (PADEI)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177B5902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23,121,204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721255A6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21,722,488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446CBCC9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21,722,488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1A93520C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3B1CAF34" w14:textId="77777777" w:rsidTr="00366335">
        <w:trPr>
          <w:trHeight w:val="23"/>
        </w:trPr>
        <w:tc>
          <w:tcPr>
            <w:tcW w:w="248" w:type="pct"/>
            <w:shd w:val="clear" w:color="auto" w:fill="F2F2F2" w:themeFill="background1" w:themeFillShade="F2"/>
            <w:noWrap/>
            <w:hideMark/>
          </w:tcPr>
          <w:p w14:paraId="69D8D65D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82" w:type="pct"/>
            <w:shd w:val="clear" w:color="auto" w:fill="F2F2F2" w:themeFill="background1" w:themeFillShade="F2"/>
            <w:hideMark/>
          </w:tcPr>
          <w:p w14:paraId="3EA49796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Atención Educativa de la Población Escolar Migrante (PAEPEM)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4B581B40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23,121,203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0E1A4437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21,046,003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20B79CEB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21,046,003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3F0B99EB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6936D25E" w14:textId="77777777" w:rsidTr="00366335">
        <w:trPr>
          <w:trHeight w:val="23"/>
        </w:trPr>
        <w:tc>
          <w:tcPr>
            <w:tcW w:w="248" w:type="pct"/>
            <w:shd w:val="clear" w:color="auto" w:fill="F2F2F2" w:themeFill="background1" w:themeFillShade="F2"/>
            <w:noWrap/>
            <w:hideMark/>
          </w:tcPr>
          <w:p w14:paraId="567A27C5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82" w:type="pct"/>
            <w:shd w:val="clear" w:color="auto" w:fill="F2F2F2" w:themeFill="background1" w:themeFillShade="F2"/>
            <w:hideMark/>
          </w:tcPr>
          <w:p w14:paraId="27548E27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Beca Universal para Estudiantes de Educación Media Superior Benito Juárez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71DE42FC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5,799,035,026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76BCAF0F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6,341,781,088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3F94D9D8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6,338,265,568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4C761600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99.9</w:t>
            </w:r>
          </w:p>
        </w:tc>
      </w:tr>
      <w:tr w:rsidR="00366335" w:rsidRPr="00366335" w14:paraId="5B12EBA8" w14:textId="77777777" w:rsidTr="00366335">
        <w:trPr>
          <w:trHeight w:val="23"/>
        </w:trPr>
        <w:tc>
          <w:tcPr>
            <w:tcW w:w="248" w:type="pct"/>
            <w:shd w:val="clear" w:color="auto" w:fill="F2F2F2" w:themeFill="background1" w:themeFillShade="F2"/>
            <w:noWrap/>
            <w:hideMark/>
          </w:tcPr>
          <w:p w14:paraId="77314E37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82" w:type="pct"/>
            <w:shd w:val="clear" w:color="auto" w:fill="F2F2F2" w:themeFill="background1" w:themeFillShade="F2"/>
            <w:hideMark/>
          </w:tcPr>
          <w:p w14:paraId="39928DAA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Educación para Adultos (INEA)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46518BFF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383,973,204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41749C4A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341,253,217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319C96E1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341,253,217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5F5500F7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794C8D7F" w14:textId="77777777" w:rsidTr="00366335">
        <w:trPr>
          <w:trHeight w:val="23"/>
        </w:trPr>
        <w:tc>
          <w:tcPr>
            <w:tcW w:w="248" w:type="pct"/>
            <w:shd w:val="clear" w:color="auto" w:fill="F2F2F2" w:themeFill="background1" w:themeFillShade="F2"/>
            <w:noWrap/>
            <w:hideMark/>
          </w:tcPr>
          <w:p w14:paraId="7FE76365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82" w:type="pct"/>
            <w:shd w:val="clear" w:color="auto" w:fill="F2F2F2" w:themeFill="background1" w:themeFillShade="F2"/>
            <w:hideMark/>
          </w:tcPr>
          <w:p w14:paraId="6ADD11F3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Fortalecimiento de los Servicios de Educación Especial (PFSEE)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3E0685A6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55,381,099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1B41FA36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45,694,692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4D28B957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45,691,824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2E5B22A3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7957AB87" w14:textId="77777777" w:rsidTr="00366335">
        <w:trPr>
          <w:trHeight w:val="23"/>
        </w:trPr>
        <w:tc>
          <w:tcPr>
            <w:tcW w:w="248" w:type="pct"/>
            <w:shd w:val="clear" w:color="auto" w:fill="F2F2F2" w:themeFill="background1" w:themeFillShade="F2"/>
            <w:noWrap/>
            <w:hideMark/>
          </w:tcPr>
          <w:p w14:paraId="08DD2984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82" w:type="pct"/>
            <w:shd w:val="clear" w:color="auto" w:fill="F2F2F2" w:themeFill="background1" w:themeFillShade="F2"/>
            <w:hideMark/>
          </w:tcPr>
          <w:p w14:paraId="278E617B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Jóvenes Escribiendo el Futuro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1C3E6BD3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1,555,270,680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21BB43B6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1,501,063,659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28217097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1,501,063,659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25E911AC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6D61E134" w14:textId="77777777" w:rsidTr="00366335">
        <w:trPr>
          <w:trHeight w:val="23"/>
        </w:trPr>
        <w:tc>
          <w:tcPr>
            <w:tcW w:w="248" w:type="pct"/>
            <w:shd w:val="clear" w:color="auto" w:fill="F2F2F2" w:themeFill="background1" w:themeFillShade="F2"/>
            <w:noWrap/>
            <w:hideMark/>
          </w:tcPr>
          <w:p w14:paraId="335C5527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82" w:type="pct"/>
            <w:shd w:val="clear" w:color="auto" w:fill="F2F2F2" w:themeFill="background1" w:themeFillShade="F2"/>
            <w:hideMark/>
          </w:tcPr>
          <w:p w14:paraId="783B7D6D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 xml:space="preserve">La Escuela es Nuestra 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1D47AAA6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616A5315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153,231,192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47022FFC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153,231,192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39F7AAD8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6C9B108D" w14:textId="77777777" w:rsidTr="00366335">
        <w:trPr>
          <w:trHeight w:val="23"/>
        </w:trPr>
        <w:tc>
          <w:tcPr>
            <w:tcW w:w="248" w:type="pct"/>
            <w:shd w:val="clear" w:color="auto" w:fill="F2F2F2" w:themeFill="background1" w:themeFillShade="F2"/>
            <w:noWrap/>
            <w:hideMark/>
          </w:tcPr>
          <w:p w14:paraId="5F0985B2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82" w:type="pct"/>
            <w:shd w:val="clear" w:color="auto" w:fill="F2F2F2" w:themeFill="background1" w:themeFillShade="F2"/>
            <w:hideMark/>
          </w:tcPr>
          <w:p w14:paraId="0B5AD69C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Programa de Becas de Educación Básica para el Bienestar Benito Juárez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36E7C317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6,095,016,036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74340778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5,802,035,086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0B0F76B1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5,802,035,086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6B490D95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2BBDB92E" w14:textId="77777777" w:rsidTr="00366335">
        <w:trPr>
          <w:trHeight w:val="23"/>
        </w:trPr>
        <w:tc>
          <w:tcPr>
            <w:tcW w:w="248" w:type="pct"/>
            <w:shd w:val="clear" w:color="auto" w:fill="F2F2F2" w:themeFill="background1" w:themeFillShade="F2"/>
            <w:noWrap/>
            <w:hideMark/>
          </w:tcPr>
          <w:p w14:paraId="13D6E225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82" w:type="pct"/>
            <w:shd w:val="clear" w:color="auto" w:fill="F2F2F2" w:themeFill="background1" w:themeFillShade="F2"/>
            <w:hideMark/>
          </w:tcPr>
          <w:p w14:paraId="35AE4EBA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Becas Elisa Acuña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7B0F12A1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511,310,219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0C4A9B42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474,844,605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2532F4B1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474,844,605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2EE1E93E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41A4B9CB" w14:textId="77777777" w:rsidTr="00366335">
        <w:trPr>
          <w:trHeight w:val="23"/>
        </w:trPr>
        <w:tc>
          <w:tcPr>
            <w:tcW w:w="248" w:type="pct"/>
            <w:shd w:val="clear" w:color="auto" w:fill="F2F2F2" w:themeFill="background1" w:themeFillShade="F2"/>
            <w:noWrap/>
            <w:hideMark/>
          </w:tcPr>
          <w:p w14:paraId="2875E265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82" w:type="pct"/>
            <w:shd w:val="clear" w:color="auto" w:fill="F2F2F2" w:themeFill="background1" w:themeFillShade="F2"/>
            <w:hideMark/>
          </w:tcPr>
          <w:p w14:paraId="4D7AF782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Nacional de Reconstrucción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017626A0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2,256,453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2CB466EC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2,256,453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1FDD3851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2,256,453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04C62C78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79F820B9" w14:textId="77777777" w:rsidTr="00366335">
        <w:trPr>
          <w:trHeight w:val="23"/>
        </w:trPr>
        <w:tc>
          <w:tcPr>
            <w:tcW w:w="248" w:type="pct"/>
            <w:shd w:val="clear" w:color="auto" w:fill="F2F2F2" w:themeFill="background1" w:themeFillShade="F2"/>
            <w:noWrap/>
            <w:hideMark/>
          </w:tcPr>
          <w:p w14:paraId="677879CC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82" w:type="pct"/>
            <w:shd w:val="clear" w:color="auto" w:fill="F2F2F2" w:themeFill="background1" w:themeFillShade="F2"/>
            <w:hideMark/>
          </w:tcPr>
          <w:p w14:paraId="13E56F90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Universidades para el Bienestar Benito Juárez García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63F5A2BB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246,853,299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6170BB58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246,572,956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3CD00FE3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246,572,956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14FE470B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07806058" w14:textId="77777777" w:rsidTr="00366335">
        <w:trPr>
          <w:trHeight w:val="23"/>
        </w:trPr>
        <w:tc>
          <w:tcPr>
            <w:tcW w:w="2530" w:type="pct"/>
            <w:gridSpan w:val="2"/>
            <w:shd w:val="clear" w:color="auto" w:fill="F2F2F2" w:themeFill="background1" w:themeFillShade="F2"/>
            <w:noWrap/>
            <w:hideMark/>
          </w:tcPr>
          <w:p w14:paraId="3F0C4E18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 xml:space="preserve">12 Salud 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561CD658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6,974,540,187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2B57CFD4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5,653,641,065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62CCB408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5,653,641,065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622383B3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62F5393B" w14:textId="77777777" w:rsidTr="00366335">
        <w:trPr>
          <w:trHeight w:val="23"/>
        </w:trPr>
        <w:tc>
          <w:tcPr>
            <w:tcW w:w="248" w:type="pct"/>
            <w:shd w:val="clear" w:color="auto" w:fill="F2F2F2" w:themeFill="background1" w:themeFillShade="F2"/>
            <w:noWrap/>
            <w:hideMark/>
          </w:tcPr>
          <w:p w14:paraId="62FCBC2D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82" w:type="pct"/>
            <w:shd w:val="clear" w:color="auto" w:fill="F2F2F2" w:themeFill="background1" w:themeFillShade="F2"/>
            <w:hideMark/>
          </w:tcPr>
          <w:p w14:paraId="14CBEAA2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Asistencia social y protección del paciente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6DF50BFC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490,883,262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6CD9B928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484,999,224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77A1220C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484,999,224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7BA42390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110F0918" w14:textId="77777777" w:rsidTr="00366335">
        <w:trPr>
          <w:trHeight w:val="23"/>
        </w:trPr>
        <w:tc>
          <w:tcPr>
            <w:tcW w:w="248" w:type="pct"/>
            <w:shd w:val="clear" w:color="auto" w:fill="F2F2F2" w:themeFill="background1" w:themeFillShade="F2"/>
            <w:noWrap/>
            <w:hideMark/>
          </w:tcPr>
          <w:p w14:paraId="74A17841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82" w:type="pct"/>
            <w:shd w:val="clear" w:color="auto" w:fill="F2F2F2" w:themeFill="background1" w:themeFillShade="F2"/>
            <w:hideMark/>
          </w:tcPr>
          <w:p w14:paraId="718F3E10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Instituto Nacional de Rehabilitación "Luis Guillermo Ibarra Ibarra"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1F4CCDBF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1,320,757,412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607DDB72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1,390,580,311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5758940E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1,390,580,311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7C34CFA6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38AF00C2" w14:textId="77777777" w:rsidTr="00366335">
        <w:trPr>
          <w:trHeight w:val="23"/>
        </w:trPr>
        <w:tc>
          <w:tcPr>
            <w:tcW w:w="248" w:type="pct"/>
            <w:shd w:val="clear" w:color="auto" w:fill="F2F2F2" w:themeFill="background1" w:themeFillShade="F2"/>
            <w:noWrap/>
            <w:hideMark/>
          </w:tcPr>
          <w:p w14:paraId="08DCA5E1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82" w:type="pct"/>
            <w:shd w:val="clear" w:color="auto" w:fill="F2F2F2" w:themeFill="background1" w:themeFillShade="F2"/>
            <w:hideMark/>
          </w:tcPr>
          <w:p w14:paraId="13D45925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Formación y capacitación de recursos humanos para la salud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546CA0F4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58,551,595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6667998A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59,059,381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2F7A285D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59,059,381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7C6B3A78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0DFB7AAE" w14:textId="77777777" w:rsidTr="00366335">
        <w:trPr>
          <w:trHeight w:val="23"/>
        </w:trPr>
        <w:tc>
          <w:tcPr>
            <w:tcW w:w="248" w:type="pct"/>
            <w:shd w:val="clear" w:color="auto" w:fill="F2F2F2" w:themeFill="background1" w:themeFillShade="F2"/>
            <w:noWrap/>
            <w:hideMark/>
          </w:tcPr>
          <w:p w14:paraId="2CBCF35C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82" w:type="pct"/>
            <w:shd w:val="clear" w:color="auto" w:fill="F2F2F2" w:themeFill="background1" w:themeFillShade="F2"/>
            <w:hideMark/>
          </w:tcPr>
          <w:p w14:paraId="67D0E4F0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Investigación y desarrollo tecnológico en salud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53EBC731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116,141,569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1745943F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114,372,598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6354E883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114,372,598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4B68C933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57019B09" w14:textId="77777777" w:rsidTr="00366335">
        <w:trPr>
          <w:trHeight w:val="23"/>
        </w:trPr>
        <w:tc>
          <w:tcPr>
            <w:tcW w:w="248" w:type="pct"/>
            <w:shd w:val="clear" w:color="auto" w:fill="F2F2F2" w:themeFill="background1" w:themeFillShade="F2"/>
            <w:noWrap/>
            <w:hideMark/>
          </w:tcPr>
          <w:p w14:paraId="039E0DD3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82" w:type="pct"/>
            <w:shd w:val="clear" w:color="auto" w:fill="F2F2F2" w:themeFill="background1" w:themeFillShade="F2"/>
            <w:hideMark/>
          </w:tcPr>
          <w:p w14:paraId="61851C5C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Prevención y atención de VIH/SIDA y otras ITS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4A9DE4EA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440,306,404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2663C9A3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395,848,821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5D3B49E1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395,848,821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468E2A82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53B04C76" w14:textId="77777777" w:rsidTr="00366335">
        <w:trPr>
          <w:trHeight w:val="23"/>
        </w:trPr>
        <w:tc>
          <w:tcPr>
            <w:tcW w:w="248" w:type="pct"/>
            <w:shd w:val="clear" w:color="auto" w:fill="F2F2F2" w:themeFill="background1" w:themeFillShade="F2"/>
            <w:noWrap/>
            <w:hideMark/>
          </w:tcPr>
          <w:p w14:paraId="73A591FE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82" w:type="pct"/>
            <w:shd w:val="clear" w:color="auto" w:fill="F2F2F2" w:themeFill="background1" w:themeFillShade="F2"/>
            <w:hideMark/>
          </w:tcPr>
          <w:p w14:paraId="31DEA26E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Atención a Personas con Discapacidad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450A11D4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24,999,998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2E5AD0E0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24,270,013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6D0BF990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24,270,013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7F72017E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63EED460" w14:textId="77777777" w:rsidTr="00366335">
        <w:trPr>
          <w:trHeight w:val="23"/>
        </w:trPr>
        <w:tc>
          <w:tcPr>
            <w:tcW w:w="248" w:type="pct"/>
            <w:shd w:val="clear" w:color="auto" w:fill="F2F2F2" w:themeFill="background1" w:themeFillShade="F2"/>
            <w:noWrap/>
            <w:hideMark/>
          </w:tcPr>
          <w:p w14:paraId="2D72374A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82" w:type="pct"/>
            <w:shd w:val="clear" w:color="auto" w:fill="F2F2F2" w:themeFill="background1" w:themeFillShade="F2"/>
            <w:hideMark/>
          </w:tcPr>
          <w:p w14:paraId="11BFE55B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Nacional de Reconstrucción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09CE94E0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333,333,333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55320D6C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210,591,641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7C39BCFA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210,591,641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4E13AD5E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515B6979" w14:textId="77777777" w:rsidTr="00366335">
        <w:trPr>
          <w:trHeight w:val="23"/>
        </w:trPr>
        <w:tc>
          <w:tcPr>
            <w:tcW w:w="248" w:type="pct"/>
            <w:shd w:val="clear" w:color="auto" w:fill="F2F2F2" w:themeFill="background1" w:themeFillShade="F2"/>
            <w:noWrap/>
            <w:hideMark/>
          </w:tcPr>
          <w:p w14:paraId="5C564FEC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82" w:type="pct"/>
            <w:shd w:val="clear" w:color="auto" w:fill="F2F2F2" w:themeFill="background1" w:themeFillShade="F2"/>
            <w:hideMark/>
          </w:tcPr>
          <w:p w14:paraId="764503E5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Salud materna, sexual y reproductiva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50B36F5D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1,303,021,816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0EC41057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625,756,182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12B38D02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625,756,182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0D35506F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545CC353" w14:textId="77777777" w:rsidTr="00366335">
        <w:trPr>
          <w:trHeight w:val="23"/>
        </w:trPr>
        <w:tc>
          <w:tcPr>
            <w:tcW w:w="248" w:type="pct"/>
            <w:shd w:val="clear" w:color="auto" w:fill="F2F2F2" w:themeFill="background1" w:themeFillShade="F2"/>
            <w:noWrap/>
            <w:hideMark/>
          </w:tcPr>
          <w:p w14:paraId="3AEA14CF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82" w:type="pct"/>
            <w:shd w:val="clear" w:color="auto" w:fill="F2F2F2" w:themeFill="background1" w:themeFillShade="F2"/>
            <w:hideMark/>
          </w:tcPr>
          <w:p w14:paraId="412D1879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Seguro Médico Siglo XXI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7A10BA89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1,873,464,731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6ED11F24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916,208,835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67A48E34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916,208,835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2EF050E9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651E4C9A" w14:textId="77777777" w:rsidTr="00366335">
        <w:trPr>
          <w:trHeight w:val="23"/>
        </w:trPr>
        <w:tc>
          <w:tcPr>
            <w:tcW w:w="248" w:type="pct"/>
            <w:shd w:val="clear" w:color="auto" w:fill="F2F2F2" w:themeFill="background1" w:themeFillShade="F2"/>
            <w:noWrap/>
            <w:hideMark/>
          </w:tcPr>
          <w:p w14:paraId="05BE2857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82" w:type="pct"/>
            <w:shd w:val="clear" w:color="auto" w:fill="F2F2F2" w:themeFill="background1" w:themeFillShade="F2"/>
            <w:hideMark/>
          </w:tcPr>
          <w:p w14:paraId="6B1E3545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Servicios de asistencia social integral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00EE8398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1,013,080,067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593B0482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1,431,954,059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4828C219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1,431,954,059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5EAB1A56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31DF6E27" w14:textId="77777777" w:rsidTr="00366335">
        <w:trPr>
          <w:trHeight w:val="23"/>
        </w:trPr>
        <w:tc>
          <w:tcPr>
            <w:tcW w:w="2530" w:type="pct"/>
            <w:gridSpan w:val="2"/>
            <w:shd w:val="clear" w:color="auto" w:fill="F2F2F2" w:themeFill="background1" w:themeFillShade="F2"/>
            <w:noWrap/>
            <w:hideMark/>
          </w:tcPr>
          <w:p w14:paraId="566D9758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 xml:space="preserve">14 Trabajo y Previsión Social 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4553FE49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12,379,455,837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424EFEE7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12,548,962,293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6B95A939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12,548,962,293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6789F095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687C5236" w14:textId="77777777" w:rsidTr="00366335">
        <w:trPr>
          <w:trHeight w:val="23"/>
        </w:trPr>
        <w:tc>
          <w:tcPr>
            <w:tcW w:w="248" w:type="pct"/>
            <w:shd w:val="clear" w:color="auto" w:fill="F2F2F2" w:themeFill="background1" w:themeFillShade="F2"/>
            <w:noWrap/>
            <w:hideMark/>
          </w:tcPr>
          <w:p w14:paraId="6391A8D4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82" w:type="pct"/>
            <w:shd w:val="clear" w:color="auto" w:fill="F2F2F2" w:themeFill="background1" w:themeFillShade="F2"/>
            <w:hideMark/>
          </w:tcPr>
          <w:p w14:paraId="6606C4F9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Ejecución de los programas y acciones de la Política Laboral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2CBF7D3E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16,081,828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493485DF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14,790,877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7F008763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14,790,877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5256D6D4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2C514181" w14:textId="77777777" w:rsidTr="00366335">
        <w:trPr>
          <w:trHeight w:val="23"/>
        </w:trPr>
        <w:tc>
          <w:tcPr>
            <w:tcW w:w="248" w:type="pct"/>
            <w:shd w:val="clear" w:color="auto" w:fill="F2F2F2" w:themeFill="background1" w:themeFillShade="F2"/>
            <w:noWrap/>
            <w:hideMark/>
          </w:tcPr>
          <w:p w14:paraId="046AE199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82" w:type="pct"/>
            <w:shd w:val="clear" w:color="auto" w:fill="F2F2F2" w:themeFill="background1" w:themeFillShade="F2"/>
            <w:hideMark/>
          </w:tcPr>
          <w:p w14:paraId="135D675A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 xml:space="preserve">Jóvenes Construyendo el Futuro 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0152A717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12,363,374,009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5AE0C418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12,534,171,416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7BCFA309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12,534,171,416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67AE7F29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1FA4CD65" w14:textId="77777777" w:rsidTr="00366335">
        <w:trPr>
          <w:trHeight w:val="23"/>
        </w:trPr>
        <w:tc>
          <w:tcPr>
            <w:tcW w:w="2530" w:type="pct"/>
            <w:gridSpan w:val="2"/>
            <w:shd w:val="clear" w:color="auto" w:fill="F2F2F2" w:themeFill="background1" w:themeFillShade="F2"/>
            <w:noWrap/>
            <w:hideMark/>
          </w:tcPr>
          <w:p w14:paraId="444AC422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15 Desarrollo Agrario, Territorial y Urbano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03533721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2,168,187,839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2A769A3F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2,052,148,410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230831A4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2,052,148,410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0C652764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3B05C912" w14:textId="77777777" w:rsidTr="00366335">
        <w:trPr>
          <w:trHeight w:val="23"/>
        </w:trPr>
        <w:tc>
          <w:tcPr>
            <w:tcW w:w="248" w:type="pct"/>
            <w:shd w:val="clear" w:color="auto" w:fill="F2F2F2" w:themeFill="background1" w:themeFillShade="F2"/>
            <w:noWrap/>
            <w:hideMark/>
          </w:tcPr>
          <w:p w14:paraId="106859A9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82" w:type="pct"/>
            <w:shd w:val="clear" w:color="auto" w:fill="F2F2F2" w:themeFill="background1" w:themeFillShade="F2"/>
            <w:hideMark/>
          </w:tcPr>
          <w:p w14:paraId="0E446431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Nacional de Reconstrucción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70C45D53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2,168,187,839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383D3BD4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2,052,148,410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202D0577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2,052,148,410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7A376AB6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23F5FCB5" w14:textId="77777777" w:rsidTr="00366335">
        <w:trPr>
          <w:trHeight w:val="23"/>
        </w:trPr>
        <w:tc>
          <w:tcPr>
            <w:tcW w:w="2530" w:type="pct"/>
            <w:gridSpan w:val="2"/>
            <w:shd w:val="clear" w:color="auto" w:fill="F2F2F2" w:themeFill="background1" w:themeFillShade="F2"/>
            <w:noWrap/>
            <w:hideMark/>
          </w:tcPr>
          <w:p w14:paraId="67FF823E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19 Aportaciones a Seguridad Social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50346209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4,839,152,172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04A1C120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4,839,152,172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4C7A9189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4,839,152,172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152E155B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253A5E57" w14:textId="77777777" w:rsidTr="00366335">
        <w:trPr>
          <w:trHeight w:val="23"/>
        </w:trPr>
        <w:tc>
          <w:tcPr>
            <w:tcW w:w="248" w:type="pct"/>
            <w:shd w:val="clear" w:color="auto" w:fill="F2F2F2" w:themeFill="background1" w:themeFillShade="F2"/>
            <w:noWrap/>
            <w:hideMark/>
          </w:tcPr>
          <w:p w14:paraId="2EEC6B85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82" w:type="pct"/>
            <w:shd w:val="clear" w:color="auto" w:fill="F2F2F2" w:themeFill="background1" w:themeFillShade="F2"/>
            <w:hideMark/>
          </w:tcPr>
          <w:p w14:paraId="3EE596E5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IMSS-Bienestar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08DAB745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4,839,152,172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49B59102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4,839,152,172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5588C361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4,839,152,172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7ABC4F47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020D48F0" w14:textId="77777777" w:rsidTr="00366335">
        <w:trPr>
          <w:trHeight w:val="23"/>
        </w:trPr>
        <w:tc>
          <w:tcPr>
            <w:tcW w:w="2530" w:type="pct"/>
            <w:gridSpan w:val="2"/>
            <w:shd w:val="clear" w:color="auto" w:fill="F2F2F2" w:themeFill="background1" w:themeFillShade="F2"/>
            <w:noWrap/>
            <w:hideMark/>
          </w:tcPr>
          <w:p w14:paraId="4B41F9B6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20 Bienestar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3D15873F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147,227,266,994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7DF24457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140,681,590,368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5234B03F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140,506,374,358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4A5A376E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99.9</w:t>
            </w:r>
          </w:p>
        </w:tc>
      </w:tr>
      <w:tr w:rsidR="00366335" w:rsidRPr="00366335" w14:paraId="05EB6A95" w14:textId="77777777" w:rsidTr="00366335">
        <w:trPr>
          <w:trHeight w:val="23"/>
        </w:trPr>
        <w:tc>
          <w:tcPr>
            <w:tcW w:w="248" w:type="pct"/>
            <w:shd w:val="clear" w:color="auto" w:fill="F2F2F2" w:themeFill="background1" w:themeFillShade="F2"/>
            <w:noWrap/>
            <w:hideMark/>
          </w:tcPr>
          <w:p w14:paraId="52B3C7B9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82" w:type="pct"/>
            <w:shd w:val="clear" w:color="auto" w:fill="F2F2F2" w:themeFill="background1" w:themeFillShade="F2"/>
            <w:hideMark/>
          </w:tcPr>
          <w:p w14:paraId="5601E850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Articulación de Políticas Integrales de Juventud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223A2952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23,629,788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2C4FE39D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12,232,060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0FDBDA0D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12,232,060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0048DA4D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69020FD0" w14:textId="77777777" w:rsidTr="00366335">
        <w:trPr>
          <w:trHeight w:val="23"/>
        </w:trPr>
        <w:tc>
          <w:tcPr>
            <w:tcW w:w="248" w:type="pct"/>
            <w:shd w:val="clear" w:color="auto" w:fill="F2F2F2" w:themeFill="background1" w:themeFillShade="F2"/>
            <w:noWrap/>
            <w:hideMark/>
          </w:tcPr>
          <w:p w14:paraId="336488DC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82" w:type="pct"/>
            <w:shd w:val="clear" w:color="auto" w:fill="F2F2F2" w:themeFill="background1" w:themeFillShade="F2"/>
            <w:hideMark/>
          </w:tcPr>
          <w:p w14:paraId="32E320A6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Desarrollo integral de las personas con discapacidad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4E6840DB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31,706,910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108CEAC4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14,136,634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09170ADE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14,136,634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540899D3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79B7EF23" w14:textId="77777777" w:rsidTr="00366335">
        <w:trPr>
          <w:trHeight w:val="23"/>
        </w:trPr>
        <w:tc>
          <w:tcPr>
            <w:tcW w:w="248" w:type="pct"/>
            <w:shd w:val="clear" w:color="auto" w:fill="F2F2F2" w:themeFill="background1" w:themeFillShade="F2"/>
            <w:noWrap/>
            <w:hideMark/>
          </w:tcPr>
          <w:p w14:paraId="0F258871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82" w:type="pct"/>
            <w:shd w:val="clear" w:color="auto" w:fill="F2F2F2" w:themeFill="background1" w:themeFillShade="F2"/>
            <w:hideMark/>
          </w:tcPr>
          <w:p w14:paraId="2DEFFD6A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Pensión para el Bienestar de las Personas Adultas Mayores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6AD9A558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122,623,397,509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3AA91901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119,754,528,372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043114E8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119,617,661,650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69FBBE14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99.9</w:t>
            </w:r>
          </w:p>
        </w:tc>
      </w:tr>
      <w:tr w:rsidR="00366335" w:rsidRPr="00366335" w14:paraId="33795D2A" w14:textId="77777777" w:rsidTr="00366335">
        <w:trPr>
          <w:trHeight w:val="23"/>
        </w:trPr>
        <w:tc>
          <w:tcPr>
            <w:tcW w:w="248" w:type="pct"/>
            <w:shd w:val="clear" w:color="auto" w:fill="F2F2F2" w:themeFill="background1" w:themeFillShade="F2"/>
            <w:noWrap/>
            <w:hideMark/>
          </w:tcPr>
          <w:p w14:paraId="205E04CF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82" w:type="pct"/>
            <w:shd w:val="clear" w:color="auto" w:fill="F2F2F2" w:themeFill="background1" w:themeFillShade="F2"/>
            <w:noWrap/>
            <w:hideMark/>
          </w:tcPr>
          <w:p w14:paraId="51EB2CAD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 xml:space="preserve">Pensión para el Bienestar de las Personas con Discapacidad Permanente 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461DBA85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13,391,543,863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7D8959B4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11,189,691,609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194342FB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11,152,850,338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446D62F0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99.7</w:t>
            </w:r>
          </w:p>
        </w:tc>
      </w:tr>
      <w:tr w:rsidR="00366335" w:rsidRPr="00366335" w14:paraId="6F192734" w14:textId="77777777" w:rsidTr="00366335">
        <w:trPr>
          <w:trHeight w:val="23"/>
        </w:trPr>
        <w:tc>
          <w:tcPr>
            <w:tcW w:w="248" w:type="pct"/>
            <w:shd w:val="clear" w:color="auto" w:fill="F2F2F2" w:themeFill="background1" w:themeFillShade="F2"/>
            <w:noWrap/>
            <w:hideMark/>
          </w:tcPr>
          <w:p w14:paraId="51F7F524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82" w:type="pct"/>
            <w:shd w:val="clear" w:color="auto" w:fill="F2F2F2" w:themeFill="background1" w:themeFillShade="F2"/>
            <w:hideMark/>
          </w:tcPr>
          <w:p w14:paraId="30843A99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Apoyo a las Instancias de Mujeres en las Entidades Federativas (PAIMEF)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5BC8D539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278,535,043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42A8DD26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261,712,678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6338D4CB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261,711,578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16484F5C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085A4A4E" w14:textId="77777777" w:rsidTr="00366335">
        <w:trPr>
          <w:trHeight w:val="23"/>
        </w:trPr>
        <w:tc>
          <w:tcPr>
            <w:tcW w:w="248" w:type="pct"/>
            <w:shd w:val="clear" w:color="auto" w:fill="F2F2F2" w:themeFill="background1" w:themeFillShade="F2"/>
            <w:noWrap/>
            <w:hideMark/>
          </w:tcPr>
          <w:p w14:paraId="3301EB3B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lastRenderedPageBreak/>
              <w:t> </w:t>
            </w:r>
          </w:p>
        </w:tc>
        <w:tc>
          <w:tcPr>
            <w:tcW w:w="2282" w:type="pct"/>
            <w:shd w:val="clear" w:color="auto" w:fill="F2F2F2" w:themeFill="background1" w:themeFillShade="F2"/>
            <w:hideMark/>
          </w:tcPr>
          <w:p w14:paraId="6BA9FB4A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 xml:space="preserve">Programa de Apoyo para el Bienestar de las Niñas y Niños, Hijos de Madres Trabajadoras 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731A434F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2,146,392,749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51953099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1,704,642,000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63764402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1,703,196,000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4B1BE62E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99.9</w:t>
            </w:r>
          </w:p>
        </w:tc>
      </w:tr>
      <w:tr w:rsidR="00366335" w:rsidRPr="00366335" w14:paraId="5EB6FD8D" w14:textId="77777777" w:rsidTr="00366335">
        <w:trPr>
          <w:trHeight w:val="23"/>
        </w:trPr>
        <w:tc>
          <w:tcPr>
            <w:tcW w:w="248" w:type="pct"/>
            <w:shd w:val="clear" w:color="auto" w:fill="F2F2F2" w:themeFill="background1" w:themeFillShade="F2"/>
            <w:noWrap/>
            <w:hideMark/>
          </w:tcPr>
          <w:p w14:paraId="0AE152C7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82" w:type="pct"/>
            <w:shd w:val="clear" w:color="auto" w:fill="F2F2F2" w:themeFill="background1" w:themeFillShade="F2"/>
            <w:hideMark/>
          </w:tcPr>
          <w:p w14:paraId="013157DD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 xml:space="preserve">Sembrando Vida 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5D047C45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8,488,013,550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10204BBF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7,519,536,502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420693D0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7,519,475,585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11615999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43C6F3D6" w14:textId="77777777" w:rsidTr="00366335">
        <w:trPr>
          <w:trHeight w:val="23"/>
        </w:trPr>
        <w:tc>
          <w:tcPr>
            <w:tcW w:w="248" w:type="pct"/>
            <w:shd w:val="clear" w:color="auto" w:fill="F2F2F2" w:themeFill="background1" w:themeFillShade="F2"/>
            <w:noWrap/>
            <w:hideMark/>
          </w:tcPr>
          <w:p w14:paraId="2D29E231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82" w:type="pct"/>
            <w:shd w:val="clear" w:color="auto" w:fill="F2F2F2" w:themeFill="background1" w:themeFillShade="F2"/>
            <w:hideMark/>
          </w:tcPr>
          <w:p w14:paraId="3AD72EB8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Servicios a grupos con necesidades especiales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6C28162B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244,047,582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58E75AD8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225,110,513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3E94E79C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225,110,513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71862F06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5131BA4B" w14:textId="77777777" w:rsidTr="00366335">
        <w:trPr>
          <w:trHeight w:val="23"/>
        </w:trPr>
        <w:tc>
          <w:tcPr>
            <w:tcW w:w="2530" w:type="pct"/>
            <w:gridSpan w:val="2"/>
            <w:shd w:val="clear" w:color="auto" w:fill="F2F2F2" w:themeFill="background1" w:themeFillShade="F2"/>
            <w:noWrap/>
            <w:hideMark/>
          </w:tcPr>
          <w:p w14:paraId="42853FEB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23 Provisiones Salariales y Económicas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0CF1F8C9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400,000,000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39E1E567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377,015,140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2A2A649B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377,015,140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37624D06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33EBF01E" w14:textId="77777777" w:rsidTr="00366335">
        <w:trPr>
          <w:trHeight w:val="23"/>
        </w:trPr>
        <w:tc>
          <w:tcPr>
            <w:tcW w:w="248" w:type="pct"/>
            <w:shd w:val="clear" w:color="auto" w:fill="F2F2F2" w:themeFill="background1" w:themeFillShade="F2"/>
            <w:noWrap/>
            <w:hideMark/>
          </w:tcPr>
          <w:p w14:paraId="7BC4A449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82" w:type="pct"/>
            <w:shd w:val="clear" w:color="auto" w:fill="F2F2F2" w:themeFill="background1" w:themeFillShade="F2"/>
            <w:hideMark/>
          </w:tcPr>
          <w:p w14:paraId="41DF8AF1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Fondo para la Accesibilidad en el Transporte Público para las Personas con Discapacidad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37E2144C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400,000,000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77316BCB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377,015,140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3E012FD3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377,015,140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4E948CD7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5DDE60C4" w14:textId="77777777" w:rsidTr="00366335">
        <w:trPr>
          <w:trHeight w:val="23"/>
        </w:trPr>
        <w:tc>
          <w:tcPr>
            <w:tcW w:w="2530" w:type="pct"/>
            <w:gridSpan w:val="2"/>
            <w:shd w:val="clear" w:color="auto" w:fill="F2F2F2" w:themeFill="background1" w:themeFillShade="F2"/>
            <w:noWrap/>
            <w:hideMark/>
          </w:tcPr>
          <w:p w14:paraId="7D678AD5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35 Comisión Nacional de los Derechos Humanos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084608B7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42,461,014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01C9075C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42,757,645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182C14B7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28,968,656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6E235E1D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67.8</w:t>
            </w:r>
          </w:p>
        </w:tc>
      </w:tr>
      <w:tr w:rsidR="00366335" w:rsidRPr="00366335" w14:paraId="0C6374D4" w14:textId="77777777" w:rsidTr="00366335">
        <w:trPr>
          <w:trHeight w:val="23"/>
        </w:trPr>
        <w:tc>
          <w:tcPr>
            <w:tcW w:w="248" w:type="pct"/>
            <w:shd w:val="clear" w:color="auto" w:fill="F2F2F2" w:themeFill="background1" w:themeFillShade="F2"/>
            <w:noWrap/>
            <w:hideMark/>
          </w:tcPr>
          <w:p w14:paraId="37331E23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82" w:type="pct"/>
            <w:shd w:val="clear" w:color="auto" w:fill="F2F2F2" w:themeFill="background1" w:themeFillShade="F2"/>
            <w:hideMark/>
          </w:tcPr>
          <w:p w14:paraId="3F1803E0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Atender asuntos relacionados con víctimas del delito y de violaciones a derechos humanos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17597614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25,416,026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5E139E9A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25,617,566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31B862C5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17,825,849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09B1FDD4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69.6</w:t>
            </w:r>
          </w:p>
        </w:tc>
      </w:tr>
      <w:tr w:rsidR="00366335" w:rsidRPr="00366335" w14:paraId="1BF954E8" w14:textId="77777777" w:rsidTr="00366335">
        <w:trPr>
          <w:trHeight w:val="23"/>
        </w:trPr>
        <w:tc>
          <w:tcPr>
            <w:tcW w:w="248" w:type="pct"/>
            <w:shd w:val="clear" w:color="auto" w:fill="F2F2F2" w:themeFill="background1" w:themeFillShade="F2"/>
            <w:noWrap/>
            <w:hideMark/>
          </w:tcPr>
          <w:p w14:paraId="5E858F14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82" w:type="pct"/>
            <w:shd w:val="clear" w:color="auto" w:fill="F2F2F2" w:themeFill="background1" w:themeFillShade="F2"/>
            <w:hideMark/>
          </w:tcPr>
          <w:p w14:paraId="44CED698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Atender asuntos relativos a la aplicación del Mecanismo Independiente de Monitoreo Nacional de la Convención sobre los Derechos de las Personas con Discapacidad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4E0B6760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17,044,988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2689A5C5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17,140,079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09A92C85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11,142,807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3A1D9567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65.0</w:t>
            </w:r>
          </w:p>
        </w:tc>
      </w:tr>
      <w:tr w:rsidR="00366335" w:rsidRPr="00366335" w14:paraId="53B41CAB" w14:textId="77777777" w:rsidTr="00366335">
        <w:trPr>
          <w:trHeight w:val="23"/>
        </w:trPr>
        <w:tc>
          <w:tcPr>
            <w:tcW w:w="2530" w:type="pct"/>
            <w:gridSpan w:val="2"/>
            <w:shd w:val="clear" w:color="auto" w:fill="F2F2F2" w:themeFill="background1" w:themeFillShade="F2"/>
            <w:noWrap/>
            <w:hideMark/>
          </w:tcPr>
          <w:p w14:paraId="473AFC82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47 Entidades no Sectorizadas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3CF5D1DB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4,018,344,867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3D80951A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2,753,978,583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08E4D86C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2,753,978,583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4E4F4FC5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50C75267" w14:textId="77777777" w:rsidTr="00366335">
        <w:trPr>
          <w:trHeight w:val="23"/>
        </w:trPr>
        <w:tc>
          <w:tcPr>
            <w:tcW w:w="248" w:type="pct"/>
            <w:shd w:val="clear" w:color="auto" w:fill="F2F2F2" w:themeFill="background1" w:themeFillShade="F2"/>
            <w:noWrap/>
            <w:hideMark/>
          </w:tcPr>
          <w:p w14:paraId="3FBCBFBC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82" w:type="pct"/>
            <w:shd w:val="clear" w:color="auto" w:fill="F2F2F2" w:themeFill="background1" w:themeFillShade="F2"/>
            <w:hideMark/>
          </w:tcPr>
          <w:p w14:paraId="4714738D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Actividades de apoyo a la función pública y buen gobierno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76A1C368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10,543,392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36D26F28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12,042,744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41FF2D78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12,042,744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7580298F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5BEB0787" w14:textId="77777777" w:rsidTr="00366335">
        <w:trPr>
          <w:trHeight w:val="23"/>
        </w:trPr>
        <w:tc>
          <w:tcPr>
            <w:tcW w:w="248" w:type="pct"/>
            <w:shd w:val="clear" w:color="auto" w:fill="F2F2F2" w:themeFill="background1" w:themeFillShade="F2"/>
            <w:noWrap/>
            <w:hideMark/>
          </w:tcPr>
          <w:p w14:paraId="09B11236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82" w:type="pct"/>
            <w:shd w:val="clear" w:color="auto" w:fill="F2F2F2" w:themeFill="background1" w:themeFillShade="F2"/>
            <w:hideMark/>
          </w:tcPr>
          <w:p w14:paraId="69145E75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Actividades de apoyo administrativo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4D789B39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157,125,909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26E7C90D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104,680,515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2518CE6B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104,680,515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43B3986B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62CA9C05" w14:textId="77777777" w:rsidTr="00366335">
        <w:trPr>
          <w:trHeight w:val="23"/>
        </w:trPr>
        <w:tc>
          <w:tcPr>
            <w:tcW w:w="248" w:type="pct"/>
            <w:shd w:val="clear" w:color="auto" w:fill="F2F2F2" w:themeFill="background1" w:themeFillShade="F2"/>
            <w:noWrap/>
            <w:hideMark/>
          </w:tcPr>
          <w:p w14:paraId="628CAAE5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82" w:type="pct"/>
            <w:shd w:val="clear" w:color="auto" w:fill="F2F2F2" w:themeFill="background1" w:themeFillShade="F2"/>
            <w:hideMark/>
          </w:tcPr>
          <w:p w14:paraId="4984FFC3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Planeación y Articulación de la Acción Pública hacia los Pueblos Indígenas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0E54BD40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1,045,268,405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63ECF8D2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945,903,598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15126F73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945,903,598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7F4A5C79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0F0FDFB4" w14:textId="77777777" w:rsidTr="00366335">
        <w:trPr>
          <w:trHeight w:val="23"/>
        </w:trPr>
        <w:tc>
          <w:tcPr>
            <w:tcW w:w="248" w:type="pct"/>
            <w:shd w:val="clear" w:color="auto" w:fill="F2F2F2" w:themeFill="background1" w:themeFillShade="F2"/>
            <w:noWrap/>
            <w:hideMark/>
          </w:tcPr>
          <w:p w14:paraId="11D054A5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82" w:type="pct"/>
            <w:shd w:val="clear" w:color="auto" w:fill="F2F2F2" w:themeFill="background1" w:themeFillShade="F2"/>
            <w:hideMark/>
          </w:tcPr>
          <w:p w14:paraId="004BF5D8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Derechos Indígenas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7D22FFE9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199,759,407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42C08070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61,410,833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6E0C1509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61,410,833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608FFDFE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74CCC43B" w14:textId="77777777" w:rsidTr="00366335">
        <w:trPr>
          <w:trHeight w:val="23"/>
        </w:trPr>
        <w:tc>
          <w:tcPr>
            <w:tcW w:w="248" w:type="pct"/>
            <w:shd w:val="clear" w:color="auto" w:fill="F2F2F2" w:themeFill="background1" w:themeFillShade="F2"/>
            <w:noWrap/>
            <w:hideMark/>
          </w:tcPr>
          <w:p w14:paraId="6F05BB7A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82" w:type="pct"/>
            <w:shd w:val="clear" w:color="auto" w:fill="F2F2F2" w:themeFill="background1" w:themeFillShade="F2"/>
            <w:hideMark/>
          </w:tcPr>
          <w:p w14:paraId="49F63546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Infraestructura Indígena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0566A54F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200,000,000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4DE08A3C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115,766,246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3A240507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115,766,246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12E1A03B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7E4B40E5" w14:textId="77777777" w:rsidTr="00366335">
        <w:trPr>
          <w:trHeight w:val="23"/>
        </w:trPr>
        <w:tc>
          <w:tcPr>
            <w:tcW w:w="248" w:type="pct"/>
            <w:shd w:val="clear" w:color="auto" w:fill="F2F2F2" w:themeFill="background1" w:themeFillShade="F2"/>
            <w:noWrap/>
            <w:hideMark/>
          </w:tcPr>
          <w:p w14:paraId="6E91129A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82" w:type="pct"/>
            <w:shd w:val="clear" w:color="auto" w:fill="F2F2F2" w:themeFill="background1" w:themeFillShade="F2"/>
            <w:hideMark/>
          </w:tcPr>
          <w:p w14:paraId="4E8391DC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para el fortalecimiento económico de los Pueblos y Comunidades Indígenas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287F7EC3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806,942,012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3E2ED083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45,646,709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25020AFB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45,646,709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5A6C0D68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455F94C1" w14:textId="77777777" w:rsidTr="00366335">
        <w:trPr>
          <w:trHeight w:val="23"/>
        </w:trPr>
        <w:tc>
          <w:tcPr>
            <w:tcW w:w="248" w:type="pct"/>
            <w:shd w:val="clear" w:color="auto" w:fill="F2F2F2" w:themeFill="background1" w:themeFillShade="F2"/>
            <w:noWrap/>
            <w:hideMark/>
          </w:tcPr>
          <w:p w14:paraId="28058389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82" w:type="pct"/>
            <w:shd w:val="clear" w:color="auto" w:fill="F2F2F2" w:themeFill="background1" w:themeFillShade="F2"/>
            <w:hideMark/>
          </w:tcPr>
          <w:p w14:paraId="7693D96F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 de Apoyo a la Educación Indígena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21098025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1,598,705,742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0485D8FF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1,468,527,938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1DE2620A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1,468,527,938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10D7E457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4983AB45" w14:textId="77777777" w:rsidTr="00366335">
        <w:trPr>
          <w:trHeight w:val="23"/>
        </w:trPr>
        <w:tc>
          <w:tcPr>
            <w:tcW w:w="2530" w:type="pct"/>
            <w:gridSpan w:val="2"/>
            <w:shd w:val="clear" w:color="auto" w:fill="F2F2F2" w:themeFill="background1" w:themeFillShade="F2"/>
            <w:noWrap/>
            <w:hideMark/>
          </w:tcPr>
          <w:p w14:paraId="7EDA7DF6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48 Cultura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1F1F3C02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67,866,495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0C4DD319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49,646,547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20A82CAB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49,646,547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6EC653A4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42B564BB" w14:textId="77777777" w:rsidTr="00366335">
        <w:trPr>
          <w:trHeight w:val="23"/>
        </w:trPr>
        <w:tc>
          <w:tcPr>
            <w:tcW w:w="248" w:type="pct"/>
            <w:shd w:val="clear" w:color="auto" w:fill="F2F2F2" w:themeFill="background1" w:themeFillShade="F2"/>
            <w:noWrap/>
            <w:hideMark/>
          </w:tcPr>
          <w:p w14:paraId="5B4E5719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82" w:type="pct"/>
            <w:shd w:val="clear" w:color="auto" w:fill="F2F2F2" w:themeFill="background1" w:themeFillShade="F2"/>
            <w:hideMark/>
          </w:tcPr>
          <w:p w14:paraId="67703C89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Educación y cultura indígena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57CF4788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67,866,495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45F81E99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49,646,547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5ABAA687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49,646,547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459365CE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797B33B9" w14:textId="77777777" w:rsidTr="00366335">
        <w:trPr>
          <w:trHeight w:val="23"/>
        </w:trPr>
        <w:tc>
          <w:tcPr>
            <w:tcW w:w="2530" w:type="pct"/>
            <w:gridSpan w:val="2"/>
            <w:shd w:val="clear" w:color="auto" w:fill="F2F2F2" w:themeFill="background1" w:themeFillShade="F2"/>
            <w:noWrap/>
            <w:hideMark/>
          </w:tcPr>
          <w:p w14:paraId="43E62C0E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GYN Instituto de Seguridad y Servicios Sociales de los Trabajadores del Estado</w:t>
            </w:r>
          </w:p>
        </w:tc>
        <w:tc>
          <w:tcPr>
            <w:tcW w:w="632" w:type="pct"/>
            <w:shd w:val="clear" w:color="auto" w:fill="F2F2F2" w:themeFill="background1" w:themeFillShade="F2"/>
            <w:hideMark/>
          </w:tcPr>
          <w:p w14:paraId="7034F1EB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28,347,390</w:t>
            </w:r>
          </w:p>
        </w:tc>
        <w:tc>
          <w:tcPr>
            <w:tcW w:w="639" w:type="pct"/>
            <w:shd w:val="clear" w:color="auto" w:fill="F2F2F2" w:themeFill="background1" w:themeFillShade="F2"/>
            <w:hideMark/>
          </w:tcPr>
          <w:p w14:paraId="3A31C699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31,256,220</w:t>
            </w:r>
          </w:p>
        </w:tc>
        <w:tc>
          <w:tcPr>
            <w:tcW w:w="615" w:type="pct"/>
            <w:shd w:val="clear" w:color="auto" w:fill="F2F2F2" w:themeFill="background1" w:themeFillShade="F2"/>
            <w:hideMark/>
          </w:tcPr>
          <w:p w14:paraId="229CA9BC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31,256,220</w:t>
            </w:r>
          </w:p>
        </w:tc>
        <w:tc>
          <w:tcPr>
            <w:tcW w:w="584" w:type="pct"/>
            <w:shd w:val="clear" w:color="auto" w:fill="F2F2F2" w:themeFill="background1" w:themeFillShade="F2"/>
            <w:hideMark/>
          </w:tcPr>
          <w:p w14:paraId="6F285614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7289734E" w14:textId="77777777" w:rsidTr="00366335">
        <w:trPr>
          <w:trHeight w:val="23"/>
        </w:trPr>
        <w:tc>
          <w:tcPr>
            <w:tcW w:w="248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067C4728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282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hideMark/>
          </w:tcPr>
          <w:p w14:paraId="68C28240" w14:textId="77777777" w:rsidR="00366335" w:rsidRPr="008C2403" w:rsidRDefault="00366335" w:rsidP="00366335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Atención a Personas con Discapacidad</w:t>
            </w:r>
          </w:p>
        </w:tc>
        <w:tc>
          <w:tcPr>
            <w:tcW w:w="632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hideMark/>
          </w:tcPr>
          <w:p w14:paraId="090BBE59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28,347,390</w:t>
            </w:r>
          </w:p>
        </w:tc>
        <w:tc>
          <w:tcPr>
            <w:tcW w:w="639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hideMark/>
          </w:tcPr>
          <w:p w14:paraId="229221CB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31,256,220</w:t>
            </w:r>
          </w:p>
        </w:tc>
        <w:tc>
          <w:tcPr>
            <w:tcW w:w="615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hideMark/>
          </w:tcPr>
          <w:p w14:paraId="5B272AD5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31,256,220</w:t>
            </w:r>
          </w:p>
        </w:tc>
        <w:tc>
          <w:tcPr>
            <w:tcW w:w="584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hideMark/>
          </w:tcPr>
          <w:p w14:paraId="08A30F2A" w14:textId="77777777" w:rsidR="00366335" w:rsidRPr="008C2403" w:rsidRDefault="00366335" w:rsidP="00366335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366335" w:rsidRPr="00366335" w14:paraId="1E44E1D3" w14:textId="77777777" w:rsidTr="000F1294">
        <w:trPr>
          <w:trHeight w:val="1040"/>
        </w:trPr>
        <w:tc>
          <w:tcPr>
            <w:tcW w:w="5000" w:type="pct"/>
            <w:gridSpan w:val="6"/>
            <w:tcBorders>
              <w:top w:val="single" w:sz="12" w:space="0" w:color="7F7F7F" w:themeColor="text1" w:themeTint="80"/>
              <w:bottom w:val="nil"/>
            </w:tcBorders>
            <w:shd w:val="clear" w:color="auto" w:fill="auto"/>
            <w:hideMark/>
          </w:tcPr>
          <w:p w14:paraId="1E196841" w14:textId="77777777" w:rsidR="00366335" w:rsidRPr="008C2403" w:rsidRDefault="00366335" w:rsidP="00366335">
            <w:pPr>
              <w:spacing w:after="0" w:line="240" w:lineRule="auto"/>
              <w:ind w:left="154" w:hanging="154"/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t>Nota: Las sumas parciales pueden no coincidir con el total, así como los cálculos porcentuales, debido al redondeo de las cifras.</w:t>
            </w:r>
          </w:p>
          <w:p w14:paraId="4FC15543" w14:textId="77777777" w:rsidR="00366335" w:rsidRPr="008C2403" w:rsidRDefault="00366335" w:rsidP="000F1294">
            <w:pPr>
              <w:spacing w:after="0" w:line="240" w:lineRule="auto"/>
              <w:ind w:left="154" w:hanging="154"/>
              <w:jc w:val="both"/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t xml:space="preserve">1/ La variación del </w:t>
            </w:r>
            <w:r w:rsidR="000F1294" w:rsidRPr="008C2403"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t xml:space="preserve">presupuesto modificado respecto al aprobado </w:t>
            </w:r>
            <w:r w:rsidRPr="008C2403"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t>es el resultado de la reasignación de recursos al Ramo 23 Provisiones Salariales y Económicas,  por los ajustes preventivos llevados a cabo por el Gobierno Federal a fin de mantener el equilibrio presupuestal; de diversos ahorros y economías que se transfirieron al Ramo 23 Provisiones Salariales y Económicas; así como al traspasos de recursos entre programas presupuestarios para la operación sustantiva de cada Ramo.</w:t>
            </w:r>
          </w:p>
          <w:p w14:paraId="46F0C867" w14:textId="77777777" w:rsidR="00366335" w:rsidRPr="00366335" w:rsidRDefault="00366335" w:rsidP="00366335">
            <w:pPr>
              <w:spacing w:after="0" w:line="240" w:lineRule="auto"/>
              <w:ind w:left="154" w:hanging="154"/>
              <w:jc w:val="both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t>FUENTE: Dependencias y entidades de la Administración Pública Federal.</w:t>
            </w:r>
          </w:p>
        </w:tc>
      </w:tr>
    </w:tbl>
    <w:p w14:paraId="53981D4A" w14:textId="77777777" w:rsidR="00287F20" w:rsidRDefault="00287F20">
      <w:pPr>
        <w:spacing w:after="0" w:line="240" w:lineRule="auto"/>
        <w:rPr>
          <w:rFonts w:ascii="Montserrat" w:hAnsi="Montserrat" w:cs="Arial"/>
          <w:color w:val="000000"/>
          <w:sz w:val="18"/>
          <w:szCs w:val="14"/>
        </w:rPr>
      </w:pPr>
      <w:r>
        <w:rPr>
          <w:rFonts w:ascii="Montserrat" w:hAnsi="Montserrat" w:cs="Arial"/>
          <w:color w:val="000000"/>
          <w:sz w:val="18"/>
          <w:szCs w:val="14"/>
        </w:rPr>
        <w:br w:type="page"/>
      </w:r>
    </w:p>
    <w:tbl>
      <w:tblPr>
        <w:tblW w:w="5000" w:type="pct"/>
        <w:tblBorders>
          <w:bottom w:val="single" w:sz="12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9"/>
        <w:gridCol w:w="5324"/>
        <w:gridCol w:w="1982"/>
        <w:gridCol w:w="1844"/>
        <w:gridCol w:w="1704"/>
        <w:gridCol w:w="1521"/>
      </w:tblGrid>
      <w:tr w:rsidR="000F1294" w:rsidRPr="000F1294" w14:paraId="13FEF81F" w14:textId="77777777" w:rsidTr="000F1294">
        <w:trPr>
          <w:trHeight w:val="23"/>
        </w:trPr>
        <w:tc>
          <w:tcPr>
            <w:tcW w:w="5000" w:type="pct"/>
            <w:gridSpan w:val="6"/>
            <w:shd w:val="clear" w:color="auto" w:fill="auto"/>
            <w:noWrap/>
            <w:hideMark/>
          </w:tcPr>
          <w:p w14:paraId="0DA87E39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color w:val="000000"/>
                <w:sz w:val="16"/>
                <w:szCs w:val="16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color w:val="000000"/>
                <w:sz w:val="16"/>
                <w:szCs w:val="16"/>
                <w:lang w:val="es-MX" w:eastAsia="es-MX"/>
              </w:rPr>
              <w:lastRenderedPageBreak/>
              <w:t>ESTRATEGIA DE TRANSICIÓN PARA PROMOVER EL USO DE TECNOLOGÍAS Y COMBUSTIBLES MÁS LIMPIOS</w:t>
            </w:r>
          </w:p>
        </w:tc>
      </w:tr>
      <w:tr w:rsidR="000F1294" w:rsidRPr="000F1294" w14:paraId="7EEDF060" w14:textId="77777777" w:rsidTr="000F1294">
        <w:trPr>
          <w:trHeight w:val="23"/>
        </w:trPr>
        <w:tc>
          <w:tcPr>
            <w:tcW w:w="5000" w:type="pct"/>
            <w:gridSpan w:val="6"/>
            <w:tcBorders>
              <w:bottom w:val="single" w:sz="12" w:space="0" w:color="7F7F7F" w:themeColor="text1" w:themeTint="80"/>
            </w:tcBorders>
            <w:shd w:val="clear" w:color="auto" w:fill="auto"/>
            <w:noWrap/>
            <w:hideMark/>
          </w:tcPr>
          <w:p w14:paraId="37818592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color w:val="000000"/>
                <w:sz w:val="16"/>
                <w:szCs w:val="16"/>
                <w:lang w:val="es-MX" w:eastAsia="es-MX"/>
              </w:rPr>
              <w:t>(Pesos)</w:t>
            </w:r>
          </w:p>
        </w:tc>
      </w:tr>
      <w:tr w:rsidR="000F1294" w:rsidRPr="000F1294" w14:paraId="686E2FBC" w14:textId="77777777" w:rsidTr="000F1294">
        <w:trPr>
          <w:trHeight w:val="23"/>
        </w:trPr>
        <w:tc>
          <w:tcPr>
            <w:tcW w:w="5000" w:type="pct"/>
            <w:gridSpan w:val="6"/>
            <w:tcBorders>
              <w:top w:val="single" w:sz="12" w:space="0" w:color="7F7F7F" w:themeColor="text1" w:themeTint="80"/>
              <w:bottom w:val="nil"/>
            </w:tcBorders>
            <w:shd w:val="clear" w:color="auto" w:fill="auto"/>
            <w:noWrap/>
          </w:tcPr>
          <w:p w14:paraId="092B97E0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4"/>
                <w:szCs w:val="4"/>
                <w:lang w:val="es-MX" w:eastAsia="es-MX"/>
              </w:rPr>
            </w:pPr>
          </w:p>
        </w:tc>
      </w:tr>
      <w:tr w:rsidR="000F1294" w:rsidRPr="000F1294" w14:paraId="067F5FE8" w14:textId="77777777" w:rsidTr="000F1294">
        <w:trPr>
          <w:trHeight w:val="23"/>
        </w:trPr>
        <w:tc>
          <w:tcPr>
            <w:tcW w:w="242" w:type="pct"/>
            <w:vMerge w:val="restart"/>
            <w:tcBorders>
              <w:top w:val="nil"/>
            </w:tcBorders>
            <w:shd w:val="clear" w:color="000000" w:fill="D4C19C"/>
            <w:vAlign w:val="center"/>
            <w:hideMark/>
          </w:tcPr>
          <w:p w14:paraId="662A2473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Ramo</w:t>
            </w:r>
          </w:p>
        </w:tc>
        <w:tc>
          <w:tcPr>
            <w:tcW w:w="2047" w:type="pct"/>
            <w:vMerge w:val="restart"/>
            <w:tcBorders>
              <w:top w:val="nil"/>
            </w:tcBorders>
            <w:shd w:val="clear" w:color="000000" w:fill="D4C19C"/>
            <w:vAlign w:val="center"/>
            <w:hideMark/>
          </w:tcPr>
          <w:p w14:paraId="79C531DB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Descripción</w:t>
            </w:r>
          </w:p>
        </w:tc>
        <w:tc>
          <w:tcPr>
            <w:tcW w:w="2711" w:type="pct"/>
            <w:gridSpan w:val="4"/>
            <w:tcBorders>
              <w:top w:val="nil"/>
              <w:bottom w:val="single" w:sz="4" w:space="0" w:color="FFFFFF" w:themeColor="background1"/>
            </w:tcBorders>
            <w:shd w:val="clear" w:color="000000" w:fill="D4C19C"/>
            <w:noWrap/>
            <w:vAlign w:val="center"/>
            <w:hideMark/>
          </w:tcPr>
          <w:p w14:paraId="1D1695D9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Avance en el ejercicio del presupuesto 2020</w:t>
            </w:r>
          </w:p>
        </w:tc>
      </w:tr>
      <w:tr w:rsidR="000F1294" w:rsidRPr="000F1294" w14:paraId="4AD5531E" w14:textId="77777777" w:rsidTr="000F1294">
        <w:trPr>
          <w:trHeight w:val="23"/>
        </w:trPr>
        <w:tc>
          <w:tcPr>
            <w:tcW w:w="242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5F8EF1FD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2047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09E66548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762" w:type="pct"/>
            <w:vMerge w:val="restart"/>
            <w:tcBorders>
              <w:top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66C843FC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 xml:space="preserve">Aprobado </w:t>
            </w:r>
          </w:p>
        </w:tc>
        <w:tc>
          <w:tcPr>
            <w:tcW w:w="709" w:type="pct"/>
            <w:vMerge w:val="restart"/>
            <w:tcBorders>
              <w:top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2BE509AB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Modificado</w:t>
            </w:r>
          </w:p>
        </w:tc>
        <w:tc>
          <w:tcPr>
            <w:tcW w:w="655" w:type="pct"/>
            <w:vMerge w:val="restart"/>
            <w:tcBorders>
              <w:top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0CB0A6E9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Ejercido</w:t>
            </w:r>
          </w:p>
        </w:tc>
        <w:tc>
          <w:tcPr>
            <w:tcW w:w="585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6FFFFE8D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Porcentaje de avance</w:t>
            </w:r>
          </w:p>
        </w:tc>
      </w:tr>
      <w:tr w:rsidR="000F1294" w:rsidRPr="000F1294" w14:paraId="1B88CCCC" w14:textId="77777777" w:rsidTr="000F1294">
        <w:trPr>
          <w:trHeight w:val="23"/>
        </w:trPr>
        <w:tc>
          <w:tcPr>
            <w:tcW w:w="242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74E29550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2047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33872216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762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623381ED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709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6D0C5C6D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655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0E42C10E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585" w:type="pct"/>
            <w:tcBorders>
              <w:top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31F4E884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Ejercido / Modificado</w:t>
            </w:r>
          </w:p>
        </w:tc>
      </w:tr>
      <w:tr w:rsidR="000F1294" w:rsidRPr="000F1294" w14:paraId="4C1E96D1" w14:textId="77777777" w:rsidTr="000F1294">
        <w:trPr>
          <w:trHeight w:val="23"/>
        </w:trPr>
        <w:tc>
          <w:tcPr>
            <w:tcW w:w="242" w:type="pct"/>
            <w:vMerge/>
            <w:tcBorders>
              <w:bottom w:val="nil"/>
            </w:tcBorders>
            <w:vAlign w:val="center"/>
            <w:hideMark/>
          </w:tcPr>
          <w:p w14:paraId="6A257477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2047" w:type="pct"/>
            <w:vMerge/>
            <w:tcBorders>
              <w:bottom w:val="nil"/>
            </w:tcBorders>
            <w:vAlign w:val="center"/>
            <w:hideMark/>
          </w:tcPr>
          <w:p w14:paraId="39F1E893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762" w:type="pct"/>
            <w:tcBorders>
              <w:bottom w:val="nil"/>
            </w:tcBorders>
            <w:shd w:val="clear" w:color="000000" w:fill="D4C19C"/>
            <w:vAlign w:val="center"/>
            <w:hideMark/>
          </w:tcPr>
          <w:p w14:paraId="10742619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(a)</w:t>
            </w:r>
          </w:p>
        </w:tc>
        <w:tc>
          <w:tcPr>
            <w:tcW w:w="709" w:type="pct"/>
            <w:tcBorders>
              <w:bottom w:val="nil"/>
            </w:tcBorders>
            <w:shd w:val="clear" w:color="000000" w:fill="D4C19C"/>
            <w:vAlign w:val="center"/>
            <w:hideMark/>
          </w:tcPr>
          <w:p w14:paraId="52E646A0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(b)</w:t>
            </w:r>
          </w:p>
        </w:tc>
        <w:tc>
          <w:tcPr>
            <w:tcW w:w="655" w:type="pct"/>
            <w:tcBorders>
              <w:bottom w:val="nil"/>
            </w:tcBorders>
            <w:shd w:val="clear" w:color="000000" w:fill="D4C19C"/>
            <w:noWrap/>
            <w:vAlign w:val="center"/>
            <w:hideMark/>
          </w:tcPr>
          <w:p w14:paraId="67305525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(c)</w:t>
            </w:r>
          </w:p>
        </w:tc>
        <w:tc>
          <w:tcPr>
            <w:tcW w:w="585" w:type="pct"/>
            <w:tcBorders>
              <w:bottom w:val="nil"/>
            </w:tcBorders>
            <w:shd w:val="clear" w:color="000000" w:fill="D4C19C"/>
            <w:noWrap/>
            <w:vAlign w:val="center"/>
            <w:hideMark/>
          </w:tcPr>
          <w:p w14:paraId="443F514C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 xml:space="preserve">(c) / (b) </w:t>
            </w:r>
          </w:p>
        </w:tc>
      </w:tr>
      <w:tr w:rsidR="000F1294" w:rsidRPr="000F1294" w14:paraId="6182ABFC" w14:textId="77777777" w:rsidTr="000F1294">
        <w:trPr>
          <w:trHeight w:val="23"/>
        </w:trPr>
        <w:tc>
          <w:tcPr>
            <w:tcW w:w="242" w:type="pct"/>
            <w:tcBorders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4C8CB155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2047" w:type="pct"/>
            <w:tcBorders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4C7BE8D0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762" w:type="pct"/>
            <w:tcBorders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489F52B9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709" w:type="pct"/>
            <w:tcBorders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233550E9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655" w:type="pct"/>
            <w:tcBorders>
              <w:bottom w:val="single" w:sz="12" w:space="0" w:color="7F7F7F" w:themeColor="text1" w:themeTint="80"/>
            </w:tcBorders>
            <w:shd w:val="clear" w:color="auto" w:fill="auto"/>
            <w:noWrap/>
            <w:vAlign w:val="center"/>
          </w:tcPr>
          <w:p w14:paraId="4F6DBBFB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585" w:type="pct"/>
            <w:tcBorders>
              <w:bottom w:val="single" w:sz="12" w:space="0" w:color="7F7F7F" w:themeColor="text1" w:themeTint="80"/>
            </w:tcBorders>
            <w:shd w:val="clear" w:color="auto" w:fill="auto"/>
            <w:noWrap/>
            <w:vAlign w:val="center"/>
          </w:tcPr>
          <w:p w14:paraId="3FD17502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</w:tr>
      <w:tr w:rsidR="000F1294" w:rsidRPr="000F1294" w14:paraId="560759B2" w14:textId="77777777" w:rsidTr="000F1294">
        <w:trPr>
          <w:trHeight w:val="23"/>
        </w:trPr>
        <w:tc>
          <w:tcPr>
            <w:tcW w:w="242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6D0CCFB7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2047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1F899246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762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7BBD4564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709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271C15D9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655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auto"/>
            <w:noWrap/>
            <w:vAlign w:val="center"/>
          </w:tcPr>
          <w:p w14:paraId="7B7EFDDF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585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auto"/>
            <w:noWrap/>
            <w:vAlign w:val="center"/>
          </w:tcPr>
          <w:p w14:paraId="51DE3E42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</w:tr>
      <w:tr w:rsidR="000F1294" w:rsidRPr="000F1294" w14:paraId="282EF4F6" w14:textId="77777777" w:rsidTr="000F1294">
        <w:trPr>
          <w:trHeight w:val="23"/>
        </w:trPr>
        <w:tc>
          <w:tcPr>
            <w:tcW w:w="2289" w:type="pct"/>
            <w:gridSpan w:val="2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7308D4D5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Total</w:t>
            </w:r>
          </w:p>
        </w:tc>
        <w:tc>
          <w:tcPr>
            <w:tcW w:w="762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34D9E10C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29,590,300,187</w:t>
            </w:r>
          </w:p>
        </w:tc>
        <w:tc>
          <w:tcPr>
            <w:tcW w:w="709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259B51F8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971,260,119</w:t>
            </w:r>
          </w:p>
        </w:tc>
        <w:tc>
          <w:tcPr>
            <w:tcW w:w="655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52A44AF1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838,600,108</w:t>
            </w:r>
          </w:p>
        </w:tc>
        <w:tc>
          <w:tcPr>
            <w:tcW w:w="585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03DBF411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86.3</w:t>
            </w:r>
          </w:p>
        </w:tc>
      </w:tr>
      <w:tr w:rsidR="000F1294" w:rsidRPr="000F1294" w14:paraId="1ADB573D" w14:textId="77777777" w:rsidTr="000F1294">
        <w:trPr>
          <w:trHeight w:val="23"/>
        </w:trPr>
        <w:tc>
          <w:tcPr>
            <w:tcW w:w="2289" w:type="pct"/>
            <w:gridSpan w:val="2"/>
            <w:shd w:val="clear" w:color="auto" w:fill="F2F2F2" w:themeFill="background1" w:themeFillShade="F2"/>
            <w:noWrap/>
            <w:hideMark/>
          </w:tcPr>
          <w:p w14:paraId="2C785178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04 Gobernación</w:t>
            </w:r>
          </w:p>
        </w:tc>
        <w:tc>
          <w:tcPr>
            <w:tcW w:w="762" w:type="pct"/>
            <w:shd w:val="clear" w:color="auto" w:fill="F2F2F2" w:themeFill="background1" w:themeFillShade="F2"/>
            <w:noWrap/>
            <w:hideMark/>
          </w:tcPr>
          <w:p w14:paraId="1EDA22BE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973,764</w:t>
            </w:r>
          </w:p>
        </w:tc>
        <w:tc>
          <w:tcPr>
            <w:tcW w:w="709" w:type="pct"/>
            <w:shd w:val="clear" w:color="auto" w:fill="F2F2F2" w:themeFill="background1" w:themeFillShade="F2"/>
            <w:noWrap/>
            <w:hideMark/>
          </w:tcPr>
          <w:p w14:paraId="317384B4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973,764</w:t>
            </w:r>
          </w:p>
        </w:tc>
        <w:tc>
          <w:tcPr>
            <w:tcW w:w="655" w:type="pct"/>
            <w:shd w:val="clear" w:color="auto" w:fill="F2F2F2" w:themeFill="background1" w:themeFillShade="F2"/>
            <w:noWrap/>
            <w:hideMark/>
          </w:tcPr>
          <w:p w14:paraId="37B6B147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973,764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76BBB9FF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0A224BEE" w14:textId="77777777" w:rsidTr="000F1294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6BAE6C57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47" w:type="pct"/>
            <w:shd w:val="clear" w:color="auto" w:fill="F2F2F2" w:themeFill="background1" w:themeFillShade="F2"/>
            <w:noWrap/>
            <w:hideMark/>
          </w:tcPr>
          <w:p w14:paraId="1D7F33C1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Dirección General de Recursos Materiales y Servicios Generales</w:t>
            </w:r>
          </w:p>
        </w:tc>
        <w:tc>
          <w:tcPr>
            <w:tcW w:w="762" w:type="pct"/>
            <w:shd w:val="clear" w:color="auto" w:fill="F2F2F2" w:themeFill="background1" w:themeFillShade="F2"/>
            <w:noWrap/>
            <w:hideMark/>
          </w:tcPr>
          <w:p w14:paraId="33F12731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973,764</w:t>
            </w:r>
          </w:p>
        </w:tc>
        <w:tc>
          <w:tcPr>
            <w:tcW w:w="709" w:type="pct"/>
            <w:shd w:val="clear" w:color="auto" w:fill="F2F2F2" w:themeFill="background1" w:themeFillShade="F2"/>
            <w:noWrap/>
            <w:hideMark/>
          </w:tcPr>
          <w:p w14:paraId="45793F7E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973,764</w:t>
            </w:r>
          </w:p>
        </w:tc>
        <w:tc>
          <w:tcPr>
            <w:tcW w:w="655" w:type="pct"/>
            <w:shd w:val="clear" w:color="auto" w:fill="F2F2F2" w:themeFill="background1" w:themeFillShade="F2"/>
            <w:noWrap/>
            <w:hideMark/>
          </w:tcPr>
          <w:p w14:paraId="5785A38E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973,764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3CE0762C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26703BD2" w14:textId="77777777" w:rsidTr="000F1294">
        <w:trPr>
          <w:trHeight w:val="23"/>
        </w:trPr>
        <w:tc>
          <w:tcPr>
            <w:tcW w:w="2289" w:type="pct"/>
            <w:gridSpan w:val="2"/>
            <w:shd w:val="clear" w:color="auto" w:fill="F2F2F2" w:themeFill="background1" w:themeFillShade="F2"/>
            <w:noWrap/>
            <w:hideMark/>
          </w:tcPr>
          <w:p w14:paraId="60C7AA0C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12 Salud</w:t>
            </w:r>
          </w:p>
        </w:tc>
        <w:tc>
          <w:tcPr>
            <w:tcW w:w="762" w:type="pct"/>
            <w:shd w:val="clear" w:color="auto" w:fill="F2F2F2" w:themeFill="background1" w:themeFillShade="F2"/>
            <w:noWrap/>
            <w:hideMark/>
          </w:tcPr>
          <w:p w14:paraId="66D37E3A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6,226,552</w:t>
            </w:r>
          </w:p>
        </w:tc>
        <w:tc>
          <w:tcPr>
            <w:tcW w:w="709" w:type="pct"/>
            <w:shd w:val="clear" w:color="auto" w:fill="F2F2F2" w:themeFill="background1" w:themeFillShade="F2"/>
            <w:noWrap/>
            <w:hideMark/>
          </w:tcPr>
          <w:p w14:paraId="5A9E582D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6,226,552</w:t>
            </w:r>
          </w:p>
        </w:tc>
        <w:tc>
          <w:tcPr>
            <w:tcW w:w="655" w:type="pct"/>
            <w:shd w:val="clear" w:color="auto" w:fill="F2F2F2" w:themeFill="background1" w:themeFillShade="F2"/>
            <w:noWrap/>
            <w:hideMark/>
          </w:tcPr>
          <w:p w14:paraId="07A99FC7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6,226,552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11633836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3072C8E4" w14:textId="77777777" w:rsidTr="000F1294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3AB3B6B7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47" w:type="pct"/>
            <w:shd w:val="clear" w:color="auto" w:fill="F2F2F2" w:themeFill="background1" w:themeFillShade="F2"/>
            <w:noWrap/>
            <w:hideMark/>
          </w:tcPr>
          <w:p w14:paraId="1B7552A4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Dirección General de Desarrollo de la Infraestructura Física</w:t>
            </w:r>
          </w:p>
        </w:tc>
        <w:tc>
          <w:tcPr>
            <w:tcW w:w="762" w:type="pct"/>
            <w:shd w:val="clear" w:color="auto" w:fill="F2F2F2" w:themeFill="background1" w:themeFillShade="F2"/>
            <w:noWrap/>
            <w:hideMark/>
          </w:tcPr>
          <w:p w14:paraId="7EF00DFA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6,226,552</w:t>
            </w:r>
          </w:p>
        </w:tc>
        <w:tc>
          <w:tcPr>
            <w:tcW w:w="709" w:type="pct"/>
            <w:shd w:val="clear" w:color="auto" w:fill="F2F2F2" w:themeFill="background1" w:themeFillShade="F2"/>
            <w:noWrap/>
            <w:hideMark/>
          </w:tcPr>
          <w:p w14:paraId="5A553D0F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6,226,552</w:t>
            </w:r>
          </w:p>
        </w:tc>
        <w:tc>
          <w:tcPr>
            <w:tcW w:w="655" w:type="pct"/>
            <w:shd w:val="clear" w:color="auto" w:fill="F2F2F2" w:themeFill="background1" w:themeFillShade="F2"/>
            <w:noWrap/>
            <w:hideMark/>
          </w:tcPr>
          <w:p w14:paraId="1314516D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6,226,552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0D84886F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40BE3820" w14:textId="77777777" w:rsidTr="000F1294">
        <w:trPr>
          <w:trHeight w:val="23"/>
        </w:trPr>
        <w:tc>
          <w:tcPr>
            <w:tcW w:w="2289" w:type="pct"/>
            <w:gridSpan w:val="2"/>
            <w:shd w:val="clear" w:color="auto" w:fill="F2F2F2" w:themeFill="background1" w:themeFillShade="F2"/>
            <w:noWrap/>
            <w:hideMark/>
          </w:tcPr>
          <w:p w14:paraId="3E91A001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16 Medio Ambiente y Recursos Naturales</w:t>
            </w:r>
          </w:p>
        </w:tc>
        <w:tc>
          <w:tcPr>
            <w:tcW w:w="762" w:type="pct"/>
            <w:shd w:val="clear" w:color="auto" w:fill="F2F2F2" w:themeFill="background1" w:themeFillShade="F2"/>
            <w:noWrap/>
            <w:hideMark/>
          </w:tcPr>
          <w:p w14:paraId="73B423A5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2,745,734</w:t>
            </w:r>
          </w:p>
        </w:tc>
        <w:tc>
          <w:tcPr>
            <w:tcW w:w="709" w:type="pct"/>
            <w:shd w:val="clear" w:color="auto" w:fill="F2F2F2" w:themeFill="background1" w:themeFillShade="F2"/>
            <w:noWrap/>
            <w:hideMark/>
          </w:tcPr>
          <w:p w14:paraId="60C8769D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2,077,250</w:t>
            </w:r>
          </w:p>
        </w:tc>
        <w:tc>
          <w:tcPr>
            <w:tcW w:w="655" w:type="pct"/>
            <w:shd w:val="clear" w:color="auto" w:fill="F2F2F2" w:themeFill="background1" w:themeFillShade="F2"/>
            <w:noWrap/>
            <w:hideMark/>
          </w:tcPr>
          <w:p w14:paraId="057B40AD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2,077,250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646CE5F1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20DC3376" w14:textId="77777777" w:rsidTr="000F1294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5C7BFAD7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47" w:type="pct"/>
            <w:shd w:val="clear" w:color="auto" w:fill="F2F2F2" w:themeFill="background1" w:themeFillShade="F2"/>
            <w:noWrap/>
            <w:hideMark/>
          </w:tcPr>
          <w:p w14:paraId="1B52F46E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Procuraduría Federal de Protección al Ambiente</w:t>
            </w:r>
          </w:p>
        </w:tc>
        <w:tc>
          <w:tcPr>
            <w:tcW w:w="762" w:type="pct"/>
            <w:shd w:val="clear" w:color="auto" w:fill="F2F2F2" w:themeFill="background1" w:themeFillShade="F2"/>
            <w:noWrap/>
            <w:hideMark/>
          </w:tcPr>
          <w:p w14:paraId="5877F022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2,745,734</w:t>
            </w:r>
          </w:p>
        </w:tc>
        <w:tc>
          <w:tcPr>
            <w:tcW w:w="709" w:type="pct"/>
            <w:shd w:val="clear" w:color="auto" w:fill="F2F2F2" w:themeFill="background1" w:themeFillShade="F2"/>
            <w:noWrap/>
            <w:hideMark/>
          </w:tcPr>
          <w:p w14:paraId="0C442FD5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2,077,250</w:t>
            </w:r>
          </w:p>
        </w:tc>
        <w:tc>
          <w:tcPr>
            <w:tcW w:w="655" w:type="pct"/>
            <w:shd w:val="clear" w:color="auto" w:fill="F2F2F2" w:themeFill="background1" w:themeFillShade="F2"/>
            <w:noWrap/>
            <w:hideMark/>
          </w:tcPr>
          <w:p w14:paraId="2EEBABF0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2,077,250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222FDA73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23CE7D21" w14:textId="77777777" w:rsidTr="000F1294">
        <w:trPr>
          <w:trHeight w:val="23"/>
        </w:trPr>
        <w:tc>
          <w:tcPr>
            <w:tcW w:w="2289" w:type="pct"/>
            <w:gridSpan w:val="2"/>
            <w:shd w:val="clear" w:color="auto" w:fill="F2F2F2" w:themeFill="background1" w:themeFillShade="F2"/>
            <w:noWrap/>
            <w:hideMark/>
          </w:tcPr>
          <w:p w14:paraId="3AAF0CDC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18 Energía</w:t>
            </w:r>
          </w:p>
        </w:tc>
        <w:tc>
          <w:tcPr>
            <w:tcW w:w="762" w:type="pct"/>
            <w:shd w:val="clear" w:color="auto" w:fill="F2F2F2" w:themeFill="background1" w:themeFillShade="F2"/>
            <w:noWrap/>
            <w:hideMark/>
          </w:tcPr>
          <w:p w14:paraId="688D2957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581,817,899</w:t>
            </w:r>
          </w:p>
        </w:tc>
        <w:tc>
          <w:tcPr>
            <w:tcW w:w="709" w:type="pct"/>
            <w:shd w:val="clear" w:color="auto" w:fill="F2F2F2" w:themeFill="background1" w:themeFillShade="F2"/>
            <w:noWrap/>
            <w:hideMark/>
          </w:tcPr>
          <w:p w14:paraId="0A77CB25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561,982,553</w:t>
            </w:r>
          </w:p>
        </w:tc>
        <w:tc>
          <w:tcPr>
            <w:tcW w:w="655" w:type="pct"/>
            <w:shd w:val="clear" w:color="auto" w:fill="F2F2F2" w:themeFill="background1" w:themeFillShade="F2"/>
            <w:noWrap/>
            <w:hideMark/>
          </w:tcPr>
          <w:p w14:paraId="30B90A6E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561,693,823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45D1FC72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99.9</w:t>
            </w:r>
          </w:p>
        </w:tc>
      </w:tr>
      <w:tr w:rsidR="000F1294" w:rsidRPr="000F1294" w14:paraId="5FF13BF7" w14:textId="77777777" w:rsidTr="000F1294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43A31B0D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47" w:type="pct"/>
            <w:shd w:val="clear" w:color="auto" w:fill="F2F2F2" w:themeFill="background1" w:themeFillShade="F2"/>
            <w:noWrap/>
            <w:hideMark/>
          </w:tcPr>
          <w:p w14:paraId="6351A72C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Secretaría de Energía</w:t>
            </w:r>
          </w:p>
        </w:tc>
        <w:tc>
          <w:tcPr>
            <w:tcW w:w="762" w:type="pct"/>
            <w:shd w:val="clear" w:color="auto" w:fill="F2F2F2" w:themeFill="background1" w:themeFillShade="F2"/>
            <w:noWrap/>
            <w:hideMark/>
          </w:tcPr>
          <w:p w14:paraId="4E8740F0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498,390,142</w:t>
            </w:r>
          </w:p>
        </w:tc>
        <w:tc>
          <w:tcPr>
            <w:tcW w:w="709" w:type="pct"/>
            <w:shd w:val="clear" w:color="auto" w:fill="F2F2F2" w:themeFill="background1" w:themeFillShade="F2"/>
            <w:noWrap/>
            <w:hideMark/>
          </w:tcPr>
          <w:p w14:paraId="35D31DFD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498,390,142</w:t>
            </w:r>
          </w:p>
        </w:tc>
        <w:tc>
          <w:tcPr>
            <w:tcW w:w="655" w:type="pct"/>
            <w:shd w:val="clear" w:color="auto" w:fill="F2F2F2" w:themeFill="background1" w:themeFillShade="F2"/>
            <w:noWrap/>
            <w:hideMark/>
          </w:tcPr>
          <w:p w14:paraId="7F3254D7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498,390,142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48EDA574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7A596B9D" w14:textId="77777777" w:rsidTr="000F1294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449650FE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47" w:type="pct"/>
            <w:shd w:val="clear" w:color="auto" w:fill="F2F2F2" w:themeFill="background1" w:themeFillShade="F2"/>
            <w:noWrap/>
            <w:hideMark/>
          </w:tcPr>
          <w:p w14:paraId="55ADE714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Comisión Nacional para el Uso Eficiente de la Energía</w:t>
            </w:r>
          </w:p>
        </w:tc>
        <w:tc>
          <w:tcPr>
            <w:tcW w:w="762" w:type="pct"/>
            <w:shd w:val="clear" w:color="auto" w:fill="F2F2F2" w:themeFill="background1" w:themeFillShade="F2"/>
            <w:noWrap/>
            <w:hideMark/>
          </w:tcPr>
          <w:p w14:paraId="0B86DD0F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83,127,757</w:t>
            </w:r>
          </w:p>
        </w:tc>
        <w:tc>
          <w:tcPr>
            <w:tcW w:w="709" w:type="pct"/>
            <w:shd w:val="clear" w:color="auto" w:fill="F2F2F2" w:themeFill="background1" w:themeFillShade="F2"/>
            <w:noWrap/>
            <w:hideMark/>
          </w:tcPr>
          <w:p w14:paraId="4FDB466A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63,292,411</w:t>
            </w:r>
          </w:p>
        </w:tc>
        <w:tc>
          <w:tcPr>
            <w:tcW w:w="655" w:type="pct"/>
            <w:shd w:val="clear" w:color="auto" w:fill="F2F2F2" w:themeFill="background1" w:themeFillShade="F2"/>
            <w:noWrap/>
            <w:hideMark/>
          </w:tcPr>
          <w:p w14:paraId="2A2932AA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63,292,411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09897BA7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6FA3C5E2" w14:textId="77777777" w:rsidTr="000F1294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53825DD8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47" w:type="pct"/>
            <w:shd w:val="clear" w:color="auto" w:fill="F2F2F2" w:themeFill="background1" w:themeFillShade="F2"/>
            <w:noWrap/>
            <w:hideMark/>
          </w:tcPr>
          <w:p w14:paraId="4B571264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Instituto Nacional de Electricidad y Energías Limpias</w:t>
            </w:r>
          </w:p>
        </w:tc>
        <w:tc>
          <w:tcPr>
            <w:tcW w:w="762" w:type="pct"/>
            <w:shd w:val="clear" w:color="auto" w:fill="F2F2F2" w:themeFill="background1" w:themeFillShade="F2"/>
            <w:noWrap/>
            <w:hideMark/>
          </w:tcPr>
          <w:p w14:paraId="666967E2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300,000</w:t>
            </w:r>
          </w:p>
        </w:tc>
        <w:tc>
          <w:tcPr>
            <w:tcW w:w="709" w:type="pct"/>
            <w:shd w:val="clear" w:color="auto" w:fill="F2F2F2" w:themeFill="background1" w:themeFillShade="F2"/>
            <w:noWrap/>
            <w:hideMark/>
          </w:tcPr>
          <w:p w14:paraId="74C335F8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300,000</w:t>
            </w:r>
          </w:p>
        </w:tc>
        <w:tc>
          <w:tcPr>
            <w:tcW w:w="655" w:type="pct"/>
            <w:shd w:val="clear" w:color="auto" w:fill="F2F2F2" w:themeFill="background1" w:themeFillShade="F2"/>
            <w:noWrap/>
            <w:hideMark/>
          </w:tcPr>
          <w:p w14:paraId="7FFA685F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11,270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4482F953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3.8</w:t>
            </w:r>
          </w:p>
        </w:tc>
      </w:tr>
      <w:tr w:rsidR="000F1294" w:rsidRPr="000F1294" w14:paraId="7A4165F6" w14:textId="77777777" w:rsidTr="000F1294">
        <w:trPr>
          <w:trHeight w:val="23"/>
        </w:trPr>
        <w:tc>
          <w:tcPr>
            <w:tcW w:w="2289" w:type="pct"/>
            <w:gridSpan w:val="2"/>
            <w:shd w:val="clear" w:color="auto" w:fill="F2F2F2" w:themeFill="background1" w:themeFillShade="F2"/>
            <w:noWrap/>
            <w:hideMark/>
          </w:tcPr>
          <w:p w14:paraId="78EB5C0B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TYY Petróleos Mexicanos</w:t>
            </w:r>
          </w:p>
        </w:tc>
        <w:tc>
          <w:tcPr>
            <w:tcW w:w="762" w:type="pct"/>
            <w:shd w:val="clear" w:color="auto" w:fill="F2F2F2" w:themeFill="background1" w:themeFillShade="F2"/>
            <w:noWrap/>
            <w:hideMark/>
          </w:tcPr>
          <w:p w14:paraId="78371664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149,007,894</w:t>
            </w:r>
          </w:p>
        </w:tc>
        <w:tc>
          <w:tcPr>
            <w:tcW w:w="709" w:type="pct"/>
            <w:shd w:val="clear" w:color="auto" w:fill="F2F2F2" w:themeFill="background1" w:themeFillShade="F2"/>
            <w:noWrap/>
            <w:hideMark/>
          </w:tcPr>
          <w:p w14:paraId="7462F907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55" w:type="pct"/>
            <w:shd w:val="clear" w:color="auto" w:fill="F2F2F2" w:themeFill="background1" w:themeFillShade="F2"/>
            <w:noWrap/>
            <w:hideMark/>
          </w:tcPr>
          <w:p w14:paraId="13F887BE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407C43CA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n.a.</w:t>
            </w:r>
          </w:p>
        </w:tc>
      </w:tr>
      <w:tr w:rsidR="000F1294" w:rsidRPr="000F1294" w14:paraId="7A6725AC" w14:textId="77777777" w:rsidTr="000F1294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39F17671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47" w:type="pct"/>
            <w:shd w:val="clear" w:color="auto" w:fill="F2F2F2" w:themeFill="background1" w:themeFillShade="F2"/>
            <w:noWrap/>
            <w:hideMark/>
          </w:tcPr>
          <w:p w14:paraId="7F59B26D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Pemex Exploración y Producción</w:t>
            </w:r>
          </w:p>
        </w:tc>
        <w:tc>
          <w:tcPr>
            <w:tcW w:w="762" w:type="pct"/>
            <w:shd w:val="clear" w:color="auto" w:fill="F2F2F2" w:themeFill="background1" w:themeFillShade="F2"/>
            <w:noWrap/>
            <w:hideMark/>
          </w:tcPr>
          <w:p w14:paraId="2F1EF696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71,907,894</w:t>
            </w:r>
          </w:p>
        </w:tc>
        <w:tc>
          <w:tcPr>
            <w:tcW w:w="709" w:type="pct"/>
            <w:shd w:val="clear" w:color="auto" w:fill="F2F2F2" w:themeFill="background1" w:themeFillShade="F2"/>
            <w:noWrap/>
            <w:hideMark/>
          </w:tcPr>
          <w:p w14:paraId="51E69D0D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55" w:type="pct"/>
            <w:shd w:val="clear" w:color="auto" w:fill="F2F2F2" w:themeFill="background1" w:themeFillShade="F2"/>
            <w:noWrap/>
            <w:hideMark/>
          </w:tcPr>
          <w:p w14:paraId="1723DD48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55ECD9AA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n.a.</w:t>
            </w:r>
          </w:p>
        </w:tc>
      </w:tr>
      <w:tr w:rsidR="000F1294" w:rsidRPr="000F1294" w14:paraId="4EB70DC1" w14:textId="77777777" w:rsidTr="000F1294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621D2C4C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47" w:type="pct"/>
            <w:shd w:val="clear" w:color="auto" w:fill="F2F2F2" w:themeFill="background1" w:themeFillShade="F2"/>
            <w:noWrap/>
            <w:hideMark/>
          </w:tcPr>
          <w:p w14:paraId="14394058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Pemex Transformación Industrial</w:t>
            </w:r>
          </w:p>
        </w:tc>
        <w:tc>
          <w:tcPr>
            <w:tcW w:w="762" w:type="pct"/>
            <w:shd w:val="clear" w:color="auto" w:fill="F2F2F2" w:themeFill="background1" w:themeFillShade="F2"/>
            <w:noWrap/>
            <w:hideMark/>
          </w:tcPr>
          <w:p w14:paraId="7366368C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77,100,000</w:t>
            </w:r>
          </w:p>
        </w:tc>
        <w:tc>
          <w:tcPr>
            <w:tcW w:w="709" w:type="pct"/>
            <w:shd w:val="clear" w:color="auto" w:fill="F2F2F2" w:themeFill="background1" w:themeFillShade="F2"/>
            <w:noWrap/>
            <w:hideMark/>
          </w:tcPr>
          <w:p w14:paraId="33479D1C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55" w:type="pct"/>
            <w:shd w:val="clear" w:color="auto" w:fill="F2F2F2" w:themeFill="background1" w:themeFillShade="F2"/>
            <w:noWrap/>
            <w:hideMark/>
          </w:tcPr>
          <w:p w14:paraId="5D630593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3AD9C067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n.a.</w:t>
            </w:r>
          </w:p>
        </w:tc>
      </w:tr>
      <w:tr w:rsidR="000F1294" w:rsidRPr="000F1294" w14:paraId="535F98F5" w14:textId="77777777" w:rsidTr="000F1294">
        <w:trPr>
          <w:trHeight w:val="23"/>
        </w:trPr>
        <w:tc>
          <w:tcPr>
            <w:tcW w:w="2289" w:type="pct"/>
            <w:gridSpan w:val="2"/>
            <w:shd w:val="clear" w:color="auto" w:fill="F2F2F2" w:themeFill="background1" w:themeFillShade="F2"/>
            <w:noWrap/>
            <w:hideMark/>
          </w:tcPr>
          <w:p w14:paraId="5F9772E3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TVV Comisión Federal de Electricidad</w:t>
            </w:r>
          </w:p>
        </w:tc>
        <w:tc>
          <w:tcPr>
            <w:tcW w:w="762" w:type="pct"/>
            <w:shd w:val="clear" w:color="auto" w:fill="F2F2F2" w:themeFill="background1" w:themeFillShade="F2"/>
            <w:noWrap/>
            <w:hideMark/>
          </w:tcPr>
          <w:p w14:paraId="501F5D22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28,849,528,344</w:t>
            </w:r>
          </w:p>
        </w:tc>
        <w:tc>
          <w:tcPr>
            <w:tcW w:w="709" w:type="pct"/>
            <w:shd w:val="clear" w:color="auto" w:fill="F2F2F2" w:themeFill="background1" w:themeFillShade="F2"/>
            <w:noWrap/>
            <w:hideMark/>
          </w:tcPr>
          <w:p w14:paraId="5E44C60E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400,000,000</w:t>
            </w:r>
          </w:p>
        </w:tc>
        <w:tc>
          <w:tcPr>
            <w:tcW w:w="655" w:type="pct"/>
            <w:shd w:val="clear" w:color="auto" w:fill="F2F2F2" w:themeFill="background1" w:themeFillShade="F2"/>
            <w:noWrap/>
            <w:hideMark/>
          </w:tcPr>
          <w:p w14:paraId="0F6EE5B9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267,628,720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2C6FAD7F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66.9</w:t>
            </w:r>
          </w:p>
        </w:tc>
      </w:tr>
      <w:tr w:rsidR="000F1294" w:rsidRPr="000F1294" w14:paraId="24B0FED4" w14:textId="77777777" w:rsidTr="000F1294">
        <w:trPr>
          <w:trHeight w:val="23"/>
        </w:trPr>
        <w:tc>
          <w:tcPr>
            <w:tcW w:w="242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157BD536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47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4AAF22CD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 xml:space="preserve">CFE Consolidado </w:t>
            </w:r>
            <w:r w:rsidRPr="000F1294">
              <w:rPr>
                <w:rFonts w:ascii="Montserrat" w:eastAsia="Times New Roman" w:hAnsi="Montserrat" w:cs="Calibri"/>
                <w:sz w:val="15"/>
                <w:szCs w:val="15"/>
                <w:vertAlign w:val="superscript"/>
                <w:lang w:val="es-MX" w:eastAsia="es-MX"/>
              </w:rPr>
              <w:t>1/</w:t>
            </w:r>
          </w:p>
        </w:tc>
        <w:tc>
          <w:tcPr>
            <w:tcW w:w="762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3BD6F66D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28,849,528,344</w:t>
            </w:r>
          </w:p>
        </w:tc>
        <w:tc>
          <w:tcPr>
            <w:tcW w:w="709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40B89947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400,000,000</w:t>
            </w:r>
          </w:p>
        </w:tc>
        <w:tc>
          <w:tcPr>
            <w:tcW w:w="655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04DCFEEE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267,628,720</w:t>
            </w:r>
          </w:p>
        </w:tc>
        <w:tc>
          <w:tcPr>
            <w:tcW w:w="585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2D2CA48A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66.9</w:t>
            </w:r>
          </w:p>
        </w:tc>
      </w:tr>
      <w:tr w:rsidR="000F1294" w:rsidRPr="000F1294" w14:paraId="115270EA" w14:textId="77777777" w:rsidTr="000F1294">
        <w:trPr>
          <w:trHeight w:val="23"/>
        </w:trPr>
        <w:tc>
          <w:tcPr>
            <w:tcW w:w="5000" w:type="pct"/>
            <w:gridSpan w:val="6"/>
            <w:tcBorders>
              <w:top w:val="single" w:sz="12" w:space="0" w:color="7F7F7F" w:themeColor="text1" w:themeTint="80"/>
              <w:bottom w:val="nil"/>
            </w:tcBorders>
            <w:shd w:val="clear" w:color="auto" w:fill="auto"/>
            <w:hideMark/>
          </w:tcPr>
          <w:p w14:paraId="352CC370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t>Nota: Las sumas parciales pueden no coincidir con el total, así como los cálculos porcentuales, debido al redondeo d</w:t>
            </w:r>
            <w:r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t>e las cifras.</w:t>
            </w:r>
            <w:r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br/>
              <w:t>n.a.: No aplica.</w:t>
            </w:r>
            <w:r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br/>
              <w:t>1</w:t>
            </w:r>
            <w:r w:rsidRPr="000F1294"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t>/ Incluye la Inversión Financiada de los Proyectos de Infraestructura Productiva de Largo Plazo.</w:t>
            </w:r>
            <w:r w:rsidRPr="000F1294"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br/>
              <w:t>FUENTE: Dependencias y entidades de la Administración Pública Federal.</w:t>
            </w:r>
          </w:p>
        </w:tc>
      </w:tr>
    </w:tbl>
    <w:p w14:paraId="22C27097" w14:textId="77777777" w:rsidR="00902F06" w:rsidRDefault="00902F06" w:rsidP="00902F06">
      <w:pPr>
        <w:pStyle w:val="TEXTONORMAL"/>
      </w:pPr>
      <w:r>
        <w:br w:type="page"/>
      </w:r>
    </w:p>
    <w:tbl>
      <w:tblPr>
        <w:tblW w:w="5000" w:type="pct"/>
        <w:tblBorders>
          <w:bottom w:val="single" w:sz="12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1"/>
        <w:gridCol w:w="5446"/>
        <w:gridCol w:w="1841"/>
        <w:gridCol w:w="1818"/>
        <w:gridCol w:w="1727"/>
        <w:gridCol w:w="1521"/>
      </w:tblGrid>
      <w:tr w:rsidR="000F1294" w:rsidRPr="000F1294" w14:paraId="1EB80BEC" w14:textId="77777777" w:rsidTr="00C7548F">
        <w:trPr>
          <w:trHeight w:val="23"/>
          <w:tblHeader/>
        </w:trPr>
        <w:tc>
          <w:tcPr>
            <w:tcW w:w="5000" w:type="pct"/>
            <w:gridSpan w:val="6"/>
            <w:tcBorders>
              <w:bottom w:val="nil"/>
            </w:tcBorders>
            <w:shd w:val="clear" w:color="auto" w:fill="auto"/>
            <w:noWrap/>
            <w:hideMark/>
          </w:tcPr>
          <w:p w14:paraId="18661172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color w:val="000000"/>
                <w:sz w:val="16"/>
                <w:szCs w:val="16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color w:val="000000"/>
                <w:sz w:val="16"/>
                <w:szCs w:val="16"/>
                <w:lang w:val="es-MX" w:eastAsia="es-MX"/>
              </w:rPr>
              <w:lastRenderedPageBreak/>
              <w:t>RECURSOS PARA LA ADAPTACIÓN Y MITIGACIÓN DE LOS EFECTOS DEL CAMBIO CLIMÁTICO</w:t>
            </w:r>
          </w:p>
        </w:tc>
      </w:tr>
      <w:tr w:rsidR="000F1294" w:rsidRPr="000F1294" w14:paraId="52C78CBE" w14:textId="77777777" w:rsidTr="00C7548F">
        <w:trPr>
          <w:trHeight w:val="23"/>
          <w:tblHeader/>
        </w:trPr>
        <w:tc>
          <w:tcPr>
            <w:tcW w:w="5000" w:type="pct"/>
            <w:gridSpan w:val="6"/>
            <w:tcBorders>
              <w:bottom w:val="single" w:sz="12" w:space="0" w:color="7F7F7F" w:themeColor="text1" w:themeTint="80"/>
            </w:tcBorders>
            <w:shd w:val="clear" w:color="auto" w:fill="auto"/>
            <w:noWrap/>
            <w:hideMark/>
          </w:tcPr>
          <w:p w14:paraId="15AE177B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color w:val="000000"/>
                <w:sz w:val="16"/>
                <w:szCs w:val="16"/>
                <w:lang w:val="es-MX" w:eastAsia="es-MX"/>
              </w:rPr>
              <w:t>(Pesos)</w:t>
            </w:r>
          </w:p>
        </w:tc>
      </w:tr>
      <w:tr w:rsidR="000F1294" w:rsidRPr="000F1294" w14:paraId="63AA2052" w14:textId="77777777" w:rsidTr="00C7548F">
        <w:trPr>
          <w:trHeight w:val="23"/>
          <w:tblHeader/>
        </w:trPr>
        <w:tc>
          <w:tcPr>
            <w:tcW w:w="5000" w:type="pct"/>
            <w:gridSpan w:val="6"/>
            <w:tcBorders>
              <w:top w:val="single" w:sz="12" w:space="0" w:color="7F7F7F" w:themeColor="text1" w:themeTint="80"/>
            </w:tcBorders>
            <w:shd w:val="clear" w:color="auto" w:fill="auto"/>
            <w:noWrap/>
          </w:tcPr>
          <w:p w14:paraId="4C6F44AB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4"/>
                <w:szCs w:val="4"/>
                <w:lang w:val="es-MX" w:eastAsia="es-MX"/>
              </w:rPr>
            </w:pPr>
          </w:p>
        </w:tc>
      </w:tr>
      <w:tr w:rsidR="000F1294" w:rsidRPr="000F1294" w14:paraId="0A28B188" w14:textId="77777777" w:rsidTr="00C7548F">
        <w:trPr>
          <w:trHeight w:val="23"/>
          <w:tblHeader/>
        </w:trPr>
        <w:tc>
          <w:tcPr>
            <w:tcW w:w="250" w:type="pct"/>
            <w:vMerge w:val="restart"/>
            <w:shd w:val="clear" w:color="000000" w:fill="D4C19C"/>
            <w:vAlign w:val="center"/>
            <w:hideMark/>
          </w:tcPr>
          <w:p w14:paraId="10A6DF94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Ramo</w:t>
            </w:r>
          </w:p>
        </w:tc>
        <w:tc>
          <w:tcPr>
            <w:tcW w:w="2094" w:type="pct"/>
            <w:vMerge w:val="restart"/>
            <w:shd w:val="clear" w:color="000000" w:fill="D4C19C"/>
            <w:vAlign w:val="center"/>
            <w:hideMark/>
          </w:tcPr>
          <w:p w14:paraId="6CDBF8EB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Descripción</w:t>
            </w:r>
          </w:p>
        </w:tc>
        <w:tc>
          <w:tcPr>
            <w:tcW w:w="2656" w:type="pct"/>
            <w:gridSpan w:val="4"/>
            <w:tcBorders>
              <w:bottom w:val="single" w:sz="4" w:space="0" w:color="FFFFFF" w:themeColor="background1"/>
            </w:tcBorders>
            <w:shd w:val="clear" w:color="000000" w:fill="D4C19C"/>
            <w:noWrap/>
            <w:vAlign w:val="center"/>
            <w:hideMark/>
          </w:tcPr>
          <w:p w14:paraId="4DE94C80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Avance en el ejercicio del presupuesto 2020</w:t>
            </w:r>
          </w:p>
        </w:tc>
      </w:tr>
      <w:tr w:rsidR="000F1294" w:rsidRPr="000F1294" w14:paraId="6F436402" w14:textId="77777777" w:rsidTr="00C7548F">
        <w:trPr>
          <w:trHeight w:val="23"/>
          <w:tblHeader/>
        </w:trPr>
        <w:tc>
          <w:tcPr>
            <w:tcW w:w="250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562F5884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2094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71639CF0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708" w:type="pct"/>
            <w:vMerge w:val="restart"/>
            <w:tcBorders>
              <w:top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15888CFD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 xml:space="preserve">Aprobado </w:t>
            </w:r>
          </w:p>
        </w:tc>
        <w:tc>
          <w:tcPr>
            <w:tcW w:w="699" w:type="pct"/>
            <w:vMerge w:val="restart"/>
            <w:tcBorders>
              <w:top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32958BAB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Modificado</w:t>
            </w:r>
          </w:p>
        </w:tc>
        <w:tc>
          <w:tcPr>
            <w:tcW w:w="664" w:type="pct"/>
            <w:vMerge w:val="restart"/>
            <w:tcBorders>
              <w:top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2E1BFD15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Ejercido</w:t>
            </w:r>
          </w:p>
        </w:tc>
        <w:tc>
          <w:tcPr>
            <w:tcW w:w="585" w:type="pct"/>
            <w:tcBorders>
              <w:top w:val="nil"/>
              <w:bottom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02C8DFEE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Porcentaje de avance</w:t>
            </w:r>
          </w:p>
        </w:tc>
      </w:tr>
      <w:tr w:rsidR="000F1294" w:rsidRPr="000F1294" w14:paraId="058BDEF7" w14:textId="77777777" w:rsidTr="00C7548F">
        <w:trPr>
          <w:trHeight w:val="23"/>
          <w:tblHeader/>
        </w:trPr>
        <w:tc>
          <w:tcPr>
            <w:tcW w:w="250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07608390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2094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1CA3E5D5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708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56B4F0E6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699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768A7D32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664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39F1D89B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585" w:type="pct"/>
            <w:tcBorders>
              <w:top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0E0F8C73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Ejercido / Modificado</w:t>
            </w:r>
          </w:p>
        </w:tc>
      </w:tr>
      <w:tr w:rsidR="000F1294" w:rsidRPr="000F1294" w14:paraId="18BB8F84" w14:textId="77777777" w:rsidTr="00C7548F">
        <w:trPr>
          <w:trHeight w:val="23"/>
          <w:tblHeader/>
        </w:trPr>
        <w:tc>
          <w:tcPr>
            <w:tcW w:w="250" w:type="pct"/>
            <w:vMerge/>
            <w:tcBorders>
              <w:bottom w:val="nil"/>
            </w:tcBorders>
            <w:vAlign w:val="center"/>
            <w:hideMark/>
          </w:tcPr>
          <w:p w14:paraId="61F54C45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2094" w:type="pct"/>
            <w:vMerge/>
            <w:tcBorders>
              <w:bottom w:val="nil"/>
            </w:tcBorders>
            <w:vAlign w:val="center"/>
            <w:hideMark/>
          </w:tcPr>
          <w:p w14:paraId="1A7BE928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708" w:type="pct"/>
            <w:tcBorders>
              <w:bottom w:val="nil"/>
            </w:tcBorders>
            <w:shd w:val="clear" w:color="000000" w:fill="D4C19C"/>
            <w:vAlign w:val="center"/>
            <w:hideMark/>
          </w:tcPr>
          <w:p w14:paraId="1EAC6133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(a)</w:t>
            </w:r>
          </w:p>
        </w:tc>
        <w:tc>
          <w:tcPr>
            <w:tcW w:w="699" w:type="pct"/>
            <w:tcBorders>
              <w:bottom w:val="nil"/>
            </w:tcBorders>
            <w:shd w:val="clear" w:color="000000" w:fill="D4C19C"/>
            <w:vAlign w:val="center"/>
            <w:hideMark/>
          </w:tcPr>
          <w:p w14:paraId="5619A7CF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(b)</w:t>
            </w:r>
          </w:p>
        </w:tc>
        <w:tc>
          <w:tcPr>
            <w:tcW w:w="664" w:type="pct"/>
            <w:tcBorders>
              <w:bottom w:val="nil"/>
            </w:tcBorders>
            <w:shd w:val="clear" w:color="000000" w:fill="D4C19C"/>
            <w:noWrap/>
            <w:vAlign w:val="center"/>
            <w:hideMark/>
          </w:tcPr>
          <w:p w14:paraId="31479893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(c)</w:t>
            </w:r>
          </w:p>
        </w:tc>
        <w:tc>
          <w:tcPr>
            <w:tcW w:w="585" w:type="pct"/>
            <w:tcBorders>
              <w:bottom w:val="nil"/>
            </w:tcBorders>
            <w:shd w:val="clear" w:color="000000" w:fill="D4C19C"/>
            <w:noWrap/>
            <w:vAlign w:val="center"/>
            <w:hideMark/>
          </w:tcPr>
          <w:p w14:paraId="22B51A38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 xml:space="preserve">(c) / (b) </w:t>
            </w:r>
          </w:p>
        </w:tc>
      </w:tr>
      <w:tr w:rsidR="000F1294" w:rsidRPr="000F1294" w14:paraId="1B227729" w14:textId="77777777" w:rsidTr="00C7548F">
        <w:trPr>
          <w:trHeight w:val="23"/>
          <w:tblHeader/>
        </w:trPr>
        <w:tc>
          <w:tcPr>
            <w:tcW w:w="250" w:type="pct"/>
            <w:tcBorders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6E7D8521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2094" w:type="pct"/>
            <w:tcBorders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60693C72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708" w:type="pct"/>
            <w:tcBorders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4040CC30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699" w:type="pct"/>
            <w:tcBorders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10E62110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664" w:type="pct"/>
            <w:tcBorders>
              <w:bottom w:val="single" w:sz="12" w:space="0" w:color="7F7F7F" w:themeColor="text1" w:themeTint="80"/>
            </w:tcBorders>
            <w:shd w:val="clear" w:color="auto" w:fill="auto"/>
            <w:noWrap/>
            <w:vAlign w:val="center"/>
          </w:tcPr>
          <w:p w14:paraId="678F0B32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585" w:type="pct"/>
            <w:tcBorders>
              <w:bottom w:val="single" w:sz="12" w:space="0" w:color="7F7F7F" w:themeColor="text1" w:themeTint="80"/>
            </w:tcBorders>
            <w:shd w:val="clear" w:color="auto" w:fill="auto"/>
            <w:noWrap/>
            <w:vAlign w:val="center"/>
          </w:tcPr>
          <w:p w14:paraId="75AD79B1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</w:tr>
      <w:tr w:rsidR="000F1294" w:rsidRPr="000F1294" w14:paraId="1AEB907A" w14:textId="77777777" w:rsidTr="00C7548F">
        <w:trPr>
          <w:trHeight w:val="23"/>
          <w:tblHeader/>
        </w:trPr>
        <w:tc>
          <w:tcPr>
            <w:tcW w:w="250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14421D1D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2094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4763A45F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708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54A5AB40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699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72A78ED0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664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auto"/>
            <w:noWrap/>
            <w:vAlign w:val="center"/>
          </w:tcPr>
          <w:p w14:paraId="211EB63A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585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auto"/>
            <w:noWrap/>
            <w:vAlign w:val="center"/>
          </w:tcPr>
          <w:p w14:paraId="3241A1DE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</w:tr>
      <w:tr w:rsidR="00C7548F" w:rsidRPr="000F1294" w14:paraId="723170D2" w14:textId="77777777" w:rsidTr="00C7548F">
        <w:trPr>
          <w:trHeight w:val="23"/>
        </w:trPr>
        <w:tc>
          <w:tcPr>
            <w:tcW w:w="2344" w:type="pct"/>
            <w:gridSpan w:val="2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5A124F17" w14:textId="77777777" w:rsidR="00C7548F" w:rsidRPr="000F1294" w:rsidRDefault="00C7548F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Total</w:t>
            </w:r>
          </w:p>
        </w:tc>
        <w:tc>
          <w:tcPr>
            <w:tcW w:w="708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0B711D18" w14:textId="77777777" w:rsidR="00C7548F" w:rsidRPr="000F1294" w:rsidRDefault="00C7548F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55,883,843,012</w:t>
            </w:r>
          </w:p>
        </w:tc>
        <w:tc>
          <w:tcPr>
            <w:tcW w:w="699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0D75DF3D" w14:textId="77777777" w:rsidR="00C7548F" w:rsidRPr="000F1294" w:rsidRDefault="00C7548F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82,405,751,888</w:t>
            </w:r>
          </w:p>
        </w:tc>
        <w:tc>
          <w:tcPr>
            <w:tcW w:w="664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7E01DF81" w14:textId="77777777" w:rsidR="00C7548F" w:rsidRPr="000F1294" w:rsidRDefault="00C7548F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82,404,097,738</w:t>
            </w:r>
          </w:p>
        </w:tc>
        <w:tc>
          <w:tcPr>
            <w:tcW w:w="585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28E8487B" w14:textId="77777777" w:rsidR="00C7548F" w:rsidRPr="000F1294" w:rsidRDefault="00C7548F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3892E4E4" w14:textId="77777777" w:rsidTr="00C7548F">
        <w:trPr>
          <w:trHeight w:val="23"/>
        </w:trPr>
        <w:tc>
          <w:tcPr>
            <w:tcW w:w="2344" w:type="pct"/>
            <w:gridSpan w:val="2"/>
            <w:shd w:val="clear" w:color="auto" w:fill="F2F2F2" w:themeFill="background1" w:themeFillShade="F2"/>
            <w:hideMark/>
          </w:tcPr>
          <w:p w14:paraId="6DC215D5" w14:textId="77777777" w:rsidR="000F1294" w:rsidRPr="000F1294" w:rsidRDefault="00C7548F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08</w:t>
            </w:r>
            <w:r w:rsidR="000F1294"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 xml:space="preserve"> Agricultura y Desarrollo Rural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49CC7BCC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218,706,025</w:t>
            </w:r>
          </w:p>
        </w:tc>
        <w:tc>
          <w:tcPr>
            <w:tcW w:w="699" w:type="pct"/>
            <w:shd w:val="clear" w:color="auto" w:fill="F2F2F2" w:themeFill="background1" w:themeFillShade="F2"/>
            <w:noWrap/>
            <w:hideMark/>
          </w:tcPr>
          <w:p w14:paraId="44B61ED8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208,694,124</w:t>
            </w:r>
          </w:p>
        </w:tc>
        <w:tc>
          <w:tcPr>
            <w:tcW w:w="664" w:type="pct"/>
            <w:shd w:val="clear" w:color="auto" w:fill="F2F2F2" w:themeFill="background1" w:themeFillShade="F2"/>
            <w:noWrap/>
            <w:hideMark/>
          </w:tcPr>
          <w:p w14:paraId="19CA273A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208,694,124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7B4F9EFA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11737EA9" w14:textId="77777777" w:rsidTr="00C7548F">
        <w:trPr>
          <w:trHeight w:val="23"/>
        </w:trPr>
        <w:tc>
          <w:tcPr>
            <w:tcW w:w="250" w:type="pct"/>
            <w:shd w:val="clear" w:color="auto" w:fill="F2F2F2" w:themeFill="background1" w:themeFillShade="F2"/>
            <w:noWrap/>
            <w:hideMark/>
          </w:tcPr>
          <w:p w14:paraId="7663D345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6EACF31A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Fomento a la Agricultura, Ganadería, Pesca y Acuicultura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7BF72228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208,706,025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52E64028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208,694,124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66382076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208,694,124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12423838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6F50504C" w14:textId="77777777" w:rsidTr="00C7548F">
        <w:trPr>
          <w:trHeight w:val="23"/>
        </w:trPr>
        <w:tc>
          <w:tcPr>
            <w:tcW w:w="250" w:type="pct"/>
            <w:shd w:val="clear" w:color="auto" w:fill="F2F2F2" w:themeFill="background1" w:themeFillShade="F2"/>
            <w:noWrap/>
            <w:hideMark/>
          </w:tcPr>
          <w:p w14:paraId="16CEC35B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1529491C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Desarrollo Rural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6BE682D9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10,000,000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0536AA35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1D2C71F9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4D1D1235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n.a.</w:t>
            </w:r>
          </w:p>
        </w:tc>
      </w:tr>
      <w:tr w:rsidR="000F1294" w:rsidRPr="000F1294" w14:paraId="5EEB36AF" w14:textId="77777777" w:rsidTr="00C7548F">
        <w:trPr>
          <w:trHeight w:val="23"/>
        </w:trPr>
        <w:tc>
          <w:tcPr>
            <w:tcW w:w="2344" w:type="pct"/>
            <w:gridSpan w:val="2"/>
            <w:shd w:val="clear" w:color="auto" w:fill="F2F2F2" w:themeFill="background1" w:themeFillShade="F2"/>
            <w:hideMark/>
          </w:tcPr>
          <w:p w14:paraId="772553AA" w14:textId="77777777" w:rsidR="000F1294" w:rsidRPr="000F1294" w:rsidRDefault="00C7548F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09</w:t>
            </w:r>
            <w:r w:rsidR="000F1294"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 xml:space="preserve"> Comunicaciones y Transportes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6E079BDD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192,476,010</w:t>
            </w:r>
          </w:p>
        </w:tc>
        <w:tc>
          <w:tcPr>
            <w:tcW w:w="699" w:type="pct"/>
            <w:shd w:val="clear" w:color="auto" w:fill="F2F2F2" w:themeFill="background1" w:themeFillShade="F2"/>
            <w:noWrap/>
            <w:hideMark/>
          </w:tcPr>
          <w:p w14:paraId="34F357E9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199,479,184</w:t>
            </w:r>
          </w:p>
        </w:tc>
        <w:tc>
          <w:tcPr>
            <w:tcW w:w="664" w:type="pct"/>
            <w:shd w:val="clear" w:color="auto" w:fill="F2F2F2" w:themeFill="background1" w:themeFillShade="F2"/>
            <w:noWrap/>
            <w:hideMark/>
          </w:tcPr>
          <w:p w14:paraId="76804B66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199,479,184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32D98C61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1B73CDAF" w14:textId="77777777" w:rsidTr="00C7548F">
        <w:trPr>
          <w:trHeight w:val="23"/>
        </w:trPr>
        <w:tc>
          <w:tcPr>
            <w:tcW w:w="250" w:type="pct"/>
            <w:shd w:val="clear" w:color="auto" w:fill="F2F2F2" w:themeFill="background1" w:themeFillShade="F2"/>
            <w:noWrap/>
            <w:hideMark/>
          </w:tcPr>
          <w:p w14:paraId="009DC26D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3F3883D3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Reconstrucción y Conservación de Carreteras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76260047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192,476,010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2AE5AC2A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199,479,184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480A9136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199,479,184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5871A92B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1069E003" w14:textId="77777777" w:rsidTr="00C7548F">
        <w:trPr>
          <w:trHeight w:val="23"/>
        </w:trPr>
        <w:tc>
          <w:tcPr>
            <w:tcW w:w="2344" w:type="pct"/>
            <w:gridSpan w:val="2"/>
            <w:shd w:val="clear" w:color="auto" w:fill="F2F2F2" w:themeFill="background1" w:themeFillShade="F2"/>
            <w:hideMark/>
          </w:tcPr>
          <w:p w14:paraId="44A67E1A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11 Educación Pública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424088E2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83,997,765</w:t>
            </w:r>
          </w:p>
        </w:tc>
        <w:tc>
          <w:tcPr>
            <w:tcW w:w="699" w:type="pct"/>
            <w:shd w:val="clear" w:color="auto" w:fill="F2F2F2" w:themeFill="background1" w:themeFillShade="F2"/>
            <w:noWrap/>
            <w:hideMark/>
          </w:tcPr>
          <w:p w14:paraId="40D00CFC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88,500,310</w:t>
            </w:r>
          </w:p>
        </w:tc>
        <w:tc>
          <w:tcPr>
            <w:tcW w:w="664" w:type="pct"/>
            <w:shd w:val="clear" w:color="auto" w:fill="F2F2F2" w:themeFill="background1" w:themeFillShade="F2"/>
            <w:noWrap/>
            <w:hideMark/>
          </w:tcPr>
          <w:p w14:paraId="088EF2F2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88,499,192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6F0AE7C2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7BBFF148" w14:textId="77777777" w:rsidTr="00C7548F">
        <w:trPr>
          <w:trHeight w:val="23"/>
        </w:trPr>
        <w:tc>
          <w:tcPr>
            <w:tcW w:w="250" w:type="pct"/>
            <w:shd w:val="clear" w:color="auto" w:fill="F2F2F2" w:themeFill="background1" w:themeFillShade="F2"/>
            <w:noWrap/>
            <w:hideMark/>
          </w:tcPr>
          <w:p w14:paraId="48C3812C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0F3F43AA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Servicios de Educación Superior y Posgrado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09137999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58,375,640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4B2C95D5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60,456,876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087CEF83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60,455,759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3BFD33FB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60AB08F8" w14:textId="77777777" w:rsidTr="00C7548F">
        <w:trPr>
          <w:trHeight w:val="23"/>
        </w:trPr>
        <w:tc>
          <w:tcPr>
            <w:tcW w:w="250" w:type="pct"/>
            <w:shd w:val="clear" w:color="auto" w:fill="F2F2F2" w:themeFill="background1" w:themeFillShade="F2"/>
            <w:noWrap/>
            <w:hideMark/>
          </w:tcPr>
          <w:p w14:paraId="0D9853D7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27D51C2D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Becas Elisa Acuña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35A69F3F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5,774,623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543816DE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7,509,358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06D21A78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7,509,358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454E1C93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44209887" w14:textId="77777777" w:rsidTr="00C7548F">
        <w:trPr>
          <w:trHeight w:val="23"/>
        </w:trPr>
        <w:tc>
          <w:tcPr>
            <w:tcW w:w="250" w:type="pct"/>
            <w:shd w:val="clear" w:color="auto" w:fill="F2F2F2" w:themeFill="background1" w:themeFillShade="F2"/>
            <w:noWrap/>
            <w:hideMark/>
          </w:tcPr>
          <w:p w14:paraId="1C83FC92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0E7D24CA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Subsidios para organismos descentralizados estatales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71F91240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18,789,805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7B3E1C47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19,482,130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18CFD9E3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19,482,130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78E6AA4F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712A00EB" w14:textId="77777777" w:rsidTr="00C7548F">
        <w:trPr>
          <w:trHeight w:val="23"/>
        </w:trPr>
        <w:tc>
          <w:tcPr>
            <w:tcW w:w="250" w:type="pct"/>
            <w:shd w:val="clear" w:color="auto" w:fill="F2F2F2" w:themeFill="background1" w:themeFillShade="F2"/>
            <w:noWrap/>
            <w:hideMark/>
          </w:tcPr>
          <w:p w14:paraId="31884863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544DD388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Universidades para el Bienestar Benito Juárez García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48B8F2E1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1,057,697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7A4A7FD8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1,051,945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17178712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1,051,945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7CA56BEB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 </w:t>
            </w:r>
          </w:p>
        </w:tc>
      </w:tr>
      <w:tr w:rsidR="000F1294" w:rsidRPr="000F1294" w14:paraId="6038D73D" w14:textId="77777777" w:rsidTr="00C7548F">
        <w:trPr>
          <w:trHeight w:val="23"/>
        </w:trPr>
        <w:tc>
          <w:tcPr>
            <w:tcW w:w="2344" w:type="pct"/>
            <w:gridSpan w:val="2"/>
            <w:shd w:val="clear" w:color="auto" w:fill="F2F2F2" w:themeFill="background1" w:themeFillShade="F2"/>
            <w:hideMark/>
          </w:tcPr>
          <w:p w14:paraId="73721C99" w14:textId="77777777" w:rsidR="000F1294" w:rsidRPr="000F1294" w:rsidRDefault="00C7548F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12</w:t>
            </w:r>
            <w:r w:rsidR="000F1294"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 xml:space="preserve"> Salud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7BC002B4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333,072,560</w:t>
            </w:r>
          </w:p>
        </w:tc>
        <w:tc>
          <w:tcPr>
            <w:tcW w:w="699" w:type="pct"/>
            <w:shd w:val="clear" w:color="auto" w:fill="F2F2F2" w:themeFill="background1" w:themeFillShade="F2"/>
            <w:noWrap/>
            <w:hideMark/>
          </w:tcPr>
          <w:p w14:paraId="1034AD9A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343,221,307</w:t>
            </w:r>
          </w:p>
        </w:tc>
        <w:tc>
          <w:tcPr>
            <w:tcW w:w="664" w:type="pct"/>
            <w:shd w:val="clear" w:color="auto" w:fill="F2F2F2" w:themeFill="background1" w:themeFillShade="F2"/>
            <w:noWrap/>
            <w:hideMark/>
          </w:tcPr>
          <w:p w14:paraId="4FF4AA50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343,221,307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78368FD5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31DEF852" w14:textId="77777777" w:rsidTr="00C7548F">
        <w:trPr>
          <w:trHeight w:val="23"/>
        </w:trPr>
        <w:tc>
          <w:tcPr>
            <w:tcW w:w="250" w:type="pct"/>
            <w:shd w:val="clear" w:color="auto" w:fill="F2F2F2" w:themeFill="background1" w:themeFillShade="F2"/>
            <w:noWrap/>
            <w:hideMark/>
          </w:tcPr>
          <w:p w14:paraId="7FA6188C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2208A773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Protección Contra Riesgos Sanitarios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410CB288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10,863,640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1F29D763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21,012,387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2338AB7C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21,012,387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50178891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3BB9CC8A" w14:textId="77777777" w:rsidTr="00C7548F">
        <w:trPr>
          <w:trHeight w:val="23"/>
        </w:trPr>
        <w:tc>
          <w:tcPr>
            <w:tcW w:w="250" w:type="pct"/>
            <w:shd w:val="clear" w:color="auto" w:fill="F2F2F2" w:themeFill="background1" w:themeFillShade="F2"/>
            <w:noWrap/>
            <w:hideMark/>
          </w:tcPr>
          <w:p w14:paraId="51E92CDE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796B1AA2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Vigilancia epidemiológica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1CE9BED3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322,208,920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4E4A75CD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322,208,920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19960873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322,208,920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2BCEE87D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3FEA410D" w14:textId="77777777" w:rsidTr="00C7548F">
        <w:trPr>
          <w:trHeight w:val="23"/>
        </w:trPr>
        <w:tc>
          <w:tcPr>
            <w:tcW w:w="2344" w:type="pct"/>
            <w:gridSpan w:val="2"/>
            <w:shd w:val="clear" w:color="auto" w:fill="F2F2F2" w:themeFill="background1" w:themeFillShade="F2"/>
            <w:hideMark/>
          </w:tcPr>
          <w:p w14:paraId="61E8AEC2" w14:textId="77777777" w:rsidR="000F1294" w:rsidRPr="000F1294" w:rsidRDefault="00C7548F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 xml:space="preserve">13 </w:t>
            </w:r>
            <w:r w:rsidR="000F1294"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Marina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36854682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13,005,275</w:t>
            </w:r>
          </w:p>
        </w:tc>
        <w:tc>
          <w:tcPr>
            <w:tcW w:w="699" w:type="pct"/>
            <w:shd w:val="clear" w:color="auto" w:fill="F2F2F2" w:themeFill="background1" w:themeFillShade="F2"/>
            <w:noWrap/>
            <w:hideMark/>
          </w:tcPr>
          <w:p w14:paraId="31EEB0A2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12,223,440</w:t>
            </w:r>
          </w:p>
        </w:tc>
        <w:tc>
          <w:tcPr>
            <w:tcW w:w="664" w:type="pct"/>
            <w:shd w:val="clear" w:color="auto" w:fill="F2F2F2" w:themeFill="background1" w:themeFillShade="F2"/>
            <w:noWrap/>
            <w:hideMark/>
          </w:tcPr>
          <w:p w14:paraId="2CFB14AA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12,223,440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3754811F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487AE84C" w14:textId="77777777" w:rsidTr="00C7548F">
        <w:trPr>
          <w:trHeight w:val="23"/>
        </w:trPr>
        <w:tc>
          <w:tcPr>
            <w:tcW w:w="250" w:type="pct"/>
            <w:shd w:val="clear" w:color="auto" w:fill="F2F2F2" w:themeFill="background1" w:themeFillShade="F2"/>
            <w:noWrap/>
            <w:hideMark/>
          </w:tcPr>
          <w:p w14:paraId="18CE71CE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42F0BCC2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Emplear el Poder Naval de la Federación para salvaguardar la soberanía y seguridad nacionales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28863EE9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13,005,275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412841B8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12,223,440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406DF7DA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12,223,440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55CA2F06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33E3DFC0" w14:textId="77777777" w:rsidTr="00C7548F">
        <w:trPr>
          <w:trHeight w:val="23"/>
        </w:trPr>
        <w:tc>
          <w:tcPr>
            <w:tcW w:w="2344" w:type="pct"/>
            <w:gridSpan w:val="2"/>
            <w:shd w:val="clear" w:color="auto" w:fill="F2F2F2" w:themeFill="background1" w:themeFillShade="F2"/>
            <w:hideMark/>
          </w:tcPr>
          <w:p w14:paraId="2E2E93C3" w14:textId="77777777" w:rsidR="000F1294" w:rsidRPr="000F1294" w:rsidRDefault="00C7548F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 xml:space="preserve">15 </w:t>
            </w:r>
            <w:r w:rsidR="000F1294"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Desarrollo Agrario, Territorial y Urbano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4BE765BF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1,056,289,039</w:t>
            </w:r>
          </w:p>
        </w:tc>
        <w:tc>
          <w:tcPr>
            <w:tcW w:w="699" w:type="pct"/>
            <w:shd w:val="clear" w:color="auto" w:fill="F2F2F2" w:themeFill="background1" w:themeFillShade="F2"/>
            <w:noWrap/>
            <w:hideMark/>
          </w:tcPr>
          <w:p w14:paraId="07373C4A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1,011,163,217</w:t>
            </w:r>
          </w:p>
        </w:tc>
        <w:tc>
          <w:tcPr>
            <w:tcW w:w="664" w:type="pct"/>
            <w:shd w:val="clear" w:color="auto" w:fill="F2F2F2" w:themeFill="background1" w:themeFillShade="F2"/>
            <w:noWrap/>
            <w:hideMark/>
          </w:tcPr>
          <w:p w14:paraId="6D108592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1,011,163,217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2DE13610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1D54183A" w14:textId="77777777" w:rsidTr="00C7548F">
        <w:trPr>
          <w:trHeight w:val="23"/>
        </w:trPr>
        <w:tc>
          <w:tcPr>
            <w:tcW w:w="250" w:type="pct"/>
            <w:shd w:val="clear" w:color="auto" w:fill="F2F2F2" w:themeFill="background1" w:themeFillShade="F2"/>
            <w:noWrap/>
            <w:hideMark/>
          </w:tcPr>
          <w:p w14:paraId="480B9DB8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00AE74F0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Mejoramiento Urbano (PMU)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3FC8CD8A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1,056,289,039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15820360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1,011,163,217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37C82975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1,011,163,217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14EB2E18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20A16C69" w14:textId="77777777" w:rsidTr="00C7548F">
        <w:trPr>
          <w:trHeight w:val="23"/>
        </w:trPr>
        <w:tc>
          <w:tcPr>
            <w:tcW w:w="2344" w:type="pct"/>
            <w:gridSpan w:val="2"/>
            <w:shd w:val="clear" w:color="auto" w:fill="F2F2F2" w:themeFill="background1" w:themeFillShade="F2"/>
            <w:hideMark/>
          </w:tcPr>
          <w:p w14:paraId="3E3223D1" w14:textId="77777777" w:rsidR="000F1294" w:rsidRPr="000F1294" w:rsidRDefault="00C7548F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 xml:space="preserve">16 </w:t>
            </w:r>
            <w:r w:rsidR="000F1294"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 xml:space="preserve">Medio Ambiente y Recursos Naturales 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2494CBFD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7,920,449,940</w:t>
            </w:r>
          </w:p>
        </w:tc>
        <w:tc>
          <w:tcPr>
            <w:tcW w:w="699" w:type="pct"/>
            <w:shd w:val="clear" w:color="auto" w:fill="F2F2F2" w:themeFill="background1" w:themeFillShade="F2"/>
            <w:noWrap/>
            <w:hideMark/>
          </w:tcPr>
          <w:p w14:paraId="7B627230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6,412,196,946</w:t>
            </w:r>
          </w:p>
        </w:tc>
        <w:tc>
          <w:tcPr>
            <w:tcW w:w="664" w:type="pct"/>
            <w:shd w:val="clear" w:color="auto" w:fill="F2F2F2" w:themeFill="background1" w:themeFillShade="F2"/>
            <w:noWrap/>
            <w:hideMark/>
          </w:tcPr>
          <w:p w14:paraId="0AC38E02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6,410,543,914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0B2B8BDE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07019D6C" w14:textId="77777777" w:rsidTr="00C7548F">
        <w:trPr>
          <w:trHeight w:val="23"/>
        </w:trPr>
        <w:tc>
          <w:tcPr>
            <w:tcW w:w="250" w:type="pct"/>
            <w:shd w:val="clear" w:color="auto" w:fill="F2F2F2" w:themeFill="background1" w:themeFillShade="F2"/>
            <w:hideMark/>
          </w:tcPr>
          <w:p w14:paraId="6BC8CACA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11188EA3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Capacitación Ambiental y Desarrollo Sustentable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7624C260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3,381,389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7B41E1CB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2,779,654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298031F1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2,779,654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3608B482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05185A2E" w14:textId="77777777" w:rsidTr="00C7548F">
        <w:trPr>
          <w:trHeight w:val="23"/>
        </w:trPr>
        <w:tc>
          <w:tcPr>
            <w:tcW w:w="250" w:type="pct"/>
            <w:shd w:val="clear" w:color="auto" w:fill="F2F2F2" w:themeFill="background1" w:themeFillShade="F2"/>
            <w:hideMark/>
          </w:tcPr>
          <w:p w14:paraId="6400E291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1100C692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Investigación científica y tecnológica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65CE861C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190,031,475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3EFBCD6B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183,730,137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5D045544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183,730,137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0A47F1EA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632E7BA8" w14:textId="77777777" w:rsidTr="00C7548F">
        <w:trPr>
          <w:trHeight w:val="23"/>
        </w:trPr>
        <w:tc>
          <w:tcPr>
            <w:tcW w:w="250" w:type="pct"/>
            <w:shd w:val="clear" w:color="auto" w:fill="F2F2F2" w:themeFill="background1" w:themeFillShade="F2"/>
            <w:hideMark/>
          </w:tcPr>
          <w:p w14:paraId="124844B8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79810E8C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Protección Forestal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67180A8A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1,331,815,419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20594FBD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1,043,313,899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1D54C5F3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1,043,313,899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583ACF45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5BFC180F" w14:textId="77777777" w:rsidTr="00C7548F">
        <w:trPr>
          <w:trHeight w:val="23"/>
        </w:trPr>
        <w:tc>
          <w:tcPr>
            <w:tcW w:w="250" w:type="pct"/>
            <w:shd w:val="clear" w:color="auto" w:fill="F2F2F2" w:themeFill="background1" w:themeFillShade="F2"/>
            <w:hideMark/>
          </w:tcPr>
          <w:p w14:paraId="094AC3F6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144C6560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Investigación en Cambio Climático, Sustentabilidad y Crecimiento Verde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51D9BF68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164,583,218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2990E714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116,234,872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36FDAC21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116,234,872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3CC13ADD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700DAD4C" w14:textId="77777777" w:rsidTr="00C7548F">
        <w:trPr>
          <w:trHeight w:val="23"/>
        </w:trPr>
        <w:tc>
          <w:tcPr>
            <w:tcW w:w="250" w:type="pct"/>
            <w:shd w:val="clear" w:color="auto" w:fill="F2F2F2" w:themeFill="background1" w:themeFillShade="F2"/>
            <w:hideMark/>
          </w:tcPr>
          <w:p w14:paraId="7133E73D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6F3B0FA9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Regulación Ambiental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47D4B404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60,717,002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460ACD67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70,495,720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2776BAFE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70,495,406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10F05C32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532C9196" w14:textId="77777777" w:rsidTr="00C7548F">
        <w:trPr>
          <w:trHeight w:val="23"/>
        </w:trPr>
        <w:tc>
          <w:tcPr>
            <w:tcW w:w="250" w:type="pct"/>
            <w:shd w:val="clear" w:color="auto" w:fill="F2F2F2" w:themeFill="background1" w:themeFillShade="F2"/>
            <w:hideMark/>
          </w:tcPr>
          <w:p w14:paraId="57BE3338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36BFD9DD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Inspección y Vigilancia del Medio Ambiente y Recursos Naturales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7915CA0D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72,439,712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53F53B99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37,171,573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01FC4590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37,169,676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460544C8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7F8ACEDC" w14:textId="77777777" w:rsidTr="00C7548F">
        <w:trPr>
          <w:trHeight w:val="23"/>
        </w:trPr>
        <w:tc>
          <w:tcPr>
            <w:tcW w:w="250" w:type="pct"/>
            <w:shd w:val="clear" w:color="auto" w:fill="F2F2F2" w:themeFill="background1" w:themeFillShade="F2"/>
            <w:hideMark/>
          </w:tcPr>
          <w:p w14:paraId="6FDA0BAB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1AFE99B5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Gestión integral y sustentable del agua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345B6E86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247,660,000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32ABE63E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150,836,044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07ACB104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150,836,044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070FADCA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276FC958" w14:textId="77777777" w:rsidTr="00C7548F">
        <w:trPr>
          <w:trHeight w:val="23"/>
        </w:trPr>
        <w:tc>
          <w:tcPr>
            <w:tcW w:w="250" w:type="pct"/>
            <w:shd w:val="clear" w:color="auto" w:fill="F2F2F2" w:themeFill="background1" w:themeFillShade="F2"/>
            <w:hideMark/>
          </w:tcPr>
          <w:p w14:paraId="0B2EBBC5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1AE63322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Sistema Nacional de Áreas Naturales Protegidas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0C446C88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112,078,237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38045454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73,764,713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1923F9D4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73,764,713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1433EF4B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0E98FBD1" w14:textId="77777777" w:rsidTr="00C7548F">
        <w:trPr>
          <w:trHeight w:val="23"/>
        </w:trPr>
        <w:tc>
          <w:tcPr>
            <w:tcW w:w="250" w:type="pct"/>
            <w:shd w:val="clear" w:color="auto" w:fill="F2F2F2" w:themeFill="background1" w:themeFillShade="F2"/>
            <w:hideMark/>
          </w:tcPr>
          <w:p w14:paraId="068BF82F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42BCD3ED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Programas de Calidad del Aire y Verificación Vehicular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611B156B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336,575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6711A068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3,444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2A439D42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3,444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7EF4C0E5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31CEFBFE" w14:textId="77777777" w:rsidTr="00C7548F">
        <w:trPr>
          <w:trHeight w:val="23"/>
        </w:trPr>
        <w:tc>
          <w:tcPr>
            <w:tcW w:w="250" w:type="pct"/>
            <w:shd w:val="clear" w:color="auto" w:fill="F2F2F2" w:themeFill="background1" w:themeFillShade="F2"/>
            <w:hideMark/>
          </w:tcPr>
          <w:p w14:paraId="1E0146B0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32018589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Normativa Ambiental e Instrumentos para el Desarrollo Sustentable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7F6CAA10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16,568,478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06C52B17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17,630,764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5512CDD2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17,630,064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4D6EE188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34B978F8" w14:textId="77777777" w:rsidTr="00C7548F">
        <w:trPr>
          <w:trHeight w:val="187"/>
        </w:trPr>
        <w:tc>
          <w:tcPr>
            <w:tcW w:w="250" w:type="pct"/>
            <w:shd w:val="clear" w:color="auto" w:fill="F2F2F2" w:themeFill="background1" w:themeFillShade="F2"/>
            <w:hideMark/>
          </w:tcPr>
          <w:p w14:paraId="6CA61417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3A5DA7DF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Infraestructura de agua potable, alcantarillado y saneamiento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35FDF70B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1,123,797,036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6AFB4373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558,455,170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4457868B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558,455,170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6CD14E65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54057043" w14:textId="77777777" w:rsidTr="00C7548F">
        <w:trPr>
          <w:trHeight w:val="187"/>
        </w:trPr>
        <w:tc>
          <w:tcPr>
            <w:tcW w:w="250" w:type="pct"/>
            <w:shd w:val="clear" w:color="auto" w:fill="F2F2F2" w:themeFill="background1" w:themeFillShade="F2"/>
            <w:hideMark/>
          </w:tcPr>
          <w:p w14:paraId="4A629ABC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43D6F391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Actividades de apoyo administrativo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284AD047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10,480,751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5924FC06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17,280,142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7AE54FE9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17,280,142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4A37A6C3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1F943C0F" w14:textId="77777777" w:rsidTr="00C7548F">
        <w:trPr>
          <w:trHeight w:val="187"/>
        </w:trPr>
        <w:tc>
          <w:tcPr>
            <w:tcW w:w="250" w:type="pct"/>
            <w:shd w:val="clear" w:color="auto" w:fill="F2F2F2" w:themeFill="background1" w:themeFillShade="F2"/>
            <w:hideMark/>
          </w:tcPr>
          <w:p w14:paraId="6FB0A9FB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6775F4BF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Actividades de apoyo a la función pública y buen gobierno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333B3940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3,305,979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02101B61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3,009,829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3EF70485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3,009,829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25754992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363066C9" w14:textId="77777777" w:rsidTr="00C7548F">
        <w:trPr>
          <w:trHeight w:val="187"/>
        </w:trPr>
        <w:tc>
          <w:tcPr>
            <w:tcW w:w="250" w:type="pct"/>
            <w:shd w:val="clear" w:color="auto" w:fill="F2F2F2" w:themeFill="background1" w:themeFillShade="F2"/>
            <w:hideMark/>
          </w:tcPr>
          <w:p w14:paraId="14D0D302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2A3BB91D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Planeación, Dirección y Evaluación Ambiental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503948A7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42,150,187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40A51492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42,948,973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18130014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42,948,973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2BF6CD58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0D0FD34D" w14:textId="77777777" w:rsidTr="00C7548F">
        <w:trPr>
          <w:trHeight w:val="187"/>
        </w:trPr>
        <w:tc>
          <w:tcPr>
            <w:tcW w:w="250" w:type="pct"/>
            <w:shd w:val="clear" w:color="auto" w:fill="F2F2F2" w:themeFill="background1" w:themeFillShade="F2"/>
            <w:hideMark/>
          </w:tcPr>
          <w:p w14:paraId="79E4013C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3B10614B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Conservación para el Desarrollo Sostenible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7E7155E1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177,776,327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5CF89E8F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147,466,179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48E7BDAC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147,466,179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7D6454A2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4CB63540" w14:textId="77777777" w:rsidTr="00C7548F">
        <w:trPr>
          <w:trHeight w:val="187"/>
        </w:trPr>
        <w:tc>
          <w:tcPr>
            <w:tcW w:w="250" w:type="pct"/>
            <w:shd w:val="clear" w:color="auto" w:fill="F2F2F2" w:themeFill="background1" w:themeFillShade="F2"/>
            <w:hideMark/>
          </w:tcPr>
          <w:p w14:paraId="3329DB9C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67DAB0B5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Agua Potable, Drenaje y Tratamiento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4BBA0311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 xml:space="preserve">1,095,059,073 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3A1491EC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 xml:space="preserve">1,218,381,271 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422ED00B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 xml:space="preserve">1,218,314,278 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18F01083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710B5E30" w14:textId="77777777" w:rsidTr="00C7548F">
        <w:trPr>
          <w:trHeight w:val="187"/>
        </w:trPr>
        <w:tc>
          <w:tcPr>
            <w:tcW w:w="250" w:type="pct"/>
            <w:shd w:val="clear" w:color="auto" w:fill="F2F2F2" w:themeFill="background1" w:themeFillShade="F2"/>
            <w:hideMark/>
          </w:tcPr>
          <w:p w14:paraId="0525B2EB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124D8C9C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Apoyo a la Infraestructura Hidroagrícola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4417E8BB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1,961,652,785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64482047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1,631,725,148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3E0B3589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1,630,389,234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4F119845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99.9</w:t>
            </w:r>
          </w:p>
        </w:tc>
      </w:tr>
      <w:tr w:rsidR="000F1294" w:rsidRPr="000F1294" w14:paraId="0A2A753C" w14:textId="77777777" w:rsidTr="00C7548F">
        <w:trPr>
          <w:trHeight w:val="187"/>
        </w:trPr>
        <w:tc>
          <w:tcPr>
            <w:tcW w:w="250" w:type="pct"/>
            <w:shd w:val="clear" w:color="auto" w:fill="F2F2F2" w:themeFill="background1" w:themeFillShade="F2"/>
            <w:hideMark/>
          </w:tcPr>
          <w:p w14:paraId="5C295072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38000CBE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Apoyos para el Desarrollo Forestal Sustentable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74F59B01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1,031,998,012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0D48683B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926,245,520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2DD36472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926,245,520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21C1280E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6E340FB0" w14:textId="77777777" w:rsidTr="00C7548F">
        <w:trPr>
          <w:trHeight w:val="187"/>
        </w:trPr>
        <w:tc>
          <w:tcPr>
            <w:tcW w:w="250" w:type="pct"/>
            <w:shd w:val="clear" w:color="auto" w:fill="F2F2F2" w:themeFill="background1" w:themeFillShade="F2"/>
            <w:hideMark/>
          </w:tcPr>
          <w:p w14:paraId="19E0319A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48DB9A44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Conservación y Aprovechamiento Sustentable de la Vida Silvestre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2BB9FAD2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99,902,412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18D81525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29,896,181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34AFF187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29,896,181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5CD18DA6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710EC987" w14:textId="77777777" w:rsidTr="00C7548F">
        <w:trPr>
          <w:trHeight w:val="187"/>
        </w:trPr>
        <w:tc>
          <w:tcPr>
            <w:tcW w:w="250" w:type="pct"/>
            <w:shd w:val="clear" w:color="auto" w:fill="F2F2F2" w:themeFill="background1" w:themeFillShade="F2"/>
            <w:hideMark/>
          </w:tcPr>
          <w:p w14:paraId="5E4AD2D7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77875E57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para la Protección y Restauración de Ecosistemas y Especies Prioritarias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1F3B2073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174,715,874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3A58A489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140,827,713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75ACDD8E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140,580,499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03BC7CDD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99.8</w:t>
            </w:r>
          </w:p>
        </w:tc>
      </w:tr>
      <w:tr w:rsidR="000F1294" w:rsidRPr="000F1294" w14:paraId="14E17697" w14:textId="77777777" w:rsidTr="00C7548F">
        <w:trPr>
          <w:trHeight w:val="23"/>
        </w:trPr>
        <w:tc>
          <w:tcPr>
            <w:tcW w:w="2344" w:type="pct"/>
            <w:gridSpan w:val="2"/>
            <w:shd w:val="clear" w:color="auto" w:fill="F2F2F2" w:themeFill="background1" w:themeFillShade="F2"/>
            <w:hideMark/>
          </w:tcPr>
          <w:p w14:paraId="5F56366E" w14:textId="77777777" w:rsidR="000F1294" w:rsidRPr="000F1294" w:rsidRDefault="00C7548F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lastRenderedPageBreak/>
              <w:t xml:space="preserve">18 </w:t>
            </w:r>
            <w:r w:rsidR="000F1294"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Energía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0972F381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625,906,270</w:t>
            </w:r>
          </w:p>
        </w:tc>
        <w:tc>
          <w:tcPr>
            <w:tcW w:w="699" w:type="pct"/>
            <w:shd w:val="clear" w:color="auto" w:fill="F2F2F2" w:themeFill="background1" w:themeFillShade="F2"/>
            <w:noWrap/>
            <w:hideMark/>
          </w:tcPr>
          <w:p w14:paraId="19F451AA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572,086,093</w:t>
            </w:r>
          </w:p>
        </w:tc>
        <w:tc>
          <w:tcPr>
            <w:tcW w:w="664" w:type="pct"/>
            <w:shd w:val="clear" w:color="auto" w:fill="F2F2F2" w:themeFill="background1" w:themeFillShade="F2"/>
            <w:noWrap/>
            <w:hideMark/>
          </w:tcPr>
          <w:p w14:paraId="4CEDAA45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572,086,093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54A9E5CB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750731C8" w14:textId="77777777" w:rsidTr="00C7548F">
        <w:trPr>
          <w:trHeight w:val="23"/>
        </w:trPr>
        <w:tc>
          <w:tcPr>
            <w:tcW w:w="250" w:type="pct"/>
            <w:shd w:val="clear" w:color="auto" w:fill="F2F2F2" w:themeFill="background1" w:themeFillShade="F2"/>
            <w:hideMark/>
          </w:tcPr>
          <w:p w14:paraId="288F2A2A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175166A6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Actividades de apoyo administrativo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28DBBC88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1,600,311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10DC7929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1,012,378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7520E5DE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1,012,378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0A1F7CE6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7339E071" w14:textId="77777777" w:rsidTr="00C7548F">
        <w:trPr>
          <w:trHeight w:val="23"/>
        </w:trPr>
        <w:tc>
          <w:tcPr>
            <w:tcW w:w="250" w:type="pct"/>
            <w:shd w:val="clear" w:color="auto" w:fill="F2F2F2" w:themeFill="background1" w:themeFillShade="F2"/>
            <w:hideMark/>
          </w:tcPr>
          <w:p w14:paraId="300DC8A2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1BD6B5D0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Conducción de la política energética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1709A091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49,335,616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67619066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15,842,246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24ED7BF6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15,842,246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45B95D37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062E0EAB" w14:textId="77777777" w:rsidTr="00C7548F">
        <w:trPr>
          <w:trHeight w:val="23"/>
        </w:trPr>
        <w:tc>
          <w:tcPr>
            <w:tcW w:w="250" w:type="pct"/>
            <w:shd w:val="clear" w:color="auto" w:fill="F2F2F2" w:themeFill="background1" w:themeFillShade="F2"/>
            <w:hideMark/>
          </w:tcPr>
          <w:p w14:paraId="0E644A9C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388F0A61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Coordinación de la política energética en electricidad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628DFE8F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3,928,820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7C6B8D2F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2,532,535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45145117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2,532,535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3777B380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0CB28471" w14:textId="77777777" w:rsidTr="00C7548F">
        <w:trPr>
          <w:trHeight w:val="23"/>
        </w:trPr>
        <w:tc>
          <w:tcPr>
            <w:tcW w:w="250" w:type="pct"/>
            <w:shd w:val="clear" w:color="auto" w:fill="F2F2F2" w:themeFill="background1" w:themeFillShade="F2"/>
            <w:hideMark/>
          </w:tcPr>
          <w:p w14:paraId="2FF56F71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75C11A2A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Coordinación de la política energética en hidrocarburos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0C15AE7A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7,792,280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36D3437B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6,269,909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61D09242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6,269,909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1987E03F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59FD68F5" w14:textId="77777777" w:rsidTr="00C7548F">
        <w:trPr>
          <w:trHeight w:val="23"/>
        </w:trPr>
        <w:tc>
          <w:tcPr>
            <w:tcW w:w="250" w:type="pct"/>
            <w:shd w:val="clear" w:color="auto" w:fill="F2F2F2" w:themeFill="background1" w:themeFillShade="F2"/>
            <w:hideMark/>
          </w:tcPr>
          <w:p w14:paraId="378F9554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1A608CC9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Gestión, promoción, supervisión y evaluación del aprovechamiento sustentable de la energía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0505C9A0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64,859,101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4A14A0FE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48,038,883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14710E03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48,038,883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5033457B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09F60590" w14:textId="77777777" w:rsidTr="00C7548F">
        <w:trPr>
          <w:trHeight w:val="23"/>
        </w:trPr>
        <w:tc>
          <w:tcPr>
            <w:tcW w:w="250" w:type="pct"/>
            <w:shd w:val="clear" w:color="auto" w:fill="F2F2F2" w:themeFill="background1" w:themeFillShade="F2"/>
            <w:hideMark/>
          </w:tcPr>
          <w:p w14:paraId="69B060B5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2E7AFA90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Fondos de Diversificación Energética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3EEB34FD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498,390,142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605C9D1C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498,390,142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5C0414C9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498,390,142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239E4627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204AD1EB" w14:textId="77777777" w:rsidTr="00C7548F">
        <w:trPr>
          <w:trHeight w:val="23"/>
        </w:trPr>
        <w:tc>
          <w:tcPr>
            <w:tcW w:w="2344" w:type="pct"/>
            <w:gridSpan w:val="2"/>
            <w:shd w:val="clear" w:color="auto" w:fill="F2F2F2" w:themeFill="background1" w:themeFillShade="F2"/>
            <w:hideMark/>
          </w:tcPr>
          <w:p w14:paraId="3E400C0D" w14:textId="77777777" w:rsidR="000F1294" w:rsidRPr="000F1294" w:rsidRDefault="00C7548F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21</w:t>
            </w:r>
            <w:r w:rsidR="000F1294"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 xml:space="preserve"> Turismo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3A1B250A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640,969</w:t>
            </w:r>
          </w:p>
        </w:tc>
        <w:tc>
          <w:tcPr>
            <w:tcW w:w="699" w:type="pct"/>
            <w:shd w:val="clear" w:color="auto" w:fill="F2F2F2" w:themeFill="background1" w:themeFillShade="F2"/>
            <w:noWrap/>
            <w:hideMark/>
          </w:tcPr>
          <w:p w14:paraId="3E68D410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26,000</w:t>
            </w:r>
          </w:p>
        </w:tc>
        <w:tc>
          <w:tcPr>
            <w:tcW w:w="664" w:type="pct"/>
            <w:shd w:val="clear" w:color="auto" w:fill="F2F2F2" w:themeFill="background1" w:themeFillShade="F2"/>
            <w:noWrap/>
            <w:hideMark/>
          </w:tcPr>
          <w:p w14:paraId="569C4513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26,000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4412CCE2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4B9840DC" w14:textId="77777777" w:rsidTr="00C7548F">
        <w:trPr>
          <w:trHeight w:val="23"/>
        </w:trPr>
        <w:tc>
          <w:tcPr>
            <w:tcW w:w="250" w:type="pct"/>
            <w:shd w:val="clear" w:color="auto" w:fill="F2F2F2" w:themeFill="background1" w:themeFillShade="F2"/>
            <w:noWrap/>
            <w:hideMark/>
          </w:tcPr>
          <w:p w14:paraId="7163F9B6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236FB70D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Planeación y conducción de la política de turismo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0FCE31FC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640,969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7460563A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26,000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2ED8EC6D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26,000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52F2E717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44F7E00E" w14:textId="77777777" w:rsidTr="00C7548F">
        <w:trPr>
          <w:trHeight w:val="23"/>
        </w:trPr>
        <w:tc>
          <w:tcPr>
            <w:tcW w:w="2344" w:type="pct"/>
            <w:gridSpan w:val="2"/>
            <w:shd w:val="clear" w:color="auto" w:fill="F2F2F2" w:themeFill="background1" w:themeFillShade="F2"/>
            <w:hideMark/>
          </w:tcPr>
          <w:p w14:paraId="2AFD1A28" w14:textId="77777777" w:rsidR="000F1294" w:rsidRPr="000F1294" w:rsidRDefault="00C7548F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23</w:t>
            </w:r>
            <w:r w:rsidR="000F1294"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 xml:space="preserve"> Provisiones Salariales y Económicas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4AE12907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4,000,000,000</w:t>
            </w:r>
          </w:p>
        </w:tc>
        <w:tc>
          <w:tcPr>
            <w:tcW w:w="699" w:type="pct"/>
            <w:shd w:val="clear" w:color="auto" w:fill="F2F2F2" w:themeFill="background1" w:themeFillShade="F2"/>
            <w:noWrap/>
            <w:hideMark/>
          </w:tcPr>
          <w:p w14:paraId="3AEFC9BC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27,968,096,929</w:t>
            </w:r>
          </w:p>
        </w:tc>
        <w:tc>
          <w:tcPr>
            <w:tcW w:w="664" w:type="pct"/>
            <w:shd w:val="clear" w:color="auto" w:fill="F2F2F2" w:themeFill="background1" w:themeFillShade="F2"/>
            <w:noWrap/>
            <w:hideMark/>
          </w:tcPr>
          <w:p w14:paraId="1C1B031F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27,968,096,929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53537D39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0A64CFFE" w14:textId="77777777" w:rsidTr="00C7548F">
        <w:trPr>
          <w:trHeight w:val="23"/>
        </w:trPr>
        <w:tc>
          <w:tcPr>
            <w:tcW w:w="250" w:type="pct"/>
            <w:shd w:val="clear" w:color="auto" w:fill="F2F2F2" w:themeFill="background1" w:themeFillShade="F2"/>
            <w:noWrap/>
            <w:hideMark/>
          </w:tcPr>
          <w:p w14:paraId="745B4596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6C8976C9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Fondo de Desastres Naturales (FONDEN)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709F016A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3,353,000,000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1F063E37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27,321,096,929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4D8D7D73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27,321,096,929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48128AD4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069606D7" w14:textId="77777777" w:rsidTr="00C7548F">
        <w:trPr>
          <w:trHeight w:val="23"/>
        </w:trPr>
        <w:tc>
          <w:tcPr>
            <w:tcW w:w="250" w:type="pct"/>
            <w:shd w:val="clear" w:color="auto" w:fill="F2F2F2" w:themeFill="background1" w:themeFillShade="F2"/>
            <w:noWrap/>
            <w:hideMark/>
          </w:tcPr>
          <w:p w14:paraId="588C091B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0F4635BE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Fondo de Prevención de Desastres Naturales (FOPREDEN)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138860D7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647,000,000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71F7CF06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647,000,000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4ACE1EDA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647,000,000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60826CD5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02A2F24D" w14:textId="77777777" w:rsidTr="00C7548F">
        <w:trPr>
          <w:trHeight w:val="23"/>
        </w:trPr>
        <w:tc>
          <w:tcPr>
            <w:tcW w:w="2344" w:type="pct"/>
            <w:gridSpan w:val="2"/>
            <w:shd w:val="clear" w:color="auto" w:fill="F2F2F2" w:themeFill="background1" w:themeFillShade="F2"/>
            <w:hideMark/>
          </w:tcPr>
          <w:p w14:paraId="44912951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36 Seguridad y Protección Ciudadana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0FEADFA5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143,943,155</w:t>
            </w:r>
          </w:p>
        </w:tc>
        <w:tc>
          <w:tcPr>
            <w:tcW w:w="699" w:type="pct"/>
            <w:shd w:val="clear" w:color="auto" w:fill="F2F2F2" w:themeFill="background1" w:themeFillShade="F2"/>
            <w:noWrap/>
            <w:hideMark/>
          </w:tcPr>
          <w:p w14:paraId="409280E7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143,126,026</w:t>
            </w:r>
          </w:p>
        </w:tc>
        <w:tc>
          <w:tcPr>
            <w:tcW w:w="664" w:type="pct"/>
            <w:shd w:val="clear" w:color="auto" w:fill="F2F2F2" w:themeFill="background1" w:themeFillShade="F2"/>
            <w:noWrap/>
            <w:hideMark/>
          </w:tcPr>
          <w:p w14:paraId="4F67EE17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143,126,026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6125CFD4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38F3BB5B" w14:textId="77777777" w:rsidTr="00C7548F">
        <w:trPr>
          <w:trHeight w:val="23"/>
        </w:trPr>
        <w:tc>
          <w:tcPr>
            <w:tcW w:w="250" w:type="pct"/>
            <w:shd w:val="clear" w:color="auto" w:fill="F2F2F2" w:themeFill="background1" w:themeFillShade="F2"/>
            <w:noWrap/>
            <w:hideMark/>
          </w:tcPr>
          <w:p w14:paraId="4036383C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7B181B7B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Coordinación del Sistema Nacional de Protección Civil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66E32BAD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143,943,155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340F7E90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143,126,026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517737AC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143,126,026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659FA7C2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183F0999" w14:textId="77777777" w:rsidTr="00C7548F">
        <w:trPr>
          <w:trHeight w:val="23"/>
        </w:trPr>
        <w:tc>
          <w:tcPr>
            <w:tcW w:w="2344" w:type="pct"/>
            <w:gridSpan w:val="2"/>
            <w:shd w:val="clear" w:color="auto" w:fill="F2F2F2" w:themeFill="background1" w:themeFillShade="F2"/>
            <w:hideMark/>
          </w:tcPr>
          <w:p w14:paraId="796771E4" w14:textId="77777777" w:rsidR="000F1294" w:rsidRPr="000F1294" w:rsidRDefault="00C7548F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38</w:t>
            </w:r>
            <w:r w:rsidR="000F1294"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 xml:space="preserve"> Consejo Nacional de Ciencia y Tecnología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10891DE2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238,031,986</w:t>
            </w:r>
          </w:p>
        </w:tc>
        <w:tc>
          <w:tcPr>
            <w:tcW w:w="699" w:type="pct"/>
            <w:shd w:val="clear" w:color="auto" w:fill="F2F2F2" w:themeFill="background1" w:themeFillShade="F2"/>
            <w:noWrap/>
            <w:hideMark/>
          </w:tcPr>
          <w:p w14:paraId="774C29DC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232,757,975</w:t>
            </w:r>
          </w:p>
        </w:tc>
        <w:tc>
          <w:tcPr>
            <w:tcW w:w="664" w:type="pct"/>
            <w:shd w:val="clear" w:color="auto" w:fill="F2F2F2" w:themeFill="background1" w:themeFillShade="F2"/>
            <w:noWrap/>
            <w:hideMark/>
          </w:tcPr>
          <w:p w14:paraId="3FEED70E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232,757,975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48BD10EC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099C4643" w14:textId="77777777" w:rsidTr="00C7548F">
        <w:trPr>
          <w:trHeight w:val="23"/>
        </w:trPr>
        <w:tc>
          <w:tcPr>
            <w:tcW w:w="250" w:type="pct"/>
            <w:shd w:val="clear" w:color="auto" w:fill="F2F2F2" w:themeFill="background1" w:themeFillShade="F2"/>
            <w:noWrap/>
            <w:hideMark/>
          </w:tcPr>
          <w:p w14:paraId="45600095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0F033158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Investigación científica, desarrollo e innovación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0888AEF3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124,170,893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7EAC59AB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125,146,132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34F8FA92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125,146,132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4EB179D9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4AEB858F" w14:textId="77777777" w:rsidTr="00C7548F">
        <w:trPr>
          <w:trHeight w:val="23"/>
        </w:trPr>
        <w:tc>
          <w:tcPr>
            <w:tcW w:w="250" w:type="pct"/>
            <w:shd w:val="clear" w:color="auto" w:fill="F2F2F2" w:themeFill="background1" w:themeFillShade="F2"/>
            <w:noWrap/>
            <w:hideMark/>
          </w:tcPr>
          <w:p w14:paraId="4B40364E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7970307D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Becas de posgrado y apoyos a la calidad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600129AA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113,861,093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27A83B25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107,611,843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7BF1D2DA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107,611,843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0733024A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1D75B7B4" w14:textId="77777777" w:rsidTr="00C7548F">
        <w:trPr>
          <w:trHeight w:val="23"/>
        </w:trPr>
        <w:tc>
          <w:tcPr>
            <w:tcW w:w="2344" w:type="pct"/>
            <w:gridSpan w:val="2"/>
            <w:shd w:val="clear" w:color="auto" w:fill="F2F2F2" w:themeFill="background1" w:themeFillShade="F2"/>
            <w:hideMark/>
          </w:tcPr>
          <w:p w14:paraId="486F8D06" w14:textId="77777777" w:rsidR="000F1294" w:rsidRPr="000F1294" w:rsidRDefault="00C7548F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 xml:space="preserve">47 </w:t>
            </w:r>
            <w:r w:rsidR="000F1294"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Entidades no Sectorizadas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7A82035B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64,840,182</w:t>
            </w:r>
          </w:p>
        </w:tc>
        <w:tc>
          <w:tcPr>
            <w:tcW w:w="699" w:type="pct"/>
            <w:shd w:val="clear" w:color="auto" w:fill="F2F2F2" w:themeFill="background1" w:themeFillShade="F2"/>
            <w:noWrap/>
            <w:hideMark/>
          </w:tcPr>
          <w:p w14:paraId="68C7B4A4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64" w:type="pct"/>
            <w:shd w:val="clear" w:color="auto" w:fill="F2F2F2" w:themeFill="background1" w:themeFillShade="F2"/>
            <w:noWrap/>
            <w:hideMark/>
          </w:tcPr>
          <w:p w14:paraId="5069D7B6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07853CAF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n.a.</w:t>
            </w:r>
          </w:p>
        </w:tc>
      </w:tr>
      <w:tr w:rsidR="000F1294" w:rsidRPr="000F1294" w14:paraId="73B79600" w14:textId="77777777" w:rsidTr="00C7548F">
        <w:trPr>
          <w:trHeight w:val="23"/>
        </w:trPr>
        <w:tc>
          <w:tcPr>
            <w:tcW w:w="250" w:type="pct"/>
            <w:shd w:val="clear" w:color="auto" w:fill="F2F2F2" w:themeFill="background1" w:themeFillShade="F2"/>
            <w:noWrap/>
            <w:hideMark/>
          </w:tcPr>
          <w:p w14:paraId="48153BB9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71A0FF0C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para el fortalecimiento económico de los Pueblos y Comunidades Indígenas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48655D34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64,840,182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73B578D1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13E8DD78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6784FBAA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n.a.</w:t>
            </w:r>
          </w:p>
        </w:tc>
      </w:tr>
      <w:tr w:rsidR="000F1294" w:rsidRPr="000F1294" w14:paraId="64F7588F" w14:textId="77777777" w:rsidTr="00C7548F">
        <w:trPr>
          <w:trHeight w:val="23"/>
        </w:trPr>
        <w:tc>
          <w:tcPr>
            <w:tcW w:w="2344" w:type="pct"/>
            <w:gridSpan w:val="2"/>
            <w:shd w:val="clear" w:color="auto" w:fill="F2F2F2" w:themeFill="background1" w:themeFillShade="F2"/>
            <w:hideMark/>
          </w:tcPr>
          <w:p w14:paraId="650277C2" w14:textId="77777777" w:rsidR="000F1294" w:rsidRPr="000F1294" w:rsidRDefault="00C7548F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 xml:space="preserve">TYY </w:t>
            </w:r>
            <w:r w:rsidR="000F1294"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Petróleos Mexicanos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2AB92DC3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110,526,123</w:t>
            </w:r>
          </w:p>
        </w:tc>
        <w:tc>
          <w:tcPr>
            <w:tcW w:w="699" w:type="pct"/>
            <w:shd w:val="clear" w:color="auto" w:fill="F2F2F2" w:themeFill="background1" w:themeFillShade="F2"/>
            <w:noWrap/>
            <w:hideMark/>
          </w:tcPr>
          <w:p w14:paraId="1D1D54FA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10,066,463</w:t>
            </w:r>
          </w:p>
        </w:tc>
        <w:tc>
          <w:tcPr>
            <w:tcW w:w="664" w:type="pct"/>
            <w:shd w:val="clear" w:color="auto" w:fill="F2F2F2" w:themeFill="background1" w:themeFillShade="F2"/>
            <w:noWrap/>
            <w:hideMark/>
          </w:tcPr>
          <w:p w14:paraId="0951CB12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10,066,463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21E8399F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03F6C4D4" w14:textId="77777777" w:rsidTr="00C7548F">
        <w:trPr>
          <w:trHeight w:val="23"/>
        </w:trPr>
        <w:tc>
          <w:tcPr>
            <w:tcW w:w="250" w:type="pct"/>
            <w:shd w:val="clear" w:color="auto" w:fill="F2F2F2" w:themeFill="background1" w:themeFillShade="F2"/>
            <w:noWrap/>
            <w:hideMark/>
          </w:tcPr>
          <w:p w14:paraId="000D50F3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19E73C71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Proyectos de infraestructura económica de hidrocarburos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57067D70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110,526,123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2F0716A3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10,066,463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3DFC3086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10,066,463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0EDE5F32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646624B3" w14:textId="77777777" w:rsidTr="00C7548F">
        <w:trPr>
          <w:trHeight w:val="23"/>
        </w:trPr>
        <w:tc>
          <w:tcPr>
            <w:tcW w:w="2344" w:type="pct"/>
            <w:gridSpan w:val="2"/>
            <w:shd w:val="clear" w:color="auto" w:fill="F2F2F2" w:themeFill="background1" w:themeFillShade="F2"/>
            <w:hideMark/>
          </w:tcPr>
          <w:p w14:paraId="2CE9AD51" w14:textId="77777777" w:rsidR="000F1294" w:rsidRPr="000F1294" w:rsidRDefault="00C7548F" w:rsidP="000F1294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 xml:space="preserve">TVV </w:t>
            </w:r>
            <w:r w:rsidR="000F1294"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Comisión Federal de Electricidad</w:t>
            </w:r>
          </w:p>
        </w:tc>
        <w:tc>
          <w:tcPr>
            <w:tcW w:w="708" w:type="pct"/>
            <w:shd w:val="clear" w:color="auto" w:fill="F2F2F2" w:themeFill="background1" w:themeFillShade="F2"/>
            <w:noWrap/>
            <w:hideMark/>
          </w:tcPr>
          <w:p w14:paraId="1BAACE06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40,881,957,713</w:t>
            </w:r>
          </w:p>
        </w:tc>
        <w:tc>
          <w:tcPr>
            <w:tcW w:w="699" w:type="pct"/>
            <w:shd w:val="clear" w:color="auto" w:fill="F2F2F2" w:themeFill="background1" w:themeFillShade="F2"/>
            <w:noWrap/>
            <w:hideMark/>
          </w:tcPr>
          <w:p w14:paraId="02AE8E9B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45,204,113,875</w:t>
            </w:r>
          </w:p>
        </w:tc>
        <w:tc>
          <w:tcPr>
            <w:tcW w:w="664" w:type="pct"/>
            <w:shd w:val="clear" w:color="auto" w:fill="F2F2F2" w:themeFill="background1" w:themeFillShade="F2"/>
            <w:noWrap/>
            <w:hideMark/>
          </w:tcPr>
          <w:p w14:paraId="7DA17C4A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45,204,113,875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372A14A1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0136D301" w14:textId="77777777" w:rsidTr="00C7548F">
        <w:trPr>
          <w:trHeight w:val="23"/>
        </w:trPr>
        <w:tc>
          <w:tcPr>
            <w:tcW w:w="250" w:type="pct"/>
            <w:shd w:val="clear" w:color="auto" w:fill="F2F2F2" w:themeFill="background1" w:themeFillShade="F2"/>
            <w:noWrap/>
            <w:hideMark/>
          </w:tcPr>
          <w:p w14:paraId="3D9ADA6B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78BA0A38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Servicio de transporte de gas natural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1426EDE6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40,298,985,295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3481453B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45,146,512,673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5E49B682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45,146,512,673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4CEB7D68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6B7F4869" w14:textId="77777777" w:rsidTr="00C7548F">
        <w:trPr>
          <w:trHeight w:val="23"/>
        </w:trPr>
        <w:tc>
          <w:tcPr>
            <w:tcW w:w="250" w:type="pct"/>
            <w:shd w:val="clear" w:color="auto" w:fill="F2F2F2" w:themeFill="background1" w:themeFillShade="F2"/>
            <w:noWrap/>
            <w:hideMark/>
          </w:tcPr>
          <w:p w14:paraId="2F498722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32D1FEEB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Promoción de medidas para el ahorro y uso eficiente de la energía eléctrica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3D2D3B00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3,517,648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0B3D44FC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243,958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488C2866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243,958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43F6BB61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293634E0" w14:textId="77777777" w:rsidTr="00C7548F">
        <w:trPr>
          <w:trHeight w:val="23"/>
        </w:trPr>
        <w:tc>
          <w:tcPr>
            <w:tcW w:w="250" w:type="pct"/>
            <w:shd w:val="clear" w:color="auto" w:fill="F2F2F2" w:themeFill="background1" w:themeFillShade="F2"/>
            <w:noWrap/>
            <w:hideMark/>
          </w:tcPr>
          <w:p w14:paraId="0D09CBA0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4BD566C2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Proyectos de infraestructura económica de electricidad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54D3EBB4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79,141,468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61064051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47DE3ACB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33824FA5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n.a.</w:t>
            </w:r>
          </w:p>
        </w:tc>
      </w:tr>
      <w:tr w:rsidR="000F1294" w:rsidRPr="000F1294" w14:paraId="53994331" w14:textId="77777777" w:rsidTr="00C7548F">
        <w:trPr>
          <w:trHeight w:val="23"/>
        </w:trPr>
        <w:tc>
          <w:tcPr>
            <w:tcW w:w="250" w:type="pct"/>
            <w:shd w:val="clear" w:color="auto" w:fill="F2F2F2" w:themeFill="background1" w:themeFillShade="F2"/>
            <w:noWrap/>
            <w:hideMark/>
          </w:tcPr>
          <w:p w14:paraId="1F97373D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072EEC0A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Mantenimiento de infraestructura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2E21FD0C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206,731,977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68F57EC9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17,732,906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2D0DE586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17,732,906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092B0CDE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0F1294" w:rsidRPr="000F1294" w14:paraId="72A34B68" w14:textId="77777777" w:rsidTr="00C7548F">
        <w:trPr>
          <w:trHeight w:val="23"/>
        </w:trPr>
        <w:tc>
          <w:tcPr>
            <w:tcW w:w="250" w:type="pct"/>
            <w:shd w:val="clear" w:color="auto" w:fill="F2F2F2" w:themeFill="background1" w:themeFillShade="F2"/>
            <w:noWrap/>
            <w:hideMark/>
          </w:tcPr>
          <w:p w14:paraId="39B37E86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shd w:val="clear" w:color="auto" w:fill="F2F2F2" w:themeFill="background1" w:themeFillShade="F2"/>
            <w:hideMark/>
          </w:tcPr>
          <w:p w14:paraId="3609BEB6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Estudios de preinversión</w:t>
            </w:r>
          </w:p>
        </w:tc>
        <w:tc>
          <w:tcPr>
            <w:tcW w:w="708" w:type="pct"/>
            <w:shd w:val="clear" w:color="auto" w:fill="F2F2F2" w:themeFill="background1" w:themeFillShade="F2"/>
            <w:hideMark/>
          </w:tcPr>
          <w:p w14:paraId="2EE61267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213,234,657</w:t>
            </w:r>
          </w:p>
        </w:tc>
        <w:tc>
          <w:tcPr>
            <w:tcW w:w="699" w:type="pct"/>
            <w:shd w:val="clear" w:color="auto" w:fill="F2F2F2" w:themeFill="background1" w:themeFillShade="F2"/>
            <w:hideMark/>
          </w:tcPr>
          <w:p w14:paraId="4B5CBB6E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64" w:type="pct"/>
            <w:shd w:val="clear" w:color="auto" w:fill="F2F2F2" w:themeFill="background1" w:themeFillShade="F2"/>
            <w:hideMark/>
          </w:tcPr>
          <w:p w14:paraId="3F8F45C6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76749C76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n.a.</w:t>
            </w:r>
          </w:p>
        </w:tc>
      </w:tr>
      <w:tr w:rsidR="000F1294" w:rsidRPr="000F1294" w14:paraId="12D5A18B" w14:textId="77777777" w:rsidTr="00C7548F">
        <w:trPr>
          <w:trHeight w:val="23"/>
        </w:trPr>
        <w:tc>
          <w:tcPr>
            <w:tcW w:w="250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7D90CE63" w14:textId="77777777" w:rsidR="000F1294" w:rsidRPr="000F1294" w:rsidRDefault="000F1294" w:rsidP="000F129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094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hideMark/>
          </w:tcPr>
          <w:p w14:paraId="374AA4AD" w14:textId="77777777" w:rsidR="000F1294" w:rsidRPr="000F1294" w:rsidRDefault="000F1294" w:rsidP="000F1294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Proyectos de infraestructura económica de electricidad (Pidiregas)</w:t>
            </w:r>
          </w:p>
        </w:tc>
        <w:tc>
          <w:tcPr>
            <w:tcW w:w="708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hideMark/>
          </w:tcPr>
          <w:p w14:paraId="459C4C4D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80,346,668</w:t>
            </w:r>
          </w:p>
        </w:tc>
        <w:tc>
          <w:tcPr>
            <w:tcW w:w="699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hideMark/>
          </w:tcPr>
          <w:p w14:paraId="1827FC71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39,624,338</w:t>
            </w:r>
          </w:p>
        </w:tc>
        <w:tc>
          <w:tcPr>
            <w:tcW w:w="664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hideMark/>
          </w:tcPr>
          <w:p w14:paraId="510C460E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39,624,338</w:t>
            </w:r>
          </w:p>
        </w:tc>
        <w:tc>
          <w:tcPr>
            <w:tcW w:w="585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5EE85A1B" w14:textId="77777777" w:rsidR="000F1294" w:rsidRPr="000F1294" w:rsidRDefault="000F1294" w:rsidP="000F1294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0F1294" w14:paraId="3367F3EE" w14:textId="77777777" w:rsidTr="00C7548F">
        <w:trPr>
          <w:trHeight w:val="481"/>
        </w:trPr>
        <w:tc>
          <w:tcPr>
            <w:tcW w:w="5000" w:type="pct"/>
            <w:gridSpan w:val="6"/>
            <w:tcBorders>
              <w:top w:val="single" w:sz="12" w:space="0" w:color="7F7F7F" w:themeColor="text1" w:themeTint="80"/>
              <w:bottom w:val="nil"/>
            </w:tcBorders>
            <w:shd w:val="clear" w:color="auto" w:fill="auto"/>
            <w:hideMark/>
          </w:tcPr>
          <w:p w14:paraId="28A2FBE8" w14:textId="77777777" w:rsidR="00C7548F" w:rsidRDefault="00C7548F" w:rsidP="00C7548F">
            <w:pPr>
              <w:spacing w:after="0" w:line="240" w:lineRule="auto"/>
              <w:jc w:val="both"/>
              <w:rPr>
                <w:rFonts w:ascii="Montserrat" w:eastAsia="Times New Roman" w:hAnsi="Montserrat" w:cs="Calibri"/>
                <w:sz w:val="14"/>
                <w:szCs w:val="14"/>
                <w:lang w:val="es-MX" w:eastAsia="es-MX"/>
              </w:rPr>
            </w:pPr>
            <w:r w:rsidRPr="00902F06">
              <w:rPr>
                <w:rFonts w:ascii="Montserrat" w:eastAsia="Times New Roman" w:hAnsi="Montserrat" w:cs="Calibri"/>
                <w:sz w:val="14"/>
                <w:szCs w:val="14"/>
                <w:lang w:val="es-MX" w:eastAsia="es-MX"/>
              </w:rPr>
              <w:t>Nota: Las sumas parciales pueden no coincidir con el total, así como los cálculos porcentuales, de</w:t>
            </w:r>
            <w:r>
              <w:rPr>
                <w:rFonts w:ascii="Montserrat" w:eastAsia="Times New Roman" w:hAnsi="Montserrat" w:cs="Calibri"/>
                <w:sz w:val="14"/>
                <w:szCs w:val="14"/>
                <w:lang w:val="es-MX" w:eastAsia="es-MX"/>
              </w:rPr>
              <w:t>bido al redondeo de las cifras.</w:t>
            </w:r>
          </w:p>
          <w:p w14:paraId="0FA6C5C8" w14:textId="77777777" w:rsidR="00C7548F" w:rsidRPr="000F1294" w:rsidRDefault="00C7548F" w:rsidP="000F129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t>n.a.: No Aplica.</w:t>
            </w:r>
          </w:p>
          <w:p w14:paraId="0BFE3C9C" w14:textId="77777777" w:rsidR="00C7548F" w:rsidRPr="000F1294" w:rsidRDefault="00C7548F" w:rsidP="000F1294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t>FUENTE: Dependencias y Entidades de la Administración Pública Federal.</w:t>
            </w:r>
          </w:p>
        </w:tc>
      </w:tr>
    </w:tbl>
    <w:p w14:paraId="3605C156" w14:textId="77777777" w:rsidR="00C7548F" w:rsidRDefault="00E32C11" w:rsidP="00030303">
      <w:pPr>
        <w:pStyle w:val="TEXTONORMAL"/>
      </w:pPr>
      <w:r>
        <w:br w:type="page"/>
      </w:r>
    </w:p>
    <w:tbl>
      <w:tblPr>
        <w:tblW w:w="5000" w:type="pct"/>
        <w:tblBorders>
          <w:bottom w:val="single" w:sz="12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"/>
        <w:gridCol w:w="5992"/>
        <w:gridCol w:w="1693"/>
        <w:gridCol w:w="1680"/>
        <w:gridCol w:w="1540"/>
        <w:gridCol w:w="1469"/>
      </w:tblGrid>
      <w:tr w:rsidR="00C7548F" w:rsidRPr="00C7548F" w14:paraId="6C5701DF" w14:textId="77777777" w:rsidTr="00C7548F">
        <w:trPr>
          <w:trHeight w:val="23"/>
          <w:tblHeader/>
        </w:trPr>
        <w:tc>
          <w:tcPr>
            <w:tcW w:w="5000" w:type="pct"/>
            <w:gridSpan w:val="6"/>
            <w:shd w:val="clear" w:color="auto" w:fill="auto"/>
            <w:noWrap/>
            <w:hideMark/>
          </w:tcPr>
          <w:p w14:paraId="15D6CBD9" w14:textId="77777777" w:rsidR="00C7548F" w:rsidRPr="00C7548F" w:rsidRDefault="00C7548F" w:rsidP="00C7548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color w:val="000000"/>
                <w:sz w:val="16"/>
                <w:szCs w:val="16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color w:val="000000"/>
                <w:sz w:val="16"/>
                <w:szCs w:val="16"/>
                <w:lang w:val="es-MX" w:eastAsia="es-MX"/>
              </w:rPr>
              <w:lastRenderedPageBreak/>
              <w:t>EROGACIONES PARA EL DESARROLLO DE LOS JÓVENES</w:t>
            </w:r>
          </w:p>
        </w:tc>
      </w:tr>
      <w:tr w:rsidR="00C7548F" w:rsidRPr="00C7548F" w14:paraId="666B5F8F" w14:textId="77777777" w:rsidTr="00C7548F">
        <w:trPr>
          <w:trHeight w:val="23"/>
          <w:tblHeader/>
        </w:trPr>
        <w:tc>
          <w:tcPr>
            <w:tcW w:w="5000" w:type="pct"/>
            <w:gridSpan w:val="6"/>
            <w:tcBorders>
              <w:bottom w:val="single" w:sz="12" w:space="0" w:color="7F7F7F" w:themeColor="text1" w:themeTint="80"/>
            </w:tcBorders>
            <w:shd w:val="clear" w:color="auto" w:fill="auto"/>
            <w:noWrap/>
            <w:hideMark/>
          </w:tcPr>
          <w:p w14:paraId="60EFB122" w14:textId="77777777" w:rsidR="00C7548F" w:rsidRPr="00C7548F" w:rsidRDefault="00C7548F" w:rsidP="00C7548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val="es-MX" w:eastAsia="es-MX"/>
              </w:rPr>
            </w:pPr>
            <w:r>
              <w:rPr>
                <w:rFonts w:ascii="Montserrat" w:eastAsia="Times New Roman" w:hAnsi="Montserrat" w:cs="Calibri"/>
                <w:color w:val="000000"/>
                <w:sz w:val="16"/>
                <w:szCs w:val="16"/>
                <w:lang w:val="es-MX" w:eastAsia="es-MX"/>
              </w:rPr>
              <w:t>(Pesos</w:t>
            </w:r>
            <w:r w:rsidRPr="00C7548F">
              <w:rPr>
                <w:rFonts w:ascii="Montserrat" w:eastAsia="Times New Roman" w:hAnsi="Montserrat" w:cs="Calibri"/>
                <w:color w:val="000000"/>
                <w:sz w:val="16"/>
                <w:szCs w:val="16"/>
                <w:lang w:val="es-MX" w:eastAsia="es-MX"/>
              </w:rPr>
              <w:t>)</w:t>
            </w:r>
          </w:p>
        </w:tc>
      </w:tr>
      <w:tr w:rsidR="00C7548F" w:rsidRPr="00C7548F" w14:paraId="1F12081E" w14:textId="77777777" w:rsidTr="00C7548F">
        <w:trPr>
          <w:trHeight w:val="23"/>
          <w:tblHeader/>
        </w:trPr>
        <w:tc>
          <w:tcPr>
            <w:tcW w:w="5000" w:type="pct"/>
            <w:gridSpan w:val="6"/>
            <w:tcBorders>
              <w:top w:val="single" w:sz="12" w:space="0" w:color="7F7F7F" w:themeColor="text1" w:themeTint="80"/>
              <w:bottom w:val="nil"/>
            </w:tcBorders>
            <w:shd w:val="clear" w:color="auto" w:fill="auto"/>
            <w:noWrap/>
          </w:tcPr>
          <w:p w14:paraId="403DD49B" w14:textId="77777777" w:rsidR="00C7548F" w:rsidRPr="00C7548F" w:rsidRDefault="00C7548F" w:rsidP="00C7548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4"/>
                <w:szCs w:val="4"/>
                <w:lang w:val="es-MX" w:eastAsia="es-MX"/>
              </w:rPr>
            </w:pPr>
          </w:p>
        </w:tc>
      </w:tr>
      <w:tr w:rsidR="00C7548F" w:rsidRPr="00C7548F" w14:paraId="631D46C1" w14:textId="77777777" w:rsidTr="00C7548F">
        <w:trPr>
          <w:trHeight w:val="23"/>
          <w:tblHeader/>
        </w:trPr>
        <w:tc>
          <w:tcPr>
            <w:tcW w:w="242" w:type="pct"/>
            <w:vMerge w:val="restart"/>
            <w:tcBorders>
              <w:top w:val="nil"/>
            </w:tcBorders>
            <w:shd w:val="clear" w:color="000000" w:fill="D4C19C"/>
            <w:vAlign w:val="center"/>
            <w:hideMark/>
          </w:tcPr>
          <w:p w14:paraId="11CE1728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Ramo</w:t>
            </w:r>
          </w:p>
        </w:tc>
        <w:tc>
          <w:tcPr>
            <w:tcW w:w="2304" w:type="pct"/>
            <w:vMerge w:val="restart"/>
            <w:tcBorders>
              <w:top w:val="nil"/>
            </w:tcBorders>
            <w:shd w:val="clear" w:color="000000" w:fill="D4C19C"/>
            <w:vAlign w:val="center"/>
            <w:hideMark/>
          </w:tcPr>
          <w:p w14:paraId="2A5B0C1C" w14:textId="77777777" w:rsidR="00C7548F" w:rsidRPr="00C7548F" w:rsidRDefault="00C7548F" w:rsidP="00C7548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Descripción</w:t>
            </w:r>
          </w:p>
        </w:tc>
        <w:tc>
          <w:tcPr>
            <w:tcW w:w="2454" w:type="pct"/>
            <w:gridSpan w:val="4"/>
            <w:tcBorders>
              <w:top w:val="nil"/>
              <w:bottom w:val="single" w:sz="4" w:space="0" w:color="FFFFFF" w:themeColor="background1"/>
            </w:tcBorders>
            <w:shd w:val="clear" w:color="000000" w:fill="D4C19C"/>
            <w:noWrap/>
            <w:vAlign w:val="center"/>
            <w:hideMark/>
          </w:tcPr>
          <w:p w14:paraId="01EC58F4" w14:textId="77777777" w:rsidR="00C7548F" w:rsidRPr="00C7548F" w:rsidRDefault="00C7548F" w:rsidP="00C7548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Avance en el ejercicio del presupuesto 2020</w:t>
            </w:r>
          </w:p>
        </w:tc>
      </w:tr>
      <w:tr w:rsidR="00C7548F" w:rsidRPr="00C7548F" w14:paraId="607933F6" w14:textId="77777777" w:rsidTr="00C7548F">
        <w:trPr>
          <w:trHeight w:val="23"/>
          <w:tblHeader/>
        </w:trPr>
        <w:tc>
          <w:tcPr>
            <w:tcW w:w="242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75304A35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2304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589BB9E8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651" w:type="pct"/>
            <w:vMerge w:val="restart"/>
            <w:tcBorders>
              <w:top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6937CD6C" w14:textId="77777777" w:rsidR="00C7548F" w:rsidRPr="00C7548F" w:rsidRDefault="00C7548F" w:rsidP="00C7548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 xml:space="preserve">Aprobado </w:t>
            </w:r>
          </w:p>
        </w:tc>
        <w:tc>
          <w:tcPr>
            <w:tcW w:w="646" w:type="pct"/>
            <w:vMerge w:val="restart"/>
            <w:tcBorders>
              <w:top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1CD0A7C4" w14:textId="77777777" w:rsidR="00C7548F" w:rsidRPr="00C7548F" w:rsidRDefault="00C7548F" w:rsidP="00C7548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Modificado</w:t>
            </w:r>
          </w:p>
        </w:tc>
        <w:tc>
          <w:tcPr>
            <w:tcW w:w="592" w:type="pct"/>
            <w:vMerge w:val="restart"/>
            <w:tcBorders>
              <w:top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0BC0C387" w14:textId="77777777" w:rsidR="00C7548F" w:rsidRPr="00C7548F" w:rsidRDefault="00C7548F" w:rsidP="00C7548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Ejercido</w:t>
            </w:r>
          </w:p>
        </w:tc>
        <w:tc>
          <w:tcPr>
            <w:tcW w:w="565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7D19C3CB" w14:textId="77777777" w:rsidR="00C7548F" w:rsidRPr="00C7548F" w:rsidRDefault="00C7548F" w:rsidP="00C7548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Porcentaje de avance</w:t>
            </w:r>
          </w:p>
        </w:tc>
      </w:tr>
      <w:tr w:rsidR="00C7548F" w:rsidRPr="00C7548F" w14:paraId="6AE14FDF" w14:textId="77777777" w:rsidTr="00C7548F">
        <w:trPr>
          <w:trHeight w:val="23"/>
          <w:tblHeader/>
        </w:trPr>
        <w:tc>
          <w:tcPr>
            <w:tcW w:w="242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24CB4FE4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2304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26C4AA68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651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61CA23AF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646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22C7CA7E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592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65AFF60C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565" w:type="pct"/>
            <w:tcBorders>
              <w:top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2A7F25FE" w14:textId="77777777" w:rsidR="00C7548F" w:rsidRPr="00C7548F" w:rsidRDefault="00C7548F" w:rsidP="00C7548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Ejercido / Modificado</w:t>
            </w:r>
          </w:p>
        </w:tc>
      </w:tr>
      <w:tr w:rsidR="00C7548F" w:rsidRPr="00C7548F" w14:paraId="654DBF9D" w14:textId="77777777" w:rsidTr="00C7548F">
        <w:trPr>
          <w:trHeight w:val="23"/>
          <w:tblHeader/>
        </w:trPr>
        <w:tc>
          <w:tcPr>
            <w:tcW w:w="242" w:type="pct"/>
            <w:vMerge/>
            <w:tcBorders>
              <w:bottom w:val="nil"/>
            </w:tcBorders>
            <w:vAlign w:val="center"/>
            <w:hideMark/>
          </w:tcPr>
          <w:p w14:paraId="60C20C9B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2304" w:type="pct"/>
            <w:vMerge/>
            <w:tcBorders>
              <w:bottom w:val="nil"/>
            </w:tcBorders>
            <w:vAlign w:val="center"/>
            <w:hideMark/>
          </w:tcPr>
          <w:p w14:paraId="0F6A740C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651" w:type="pct"/>
            <w:tcBorders>
              <w:bottom w:val="nil"/>
            </w:tcBorders>
            <w:shd w:val="clear" w:color="000000" w:fill="D4C19C"/>
            <w:vAlign w:val="center"/>
            <w:hideMark/>
          </w:tcPr>
          <w:p w14:paraId="01F2ACC1" w14:textId="77777777" w:rsidR="00C7548F" w:rsidRPr="00C7548F" w:rsidRDefault="00C7548F" w:rsidP="00C7548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(a)</w:t>
            </w:r>
          </w:p>
        </w:tc>
        <w:tc>
          <w:tcPr>
            <w:tcW w:w="646" w:type="pct"/>
            <w:tcBorders>
              <w:bottom w:val="nil"/>
            </w:tcBorders>
            <w:shd w:val="clear" w:color="000000" w:fill="D4C19C"/>
            <w:vAlign w:val="center"/>
            <w:hideMark/>
          </w:tcPr>
          <w:p w14:paraId="55DA2B06" w14:textId="77777777" w:rsidR="00C7548F" w:rsidRPr="00C7548F" w:rsidRDefault="00C7548F" w:rsidP="00C7548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(b)</w:t>
            </w:r>
          </w:p>
        </w:tc>
        <w:tc>
          <w:tcPr>
            <w:tcW w:w="592" w:type="pct"/>
            <w:tcBorders>
              <w:bottom w:val="nil"/>
            </w:tcBorders>
            <w:shd w:val="clear" w:color="000000" w:fill="D4C19C"/>
            <w:noWrap/>
            <w:vAlign w:val="center"/>
            <w:hideMark/>
          </w:tcPr>
          <w:p w14:paraId="2DB166E4" w14:textId="77777777" w:rsidR="00C7548F" w:rsidRPr="00C7548F" w:rsidRDefault="00C7548F" w:rsidP="00C7548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(c)</w:t>
            </w:r>
          </w:p>
        </w:tc>
        <w:tc>
          <w:tcPr>
            <w:tcW w:w="565" w:type="pct"/>
            <w:tcBorders>
              <w:bottom w:val="nil"/>
            </w:tcBorders>
            <w:shd w:val="clear" w:color="000000" w:fill="D4C19C"/>
            <w:noWrap/>
            <w:vAlign w:val="center"/>
            <w:hideMark/>
          </w:tcPr>
          <w:p w14:paraId="09C4FDEA" w14:textId="77777777" w:rsidR="00C7548F" w:rsidRPr="00C7548F" w:rsidRDefault="00C7548F" w:rsidP="00C7548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 xml:space="preserve">(c) / (b) </w:t>
            </w:r>
          </w:p>
        </w:tc>
      </w:tr>
      <w:tr w:rsidR="00C7548F" w:rsidRPr="00C7548F" w14:paraId="13D7CF46" w14:textId="77777777" w:rsidTr="00C7548F">
        <w:trPr>
          <w:trHeight w:val="23"/>
          <w:tblHeader/>
        </w:trPr>
        <w:tc>
          <w:tcPr>
            <w:tcW w:w="242" w:type="pct"/>
            <w:tcBorders>
              <w:bottom w:val="single" w:sz="12" w:space="0" w:color="7F7F7F" w:themeColor="text1" w:themeTint="80"/>
            </w:tcBorders>
            <w:vAlign w:val="center"/>
          </w:tcPr>
          <w:p w14:paraId="72BCE06B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2304" w:type="pct"/>
            <w:tcBorders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52FA68C6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651" w:type="pct"/>
            <w:tcBorders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6B92502A" w14:textId="77777777" w:rsidR="00C7548F" w:rsidRPr="00C7548F" w:rsidRDefault="00C7548F" w:rsidP="00C7548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646" w:type="pct"/>
            <w:tcBorders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671A4C19" w14:textId="77777777" w:rsidR="00C7548F" w:rsidRPr="00C7548F" w:rsidRDefault="00C7548F" w:rsidP="00C7548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592" w:type="pct"/>
            <w:tcBorders>
              <w:bottom w:val="single" w:sz="12" w:space="0" w:color="7F7F7F" w:themeColor="text1" w:themeTint="80"/>
            </w:tcBorders>
            <w:shd w:val="clear" w:color="auto" w:fill="auto"/>
            <w:noWrap/>
            <w:vAlign w:val="center"/>
          </w:tcPr>
          <w:p w14:paraId="76E64A33" w14:textId="77777777" w:rsidR="00C7548F" w:rsidRPr="00C7548F" w:rsidRDefault="00C7548F" w:rsidP="00C7548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565" w:type="pct"/>
            <w:tcBorders>
              <w:bottom w:val="single" w:sz="12" w:space="0" w:color="7F7F7F" w:themeColor="text1" w:themeTint="80"/>
            </w:tcBorders>
            <w:shd w:val="clear" w:color="auto" w:fill="auto"/>
            <w:noWrap/>
            <w:vAlign w:val="center"/>
          </w:tcPr>
          <w:p w14:paraId="7BB96EAD" w14:textId="77777777" w:rsidR="00C7548F" w:rsidRPr="00C7548F" w:rsidRDefault="00C7548F" w:rsidP="00C7548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</w:tr>
      <w:tr w:rsidR="00C7548F" w:rsidRPr="00C7548F" w14:paraId="48241CCC" w14:textId="77777777" w:rsidTr="00C7548F">
        <w:trPr>
          <w:trHeight w:val="23"/>
          <w:tblHeader/>
        </w:trPr>
        <w:tc>
          <w:tcPr>
            <w:tcW w:w="242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vAlign w:val="center"/>
          </w:tcPr>
          <w:p w14:paraId="59375D9C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2304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3C0F17D1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651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2A118737" w14:textId="77777777" w:rsidR="00C7548F" w:rsidRPr="00C7548F" w:rsidRDefault="00C7548F" w:rsidP="00C7548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646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7D7D1E18" w14:textId="77777777" w:rsidR="00C7548F" w:rsidRPr="00C7548F" w:rsidRDefault="00C7548F" w:rsidP="00C7548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592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auto"/>
            <w:noWrap/>
            <w:vAlign w:val="center"/>
          </w:tcPr>
          <w:p w14:paraId="43F88C1C" w14:textId="77777777" w:rsidR="00C7548F" w:rsidRPr="00C7548F" w:rsidRDefault="00C7548F" w:rsidP="00C7548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565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auto"/>
            <w:noWrap/>
            <w:vAlign w:val="center"/>
          </w:tcPr>
          <w:p w14:paraId="3123DEB9" w14:textId="77777777" w:rsidR="00C7548F" w:rsidRPr="00C7548F" w:rsidRDefault="00C7548F" w:rsidP="00C7548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</w:tr>
      <w:tr w:rsidR="00C7548F" w:rsidRPr="00C7548F" w14:paraId="5A6DE761" w14:textId="77777777" w:rsidTr="00C7548F">
        <w:trPr>
          <w:trHeight w:val="23"/>
        </w:trPr>
        <w:tc>
          <w:tcPr>
            <w:tcW w:w="242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2C71A3CA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Total</w:t>
            </w:r>
          </w:p>
        </w:tc>
        <w:tc>
          <w:tcPr>
            <w:tcW w:w="2304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1EA54285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</w:p>
        </w:tc>
        <w:tc>
          <w:tcPr>
            <w:tcW w:w="651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44F59C64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419,046,870,427</w:t>
            </w:r>
          </w:p>
        </w:tc>
        <w:tc>
          <w:tcPr>
            <w:tcW w:w="646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1D7D8B63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428,231,474,998</w:t>
            </w:r>
          </w:p>
        </w:tc>
        <w:tc>
          <w:tcPr>
            <w:tcW w:w="592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74590D62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428,207,400,895</w:t>
            </w:r>
          </w:p>
        </w:tc>
        <w:tc>
          <w:tcPr>
            <w:tcW w:w="565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17636031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1F64AA26" w14:textId="77777777" w:rsidTr="00C7548F">
        <w:trPr>
          <w:trHeight w:val="23"/>
        </w:trPr>
        <w:tc>
          <w:tcPr>
            <w:tcW w:w="2546" w:type="pct"/>
            <w:gridSpan w:val="2"/>
            <w:shd w:val="clear" w:color="auto" w:fill="F2F2F2" w:themeFill="background1" w:themeFillShade="F2"/>
            <w:noWrap/>
            <w:hideMark/>
          </w:tcPr>
          <w:p w14:paraId="45525B31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07 Defensa Nacional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0381304F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1,936,865,722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0E270172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1,775,534,568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096F357B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1,772,932,335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0A63529B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99.9</w:t>
            </w:r>
          </w:p>
        </w:tc>
      </w:tr>
      <w:tr w:rsidR="00C7548F" w:rsidRPr="00C7548F" w14:paraId="44327F76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73E0433A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7D7FF696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Sistema Educativo Militar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3123D5B3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1,936,865,722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46C9FB95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1,775,534,568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4DC56EE0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1,772,932,335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2A3B68DC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99.9</w:t>
            </w:r>
          </w:p>
        </w:tc>
      </w:tr>
      <w:tr w:rsidR="00C7548F" w:rsidRPr="00C7548F" w14:paraId="768E0625" w14:textId="77777777" w:rsidTr="00C7548F">
        <w:trPr>
          <w:trHeight w:val="23"/>
        </w:trPr>
        <w:tc>
          <w:tcPr>
            <w:tcW w:w="2546" w:type="pct"/>
            <w:gridSpan w:val="2"/>
            <w:shd w:val="clear" w:color="auto" w:fill="F2F2F2" w:themeFill="background1" w:themeFillShade="F2"/>
            <w:noWrap/>
            <w:hideMark/>
          </w:tcPr>
          <w:p w14:paraId="6050ACE7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08 Agricultura y Desarrollo Rural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12060E5C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332,007,148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0D619D3E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325,136,889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74DA0160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324,326,004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6A73C65E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99.8</w:t>
            </w:r>
          </w:p>
        </w:tc>
      </w:tr>
      <w:tr w:rsidR="00C7548F" w:rsidRPr="00C7548F" w14:paraId="18330AC2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418EBF43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1C4C5711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Desarrollo y aplicación de programas educativos en materia agropecuaria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37B4E5F7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2,007,148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31E716D0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1,041,508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0962FA7D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1,041,508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3530477B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03FD1966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79307C7B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542469E0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Sanidad e Inocuidad Agroalimentaria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13FEA57F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2B1FBAED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324,095,381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7B52DC01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323,284,496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34CEFE43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99.7</w:t>
            </w:r>
          </w:p>
        </w:tc>
      </w:tr>
      <w:tr w:rsidR="00C7548F" w:rsidRPr="00C7548F" w14:paraId="1501867B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1FC4155B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4073F97C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Producción para el Bienestar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3C36D114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330,000,000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1DFFCD9A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797F3E8B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218F6424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n.a.</w:t>
            </w:r>
          </w:p>
        </w:tc>
      </w:tr>
      <w:tr w:rsidR="00C7548F" w:rsidRPr="00C7548F" w14:paraId="4C4DC793" w14:textId="77777777" w:rsidTr="00C7548F">
        <w:trPr>
          <w:trHeight w:val="23"/>
        </w:trPr>
        <w:tc>
          <w:tcPr>
            <w:tcW w:w="2546" w:type="pct"/>
            <w:gridSpan w:val="2"/>
            <w:shd w:val="clear" w:color="auto" w:fill="F2F2F2" w:themeFill="background1" w:themeFillShade="F2"/>
            <w:noWrap/>
            <w:hideMark/>
          </w:tcPr>
          <w:p w14:paraId="7690E882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11 Educación Pública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3034BC89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243,471,705,212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7231B09A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248,145,591,934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7751062B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248,124,942,654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7A669422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7BE56ED4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5EEE298B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71BC9CD9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Educación Básica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6BDA2B7D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13,803,234,475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2BC34197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12,947,480,808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7CB7F5F9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12,946,793,820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38645389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56A8AE78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2BD9C6D5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5CADB11E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Becas de Educación Básica para el Bienestar Benito Juárez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0E70C0A4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10,666,278,063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169B06E8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10,153,561,401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5464B604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10,153,561,401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36A79916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312117C5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203A0464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6CC73F26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Escuelas de Tiempo Completo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32CE984E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765,000,000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3AB5B9C9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712,255,720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68A51880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711,569,638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20A9E774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99.9</w:t>
            </w:r>
          </w:p>
        </w:tc>
      </w:tr>
      <w:tr w:rsidR="00C7548F" w:rsidRPr="00C7548F" w14:paraId="39546FB4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5D99B71B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6D127F24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Becas Elisa Acuña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79A47D56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47,460,265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366956C9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28,132,172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02333151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28,132,172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00F7B12B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7EBE7476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774E15E3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09AA99D5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para el Desarrollo Profesional Docente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70DC374C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40,631,855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4B426448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38,276,332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4D0DF9CB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38,276,332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2C34C035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6AA0D6F7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6B86D072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2DF78FBD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Fortalecimiento de los Servicios de Educación Especial (PFSEE)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0D5215E9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17,488,768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211F53BA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14,429,903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49DBD65E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14,428,997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11BBBF26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5CA7049A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3763AA7B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059007FB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Atención a la Diversidad de la Educación Indígena (PADEI)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018ECCC1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27,745,444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5E51ADCD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26,066,986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7E857952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26,066,986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618C4103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6C9E488D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0E687319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58142FD1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Atención Educativa de la Población Escolar Migrante (PAEPEM)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197B4570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27,745,444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29238B5E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25,255,204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53A65908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25,255,204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2FB2777A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6DBCF9D2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0F524322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61E63735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Nacional de Reconstrucción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57E0CD82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2,707,744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6638EB96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2,707,744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30B2C0E5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2,707,744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549EDE24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5414F1E0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05C8D8F7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05382FF6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La Escuela es Nuestra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579494A2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1,965,667,500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7A16E164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1,731,267,000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5AD1B1A9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1,731,267,000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399995CF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4BA66D8A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429009BF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2AD2C964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Educación para Adultos (INEA)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7384D578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242,509,392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49FE5C1F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215,528,348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3E20F118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215,528,348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10CE0BC6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7C167667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4AC53354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0A4F0273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Educación Media Superior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141D9C98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97,314,748,216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4F0D2A24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97,633,605,040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47168663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97,615,668,198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462E5F9A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50136108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04C936FF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364F8591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Evaluaciones de la calidad de la educación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23C3D69B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2B0CC45D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60,145,852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23D5E546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60,145,852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5FC97ED3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74079570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127E5DD4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14E25367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Formación y certificación para el trabajo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49A65189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3,656,788,340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0C92DAAD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2,714,445,902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78DBD385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2,714,445,902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244E89C2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5DCEF678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61FCF235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3FE4B34C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 xml:space="preserve">Servicios de Educación Media Superior 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43BF2E7F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44,354,833,636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18678758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40,797,758,257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56C00034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40,797,400,441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1ED49E70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284BBF04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67D233E1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061D3A39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Investigación Científica y Desarrollo Tecnológico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2A4F5D5F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1,658,055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41BDD5FC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378,555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2AC70189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378,555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2F92A835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67D1068D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7CEBB40C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79672804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mantenimiento e infraestructura física educativa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057724CE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35,613,784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46CBB659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497,898,910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101F4110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497,898,642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1A0FB64A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6974D8F6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58F54EF9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55E39B0B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 xml:space="preserve">Proyectos de infraestructura social del sector educativo 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17BFE71D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38120F83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3,115,791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27E9F579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3,115,791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557AF77A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4AD82513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42B446CF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190D4D31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Mantenimiento de infraestructura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2E570A0C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5C293F81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8,124,941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35762D34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8,124,941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11B0E89A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691DFC31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61132E88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37ECEF13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Becas Elisa Acuña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179C7350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134,492,767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68007B82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95,252,889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758F13F3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95,252,889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0CFD366F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4A02D75A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3E60C2A9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2118A596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para el Desarrollo Profesional Docente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49953D50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41,299,078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7D5E0D63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39,984,535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1C347B50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39,984,535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246B78B7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5867F63A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6A0C6D7C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79D12D6C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Atención de Planteles Federales de Educación Media Superior con estudiantes con discapacidad (PAPFEMS)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68C88058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32,521,021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6EF09066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875,172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1DE0907E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875,172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4B13F9EE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2663B1E0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275DF5F3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5AB12DD0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Subsidios para organismos descentralizados estatales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5A3769CA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19,469,372,937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1AE2536F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21,519,771,310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77A7961F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21,519,770,153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73372A6E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7BD7B59D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59ABB836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2BC6E7A7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Expansión de la Educación Media Superior y Superior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08B1CB10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226,673,015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27C7CCAD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54,792,534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3703D49A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54,792,534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28FFE3ED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75C25B4F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1D5F42EC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6A970703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Apoyos a centros y organizaciones de educación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3EF4EF88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61,070,031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55960E65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19,962,842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78B3184C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19,962,842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09B81320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15F874E8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3C35D7BE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78A2592E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Beca Universal para Estudiantes de Educación Media Superior Benito Juárez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07442CA8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28,995,175,130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5D71CEB8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31,708,905,438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721450B1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31,691,327,838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10688D11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99.9</w:t>
            </w:r>
          </w:p>
        </w:tc>
      </w:tr>
      <w:tr w:rsidR="00C7548F" w:rsidRPr="00C7548F" w14:paraId="4811259E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77A9B6CE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44D6E476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Educación Física de Excelencia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030764CD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305,250,422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4DB2CF75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112,192,110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5FCDA42E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112,192,110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6F206009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7485BB04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54DCEB0D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3A322498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Educación Superior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30B2B103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131,017,493,610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523D991B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136,190,407,447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2027728F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136,188,381,996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246291F2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691F8462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49647AF1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2ECD5E5F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Desarrollo cultural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17AA2ECB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76D1D1C6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2,160,419,206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6A698353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2,160,419,206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6CE004A8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17220AFC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79269E68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5997F0D1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Servicios de Educación Superior y Posgrado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34FE77A4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49,296,791,280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21408FC5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50,847,446,918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44D82D17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50,846,403,824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3446B1DC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7B908CB3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100C12A8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3A3477D8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mantenimiento e infraestructura física educativa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09E677E2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6991C77B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318,408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189EA43C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318,408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190F5084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1473D90D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7372AA6E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11014476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Investigación Científica y Desarrollo Tecnológico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78AC1823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5,241,020,064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7D26FC89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5,328,861,713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5BB2FD7E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5,328,861,713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7CB3B000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18D3949D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3B5A94AD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1D06793B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 xml:space="preserve">Proyectos de infraestructura social del sector educativo 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1C6591BF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373,861,113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7F950089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952,428,663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124271CC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952,428,663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1A14537D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024E5A9E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07F91957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7A4DCAF6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Mantenimiento de infraestructura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15702D97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0B91B4D4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117,603,820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6FD2DA9E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117,603,820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0719C2AF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1E63C985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12F704DE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lastRenderedPageBreak/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2982653C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Becas Elisa Acuña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0A727C34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3,732,142,355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65137C5A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3,626,102,522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37968201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3,626,102,522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24063D20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1BED189D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7536C56F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51413686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para el Desarrollo Profesional Docente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4DD58E9E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243,633,320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14CD185F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216,105,362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1B2CA73E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216,105,362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1B18A7E1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21546DD4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71D60983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3B37D58F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Fortalecimiento a la Excelencia Educativa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6808A93C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1,039,028,295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2F515E48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918,895,349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5F9AB0D1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917,912,993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4C7E38C3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99.9</w:t>
            </w:r>
          </w:p>
        </w:tc>
      </w:tr>
      <w:tr w:rsidR="00C7548F" w:rsidRPr="00C7548F" w14:paraId="285AFE74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3F062174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693E24E6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Cultura Física y Deporte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101A6985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2,099,973,808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604EBE40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1,049,627,245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47E57A29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1,049,627,245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498C59BA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544FE266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45E05F5D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4BB7479B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 xml:space="preserve">Subsidios para organismos descentralizados estatales 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5142D076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60,732,940,103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0B441FD4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63,189,750,068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4F85BD24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63,189,750,068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58B5DF99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39910366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17AD3986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6B8494AE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Carrera Docente en UPES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5848D098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254,878,244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7C773AF2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232,229,171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051D4D0E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232,229,171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5021BE5E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4E335765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0B3C4570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224083F3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Apoyos a centros y organizaciones de educación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2012C5D7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444,729,114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0B3C844D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441,902,065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2BAC447B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441,902,065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0ACBF99B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23D4A296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22AC9E5A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5343A24F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Jóvenes Escribiendo el Futuro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64B692B4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6,221,082,720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4B26F3B5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6,004,254,636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30604B4F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6,004,254,636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7935E665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0BC756E2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2F6E0B91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2BBE808F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Expansión de la Educación Media Superior y Superior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4656C158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350,000,000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09442D2E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118,170,475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1785F9E2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118,170,475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09D0011C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5A95D1B9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795CC90E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779A1DB0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Universidades para el Bienestar Benito Juárez García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6E71CFA9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987,413,194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1F3887CC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986,291,824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56BE6B42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986,291,824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6225AE1F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21C5810F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409B86B7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298BF286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Posgrado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78E3C290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1,336,228,911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54ABFDE1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1,374,098,639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65378C69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1,374,098,639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1F1272A9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08B12818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30F4D0C0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3AF92759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Mantenimiento de infraestructura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036753C2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2E04E576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23,206,962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0CE3AB40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23,206,962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152D5F63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36655274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0F5BCD01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4FD46040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Becas Elisa Acuña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217D5CA1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128,626,057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61575D1C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143,288,823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6F9BE618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143,288,823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4AD70846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4DF19574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6818EAA1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1EEE0F10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Subsidios para organismos descentralizados estatales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2DC493DC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1,207,602,854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6969177E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1,207,602,854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7FB71BEE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1,207,602,854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2EB76D87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57B1F0F6" w14:textId="77777777" w:rsidTr="00C7548F">
        <w:trPr>
          <w:trHeight w:val="23"/>
        </w:trPr>
        <w:tc>
          <w:tcPr>
            <w:tcW w:w="2546" w:type="pct"/>
            <w:gridSpan w:val="2"/>
            <w:shd w:val="clear" w:color="auto" w:fill="F2F2F2" w:themeFill="background1" w:themeFillShade="F2"/>
            <w:noWrap/>
            <w:hideMark/>
          </w:tcPr>
          <w:p w14:paraId="47FF72EF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12 Salud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2DE914F7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1,153,394,274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61D60EE9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1,054,757,190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6C06EFE9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1,054,753,835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612EB3BB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6B131330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6075FA03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29052D77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Prevención y atención contra las adicciones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46AE090B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825,614,079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1D9DCA88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791,400,022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496F8D96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791,396,666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57978696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08E4D7FD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55D40B74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42C83416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Prevención y atención de VIH/SIDA y otras ITS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15830CC2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327,780,195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5F8D1D01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263,357,169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439EA7D9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263,357,169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389A0CAB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24021184" w14:textId="77777777" w:rsidTr="00C7548F">
        <w:trPr>
          <w:trHeight w:val="23"/>
        </w:trPr>
        <w:tc>
          <w:tcPr>
            <w:tcW w:w="2546" w:type="pct"/>
            <w:gridSpan w:val="2"/>
            <w:shd w:val="clear" w:color="auto" w:fill="F2F2F2" w:themeFill="background1" w:themeFillShade="F2"/>
            <w:noWrap/>
            <w:hideMark/>
          </w:tcPr>
          <w:p w14:paraId="4E3EAC8C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13 Marina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556E5412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638,299,484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049C0EE2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615,543,101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71F3AD7E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615,543,101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2C53C039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3677A5CB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7E66C160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47158A91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Sistema Educativo naval y programa de becas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2071BEE9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638,299,484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46B5A924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615,543,101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4226A245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615,543,101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5F2C02E3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7C5D63A9" w14:textId="77777777" w:rsidTr="00C7548F">
        <w:trPr>
          <w:trHeight w:val="23"/>
        </w:trPr>
        <w:tc>
          <w:tcPr>
            <w:tcW w:w="2546" w:type="pct"/>
            <w:gridSpan w:val="2"/>
            <w:shd w:val="clear" w:color="auto" w:fill="F2F2F2" w:themeFill="background1" w:themeFillShade="F2"/>
            <w:noWrap/>
            <w:hideMark/>
          </w:tcPr>
          <w:p w14:paraId="272022BB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14 Trabajo y Previsión Social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16E12C70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19,781,398,414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5772899F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19,796,085,311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601676CC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19,796,085,311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58D84860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6F52747E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25C553F7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1E32F117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Jóvenes Construyendo el Futuro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2357C856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19,781,398,414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79AD61EE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19,796,085,311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0B92EDBC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19,796,085,311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1EB70BF5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06C2FF4A" w14:textId="77777777" w:rsidTr="00C7548F">
        <w:trPr>
          <w:trHeight w:val="23"/>
        </w:trPr>
        <w:tc>
          <w:tcPr>
            <w:tcW w:w="2546" w:type="pct"/>
            <w:gridSpan w:val="2"/>
            <w:shd w:val="clear" w:color="auto" w:fill="F2F2F2" w:themeFill="background1" w:themeFillShade="F2"/>
            <w:noWrap/>
            <w:hideMark/>
          </w:tcPr>
          <w:p w14:paraId="494BF258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16 Medio Ambiente y Recursos Naturales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019CFB74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346,589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7E6750AD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206,118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5C8EFE40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206,118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74BCB6F0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4A1CBBAD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01C87528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024326A6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 xml:space="preserve">Planeación, Dirección y Evaluación Ambiental 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652E5ABD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346,589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3E5BEA7C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206,118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673F6379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206,118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05D7FD4A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17269D61" w14:textId="77777777" w:rsidTr="00C7548F">
        <w:trPr>
          <w:trHeight w:val="23"/>
        </w:trPr>
        <w:tc>
          <w:tcPr>
            <w:tcW w:w="2546" w:type="pct"/>
            <w:gridSpan w:val="2"/>
            <w:shd w:val="clear" w:color="auto" w:fill="F2F2F2" w:themeFill="background1" w:themeFillShade="F2"/>
            <w:noWrap/>
            <w:hideMark/>
          </w:tcPr>
          <w:p w14:paraId="4B58B3BD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19 Aportaciones a Seguridad Social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24F435F9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5,652,176,129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47C762E7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5,675,770,586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472A22C4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5,675,770,586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368493CB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7AF08051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3F70426B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50B0D4D8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Seguro de Enfermedad y Maternidad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2AE2315F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5,652,176,129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428CC741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5,675,770,586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2DC4D5DE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5,675,770,586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734D6389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719FABD1" w14:textId="77777777" w:rsidTr="00C7548F">
        <w:trPr>
          <w:trHeight w:val="23"/>
        </w:trPr>
        <w:tc>
          <w:tcPr>
            <w:tcW w:w="2546" w:type="pct"/>
            <w:gridSpan w:val="2"/>
            <w:shd w:val="clear" w:color="auto" w:fill="F2F2F2" w:themeFill="background1" w:themeFillShade="F2"/>
            <w:noWrap/>
            <w:hideMark/>
          </w:tcPr>
          <w:p w14:paraId="7777A5DF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 xml:space="preserve">20 Bienestar 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4423655B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122,740,237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1CF42BF4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97,644,211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5E46E596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97,644,211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60E2A34D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7C1AA8EB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158F71E1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3B108F71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Instituto Mexicano de la Juventud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055BBF91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122,740,237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2BD0C52A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97,644,211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0328AB89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97,644,211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4A4960FD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0EB4BBAC" w14:textId="77777777" w:rsidTr="00C7548F">
        <w:trPr>
          <w:trHeight w:val="23"/>
        </w:trPr>
        <w:tc>
          <w:tcPr>
            <w:tcW w:w="2546" w:type="pct"/>
            <w:gridSpan w:val="2"/>
            <w:shd w:val="clear" w:color="auto" w:fill="F2F2F2" w:themeFill="background1" w:themeFillShade="F2"/>
            <w:noWrap/>
            <w:hideMark/>
          </w:tcPr>
          <w:p w14:paraId="25CF3C81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25 Previsiones y Aportaciones para los Sistemas de Educación Básica, Normal, Tecnológica y de Adultos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1A50E187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1,117,866,728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2BE8C884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1,362,307,353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1C614CF1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1,362,299,004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5BD17CFC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667870D6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46906D15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noWrap/>
            <w:hideMark/>
          </w:tcPr>
          <w:p w14:paraId="2DB58FED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Servicios de educación normal en la Ciudad de México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295F5403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1,117,866,728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4926B38F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1,362,307,353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6CC33ED3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1,362,299,004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194E289B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2F5D4EAF" w14:textId="77777777" w:rsidTr="00C7548F">
        <w:trPr>
          <w:trHeight w:val="23"/>
        </w:trPr>
        <w:tc>
          <w:tcPr>
            <w:tcW w:w="2546" w:type="pct"/>
            <w:gridSpan w:val="2"/>
            <w:shd w:val="clear" w:color="auto" w:fill="F2F2F2" w:themeFill="background1" w:themeFillShade="F2"/>
            <w:noWrap/>
            <w:hideMark/>
          </w:tcPr>
          <w:p w14:paraId="358DBA3A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33 Aportaciones Federales para Entidades Federativas y Municipios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192E1FE9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101,086,069,882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198AE325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103,290,679,373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0038D072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103,290,679,373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1EA15C44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6FAC8E5F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29A0575B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0744185A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Educación Básica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5A66E373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94,840,172,010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383099CE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97,050,532,179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3B89444F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97,050,532,179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1C0E67B0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48C2E3D9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49DEBEA2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01442AE4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FAM Infraestructura Educativa Básica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2F2E1EBB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81,163,205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175DC4BA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80,847,212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0350DBEB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80,847,212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50117503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717A5603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77ABD644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1647F820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FONE Servicios Personales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62069C32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85,911,009,982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32A30953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88,184,481,053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33A982DB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88,184,481,053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090DCCE6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2B00EB4D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7D42B5B6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0341F471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FONE Otros de Gasto Corriente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144B4721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2,579,905,776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26F479AF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2,577,300,321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0BECFE00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2,577,300,321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1DD90E29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0B933A3A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5D4FA97C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5425E2F2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FONE Gasto de Operación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4C804324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3,465,239,659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6F9CA520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3,438,525,362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6777AFCA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3,438,525,362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759FB943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74C75344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2A2D725A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2C88B1C6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FONE Fondo de Compensación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1318D2EC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2,493,263,437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3A6060FB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2,490,770,066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1E754E55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2,490,770,066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154AE1DB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513EBB75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1DD24733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27022DCB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FAETA Educación de Adultos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19A39C6A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309,589,949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34B455EA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278,608,165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0550CFD2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278,608,165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08416EA7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222F0AD5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6EAA5995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183BA06B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Educación Media Superior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4285E2F1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1,579,013,574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256008A0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1,590,752,851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7037AA21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1,590,752,851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2286A32F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3AFBB941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01BF4F2C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234CEA88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FAM Infraestructura Educativa Media Superior y Superior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58CE28F1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704,210,163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7805859B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699,864,633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06E38645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699,864,633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61A2BB63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3F7F885D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65FEC8DB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7A6C5604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FAETA Educación Tecnológica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292CDD34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874,803,411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392ED035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890,888,218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53F6638F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890,888,218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2E564AC7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381924E6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1A9F29FC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671A65FC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Educación Superior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7AC772A6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4,666,884,297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50863F0B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4,649,394,343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492D62D6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4,649,394,343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6D357D69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6009B786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37A959DB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76E8F947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FAM Infraestructura Educativa Media Superior y Superior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62B00703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4,666,884,297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1609DF6D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4,649,394,343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13CD0A34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4,649,394,343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3C0D29CF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7796FDB9" w14:textId="77777777" w:rsidTr="00C7548F">
        <w:trPr>
          <w:trHeight w:val="23"/>
        </w:trPr>
        <w:tc>
          <w:tcPr>
            <w:tcW w:w="2546" w:type="pct"/>
            <w:gridSpan w:val="2"/>
            <w:shd w:val="clear" w:color="auto" w:fill="F2F2F2" w:themeFill="background1" w:themeFillShade="F2"/>
            <w:noWrap/>
            <w:hideMark/>
          </w:tcPr>
          <w:p w14:paraId="6FD27AE6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lastRenderedPageBreak/>
              <w:t>47 Entidades no Sectorizadas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78C1C6FB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199,442,202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3CFB8E15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176,714,592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1986A20F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176,714,592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5D03D88A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5A9B9782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76908901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21E4F3A9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 de Apoyo a la Educación Indígena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67645D74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199,442,202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10621AC9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176,714,592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1EAA5D39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176,714,592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08C72322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79D51985" w14:textId="77777777" w:rsidTr="00C7548F">
        <w:trPr>
          <w:trHeight w:val="23"/>
        </w:trPr>
        <w:tc>
          <w:tcPr>
            <w:tcW w:w="2546" w:type="pct"/>
            <w:gridSpan w:val="2"/>
            <w:shd w:val="clear" w:color="auto" w:fill="F2F2F2" w:themeFill="background1" w:themeFillShade="F2"/>
            <w:noWrap/>
            <w:hideMark/>
          </w:tcPr>
          <w:p w14:paraId="1E102CFF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48 Cultura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6D9AF326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15,218,615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6C6EE1B4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21,249,943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74D59B9E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21,249,943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41BFE586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527971DA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7F410D55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7DA96631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Nacional de Becas Artísticas y Culturales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66C270CA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15,218,615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4C6DF37D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21,249,943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3122D0C9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21,249,943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1FB088B6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6FCE5B7F" w14:textId="77777777" w:rsidTr="00C7548F">
        <w:trPr>
          <w:trHeight w:val="23"/>
        </w:trPr>
        <w:tc>
          <w:tcPr>
            <w:tcW w:w="2546" w:type="pct"/>
            <w:gridSpan w:val="2"/>
            <w:shd w:val="clear" w:color="auto" w:fill="F2F2F2" w:themeFill="background1" w:themeFillShade="F2"/>
            <w:noWrap/>
            <w:hideMark/>
          </w:tcPr>
          <w:p w14:paraId="181199D4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GYR Instituto Mexicano del Seguro Social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7647277D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41,109,074,138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22C2DF92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43,370,505,215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2907B2F1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43,370,505,215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2768854B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05C6F5D6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5A98FB64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39F106AB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Prevención y control de enfermedades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6E9991B4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433,400,940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1477A074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328,924,297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4C533192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328,924,297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2EA1870E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6AC89B0A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3CD1CCBD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57A838C3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Atención a la Salud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6B968354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40,675,673,198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08391C57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43,041,580,918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1200DB99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43,041,580,918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45F53394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77427F05" w14:textId="77777777" w:rsidTr="00C7548F">
        <w:trPr>
          <w:trHeight w:val="23"/>
        </w:trPr>
        <w:tc>
          <w:tcPr>
            <w:tcW w:w="2546" w:type="pct"/>
            <w:gridSpan w:val="2"/>
            <w:shd w:val="clear" w:color="auto" w:fill="F2F2F2" w:themeFill="background1" w:themeFillShade="F2"/>
            <w:noWrap/>
            <w:hideMark/>
          </w:tcPr>
          <w:p w14:paraId="2CF0CC84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GYN Instituto de Seguridad y Servicios Sociales de los Trabajadores del Estado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2CE29D6D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2,430,265,652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0CBE1E4A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2,523,748,614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749CBF7E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2,523,748,614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3C6B30F8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5F1F8FEC" w14:textId="77777777" w:rsidTr="00C7548F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hideMark/>
          </w:tcPr>
          <w:p w14:paraId="4D0FD65B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shd w:val="clear" w:color="auto" w:fill="F2F2F2" w:themeFill="background1" w:themeFillShade="F2"/>
            <w:hideMark/>
          </w:tcPr>
          <w:p w14:paraId="739F3E7E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Prevención y Control de Enfermedades</w:t>
            </w:r>
          </w:p>
        </w:tc>
        <w:tc>
          <w:tcPr>
            <w:tcW w:w="651" w:type="pct"/>
            <w:shd w:val="clear" w:color="auto" w:fill="F2F2F2" w:themeFill="background1" w:themeFillShade="F2"/>
            <w:noWrap/>
            <w:hideMark/>
          </w:tcPr>
          <w:p w14:paraId="3F2D5505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374,786,725</w:t>
            </w:r>
          </w:p>
        </w:tc>
        <w:tc>
          <w:tcPr>
            <w:tcW w:w="646" w:type="pct"/>
            <w:shd w:val="clear" w:color="auto" w:fill="F2F2F2" w:themeFill="background1" w:themeFillShade="F2"/>
            <w:noWrap/>
            <w:hideMark/>
          </w:tcPr>
          <w:p w14:paraId="4923745C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346,900,780</w:t>
            </w:r>
          </w:p>
        </w:tc>
        <w:tc>
          <w:tcPr>
            <w:tcW w:w="592" w:type="pct"/>
            <w:shd w:val="clear" w:color="auto" w:fill="F2F2F2" w:themeFill="background1" w:themeFillShade="F2"/>
            <w:noWrap/>
            <w:hideMark/>
          </w:tcPr>
          <w:p w14:paraId="7033DB90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346,900,780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hideMark/>
          </w:tcPr>
          <w:p w14:paraId="107B23F8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63948A26" w14:textId="77777777" w:rsidTr="00C7548F">
        <w:trPr>
          <w:trHeight w:val="23"/>
        </w:trPr>
        <w:tc>
          <w:tcPr>
            <w:tcW w:w="242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hideMark/>
          </w:tcPr>
          <w:p w14:paraId="58E13EBA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04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hideMark/>
          </w:tcPr>
          <w:p w14:paraId="54305849" w14:textId="77777777" w:rsidR="00C7548F" w:rsidRP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Atención a la Salud</w:t>
            </w:r>
          </w:p>
        </w:tc>
        <w:tc>
          <w:tcPr>
            <w:tcW w:w="651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5DB7C5E1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2,055,478,927</w:t>
            </w:r>
          </w:p>
        </w:tc>
        <w:tc>
          <w:tcPr>
            <w:tcW w:w="646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6E2F2F03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2,176,847,835</w:t>
            </w:r>
          </w:p>
        </w:tc>
        <w:tc>
          <w:tcPr>
            <w:tcW w:w="592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232B83F9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2,176,847,835</w:t>
            </w:r>
          </w:p>
        </w:tc>
        <w:tc>
          <w:tcPr>
            <w:tcW w:w="565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5772A0ED" w14:textId="77777777" w:rsidR="00C7548F" w:rsidRPr="008C2403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8C2403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19A3D0C9" w14:textId="77777777" w:rsidTr="00C7548F">
        <w:trPr>
          <w:trHeight w:val="23"/>
        </w:trPr>
        <w:tc>
          <w:tcPr>
            <w:tcW w:w="5000" w:type="pct"/>
            <w:gridSpan w:val="6"/>
            <w:tcBorders>
              <w:top w:val="single" w:sz="12" w:space="0" w:color="7F7F7F" w:themeColor="text1" w:themeTint="80"/>
              <w:bottom w:val="nil"/>
            </w:tcBorders>
            <w:shd w:val="clear" w:color="auto" w:fill="auto"/>
            <w:hideMark/>
          </w:tcPr>
          <w:p w14:paraId="5484BCC7" w14:textId="77777777" w:rsid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t>Nota: Las sumas parciales pueden no coincidir con el total, así como los cálculos porcentuales, debido al redondeo de las cifras.</w:t>
            </w:r>
          </w:p>
          <w:p w14:paraId="034B0A7E" w14:textId="77777777" w:rsidR="008C2403" w:rsidRPr="000F1294" w:rsidRDefault="008C2403" w:rsidP="008C2403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t>n.a.: No Aplica.</w:t>
            </w:r>
          </w:p>
          <w:p w14:paraId="70DE4256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t>FUENTE: Dependencias y entidades de la Administración Pública Federal.</w:t>
            </w:r>
          </w:p>
        </w:tc>
      </w:tr>
    </w:tbl>
    <w:p w14:paraId="3C8D7D05" w14:textId="77777777" w:rsidR="00030303" w:rsidRDefault="00030303" w:rsidP="00030303">
      <w:pPr>
        <w:pStyle w:val="TEXTONORMAL"/>
      </w:pPr>
      <w:r>
        <w:br w:type="page"/>
      </w:r>
    </w:p>
    <w:tbl>
      <w:tblPr>
        <w:tblW w:w="5000" w:type="pct"/>
        <w:tblBorders>
          <w:bottom w:val="single" w:sz="12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"/>
        <w:gridCol w:w="6034"/>
        <w:gridCol w:w="1698"/>
        <w:gridCol w:w="1558"/>
        <w:gridCol w:w="1560"/>
        <w:gridCol w:w="1524"/>
      </w:tblGrid>
      <w:tr w:rsidR="00C7548F" w:rsidRPr="00C7548F" w14:paraId="37AE12E2" w14:textId="77777777" w:rsidTr="00C7548F">
        <w:trPr>
          <w:trHeight w:val="23"/>
          <w:tblHeader/>
        </w:trPr>
        <w:tc>
          <w:tcPr>
            <w:tcW w:w="5000" w:type="pct"/>
            <w:gridSpan w:val="6"/>
            <w:shd w:val="clear" w:color="auto" w:fill="auto"/>
            <w:hideMark/>
          </w:tcPr>
          <w:p w14:paraId="1B020608" w14:textId="77777777" w:rsidR="00C7548F" w:rsidRPr="00C7548F" w:rsidRDefault="00C7548F" w:rsidP="00C7548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color w:val="000000"/>
                <w:sz w:val="16"/>
                <w:szCs w:val="16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color w:val="000000"/>
                <w:sz w:val="16"/>
                <w:szCs w:val="16"/>
                <w:lang w:val="es-MX" w:eastAsia="es-MX"/>
              </w:rPr>
              <w:lastRenderedPageBreak/>
              <w:t xml:space="preserve">RECURSOS PARA LA ATENCIÓN DE NIÑAS, NIÑOS Y ADOLESCENTES </w:t>
            </w:r>
          </w:p>
        </w:tc>
      </w:tr>
      <w:tr w:rsidR="00C7548F" w:rsidRPr="00C7548F" w14:paraId="142CA202" w14:textId="77777777" w:rsidTr="00C7548F">
        <w:trPr>
          <w:trHeight w:val="23"/>
          <w:tblHeader/>
        </w:trPr>
        <w:tc>
          <w:tcPr>
            <w:tcW w:w="5000" w:type="pct"/>
            <w:gridSpan w:val="6"/>
            <w:tcBorders>
              <w:bottom w:val="single" w:sz="12" w:space="0" w:color="7F7F7F" w:themeColor="text1" w:themeTint="80"/>
            </w:tcBorders>
            <w:shd w:val="clear" w:color="auto" w:fill="auto"/>
            <w:noWrap/>
            <w:hideMark/>
          </w:tcPr>
          <w:p w14:paraId="2C1747DD" w14:textId="77777777" w:rsidR="00C7548F" w:rsidRPr="00C7548F" w:rsidRDefault="00C7548F" w:rsidP="00C7548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color w:val="000000"/>
                <w:sz w:val="16"/>
                <w:szCs w:val="16"/>
                <w:lang w:val="es-MX" w:eastAsia="es-MX"/>
              </w:rPr>
              <w:t>(Pesos)</w:t>
            </w:r>
          </w:p>
        </w:tc>
      </w:tr>
      <w:tr w:rsidR="00C7548F" w:rsidRPr="00C7548F" w14:paraId="08558D54" w14:textId="77777777" w:rsidTr="00C7548F">
        <w:trPr>
          <w:trHeight w:val="23"/>
          <w:tblHeader/>
        </w:trPr>
        <w:tc>
          <w:tcPr>
            <w:tcW w:w="5000" w:type="pct"/>
            <w:gridSpan w:val="6"/>
            <w:tcBorders>
              <w:top w:val="single" w:sz="12" w:space="0" w:color="7F7F7F" w:themeColor="text1" w:themeTint="80"/>
              <w:bottom w:val="nil"/>
            </w:tcBorders>
            <w:shd w:val="clear" w:color="auto" w:fill="auto"/>
            <w:noWrap/>
          </w:tcPr>
          <w:p w14:paraId="0F4FED76" w14:textId="77777777" w:rsidR="00C7548F" w:rsidRPr="00C7548F" w:rsidRDefault="00C7548F" w:rsidP="00C7548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4"/>
                <w:szCs w:val="4"/>
                <w:lang w:val="es-MX" w:eastAsia="es-MX"/>
              </w:rPr>
            </w:pPr>
          </w:p>
        </w:tc>
      </w:tr>
      <w:tr w:rsidR="00C7548F" w:rsidRPr="00C7548F" w14:paraId="60885219" w14:textId="77777777" w:rsidTr="00435350">
        <w:trPr>
          <w:trHeight w:val="23"/>
          <w:tblHeader/>
        </w:trPr>
        <w:tc>
          <w:tcPr>
            <w:tcW w:w="242" w:type="pct"/>
            <w:vMerge w:val="restart"/>
            <w:tcBorders>
              <w:top w:val="nil"/>
            </w:tcBorders>
            <w:shd w:val="clear" w:color="000000" w:fill="D4C19C"/>
            <w:vAlign w:val="center"/>
            <w:hideMark/>
          </w:tcPr>
          <w:p w14:paraId="551B919A" w14:textId="77777777" w:rsidR="00C7548F" w:rsidRPr="00C7548F" w:rsidRDefault="00C7548F" w:rsidP="00C7548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Ramo</w:t>
            </w:r>
          </w:p>
        </w:tc>
        <w:tc>
          <w:tcPr>
            <w:tcW w:w="2320" w:type="pct"/>
            <w:vMerge w:val="restart"/>
            <w:tcBorders>
              <w:top w:val="nil"/>
            </w:tcBorders>
            <w:shd w:val="clear" w:color="000000" w:fill="D4C19C"/>
            <w:vAlign w:val="center"/>
            <w:hideMark/>
          </w:tcPr>
          <w:p w14:paraId="1DADA2BB" w14:textId="77777777" w:rsidR="00C7548F" w:rsidRPr="00C7548F" w:rsidRDefault="00C7548F" w:rsidP="00C7548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Descripción</w:t>
            </w:r>
          </w:p>
        </w:tc>
        <w:tc>
          <w:tcPr>
            <w:tcW w:w="2438" w:type="pct"/>
            <w:gridSpan w:val="4"/>
            <w:tcBorders>
              <w:top w:val="nil"/>
              <w:bottom w:val="single" w:sz="4" w:space="0" w:color="FFFFFF" w:themeColor="background1"/>
            </w:tcBorders>
            <w:shd w:val="clear" w:color="000000" w:fill="D4C19C"/>
            <w:noWrap/>
            <w:vAlign w:val="center"/>
            <w:hideMark/>
          </w:tcPr>
          <w:p w14:paraId="294894FC" w14:textId="77777777" w:rsidR="00C7548F" w:rsidRPr="00C7548F" w:rsidRDefault="00C7548F" w:rsidP="00C7548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Avance en el ejercicio del presupuesto 2020</w:t>
            </w:r>
          </w:p>
        </w:tc>
      </w:tr>
      <w:tr w:rsidR="00C7548F" w:rsidRPr="00C7548F" w14:paraId="172FEB37" w14:textId="77777777" w:rsidTr="00435350">
        <w:trPr>
          <w:trHeight w:val="23"/>
          <w:tblHeader/>
        </w:trPr>
        <w:tc>
          <w:tcPr>
            <w:tcW w:w="242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68C27F04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2320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088FB8EA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653" w:type="pct"/>
            <w:vMerge w:val="restart"/>
            <w:tcBorders>
              <w:top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0CB5912C" w14:textId="77777777" w:rsidR="00C7548F" w:rsidRPr="00C7548F" w:rsidRDefault="00C7548F" w:rsidP="00C7548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 xml:space="preserve">Aprobado </w:t>
            </w:r>
          </w:p>
        </w:tc>
        <w:tc>
          <w:tcPr>
            <w:tcW w:w="599" w:type="pct"/>
            <w:vMerge w:val="restart"/>
            <w:tcBorders>
              <w:top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2C8F0640" w14:textId="77777777" w:rsidR="00C7548F" w:rsidRPr="00C7548F" w:rsidRDefault="00C7548F" w:rsidP="00C7548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Modificado</w:t>
            </w:r>
          </w:p>
        </w:tc>
        <w:tc>
          <w:tcPr>
            <w:tcW w:w="600" w:type="pct"/>
            <w:vMerge w:val="restart"/>
            <w:tcBorders>
              <w:top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05EF80BF" w14:textId="77777777" w:rsidR="00C7548F" w:rsidRPr="00C7548F" w:rsidRDefault="00C7548F" w:rsidP="00C7548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Ejercido</w:t>
            </w:r>
          </w:p>
        </w:tc>
        <w:tc>
          <w:tcPr>
            <w:tcW w:w="586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502ADB67" w14:textId="77777777" w:rsidR="00C7548F" w:rsidRPr="00C7548F" w:rsidRDefault="00C7548F" w:rsidP="00C7548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Porcentaje de avance</w:t>
            </w:r>
          </w:p>
        </w:tc>
      </w:tr>
      <w:tr w:rsidR="00C7548F" w:rsidRPr="00C7548F" w14:paraId="69637E91" w14:textId="77777777" w:rsidTr="00435350">
        <w:trPr>
          <w:trHeight w:val="23"/>
          <w:tblHeader/>
        </w:trPr>
        <w:tc>
          <w:tcPr>
            <w:tcW w:w="242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245F6CEE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2320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7BE2B907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653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43E14830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599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349B4303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600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4366A14E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586" w:type="pct"/>
            <w:tcBorders>
              <w:top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534717A9" w14:textId="77777777" w:rsidR="00C7548F" w:rsidRPr="00C7548F" w:rsidRDefault="00C7548F" w:rsidP="00C7548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Ejercido / Modificado</w:t>
            </w:r>
          </w:p>
        </w:tc>
      </w:tr>
      <w:tr w:rsidR="00C7548F" w:rsidRPr="00C7548F" w14:paraId="1D3EBB40" w14:textId="77777777" w:rsidTr="00435350">
        <w:trPr>
          <w:trHeight w:val="23"/>
          <w:tblHeader/>
        </w:trPr>
        <w:tc>
          <w:tcPr>
            <w:tcW w:w="242" w:type="pct"/>
            <w:vMerge/>
            <w:tcBorders>
              <w:bottom w:val="nil"/>
            </w:tcBorders>
            <w:vAlign w:val="center"/>
            <w:hideMark/>
          </w:tcPr>
          <w:p w14:paraId="28FB6827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2320" w:type="pct"/>
            <w:vMerge/>
            <w:tcBorders>
              <w:bottom w:val="nil"/>
            </w:tcBorders>
            <w:vAlign w:val="center"/>
            <w:hideMark/>
          </w:tcPr>
          <w:p w14:paraId="4FD77416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653" w:type="pct"/>
            <w:tcBorders>
              <w:bottom w:val="nil"/>
            </w:tcBorders>
            <w:shd w:val="clear" w:color="000000" w:fill="D4C19C"/>
            <w:vAlign w:val="center"/>
            <w:hideMark/>
          </w:tcPr>
          <w:p w14:paraId="178D5A9E" w14:textId="77777777" w:rsidR="00C7548F" w:rsidRPr="00C7548F" w:rsidRDefault="00C7548F" w:rsidP="00C7548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(a)</w:t>
            </w:r>
          </w:p>
        </w:tc>
        <w:tc>
          <w:tcPr>
            <w:tcW w:w="599" w:type="pct"/>
            <w:tcBorders>
              <w:bottom w:val="nil"/>
            </w:tcBorders>
            <w:shd w:val="clear" w:color="000000" w:fill="D4C19C"/>
            <w:vAlign w:val="center"/>
            <w:hideMark/>
          </w:tcPr>
          <w:p w14:paraId="24DA2515" w14:textId="77777777" w:rsidR="00C7548F" w:rsidRPr="00C7548F" w:rsidRDefault="00C7548F" w:rsidP="00C7548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(b)</w:t>
            </w:r>
          </w:p>
        </w:tc>
        <w:tc>
          <w:tcPr>
            <w:tcW w:w="600" w:type="pct"/>
            <w:tcBorders>
              <w:bottom w:val="nil"/>
            </w:tcBorders>
            <w:shd w:val="clear" w:color="000000" w:fill="D4C19C"/>
            <w:noWrap/>
            <w:vAlign w:val="center"/>
            <w:hideMark/>
          </w:tcPr>
          <w:p w14:paraId="5FCD6D9E" w14:textId="77777777" w:rsidR="00C7548F" w:rsidRPr="00C7548F" w:rsidRDefault="00C7548F" w:rsidP="00C7548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(c)</w:t>
            </w:r>
          </w:p>
        </w:tc>
        <w:tc>
          <w:tcPr>
            <w:tcW w:w="586" w:type="pct"/>
            <w:tcBorders>
              <w:bottom w:val="nil"/>
            </w:tcBorders>
            <w:shd w:val="clear" w:color="000000" w:fill="D4C19C"/>
            <w:noWrap/>
            <w:vAlign w:val="center"/>
            <w:hideMark/>
          </w:tcPr>
          <w:p w14:paraId="66F3422E" w14:textId="77777777" w:rsidR="00C7548F" w:rsidRPr="00C7548F" w:rsidRDefault="00C7548F" w:rsidP="00C7548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 xml:space="preserve">(c) / (b) </w:t>
            </w:r>
          </w:p>
        </w:tc>
      </w:tr>
      <w:tr w:rsidR="00C7548F" w:rsidRPr="00C7548F" w14:paraId="04BD2548" w14:textId="77777777" w:rsidTr="00435350">
        <w:trPr>
          <w:trHeight w:val="23"/>
          <w:tblHeader/>
        </w:trPr>
        <w:tc>
          <w:tcPr>
            <w:tcW w:w="242" w:type="pct"/>
            <w:tcBorders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0AA2463E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2320" w:type="pct"/>
            <w:tcBorders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0E6D70A6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653" w:type="pct"/>
            <w:tcBorders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178745A8" w14:textId="77777777" w:rsidR="00C7548F" w:rsidRPr="00C7548F" w:rsidRDefault="00C7548F" w:rsidP="00C7548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599" w:type="pct"/>
            <w:tcBorders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3B87FE18" w14:textId="77777777" w:rsidR="00C7548F" w:rsidRPr="00C7548F" w:rsidRDefault="00C7548F" w:rsidP="00C7548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600" w:type="pct"/>
            <w:tcBorders>
              <w:bottom w:val="single" w:sz="12" w:space="0" w:color="7F7F7F" w:themeColor="text1" w:themeTint="80"/>
            </w:tcBorders>
            <w:shd w:val="clear" w:color="auto" w:fill="auto"/>
            <w:noWrap/>
            <w:vAlign w:val="center"/>
          </w:tcPr>
          <w:p w14:paraId="6B2BC42B" w14:textId="77777777" w:rsidR="00C7548F" w:rsidRPr="00C7548F" w:rsidRDefault="00C7548F" w:rsidP="00C7548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586" w:type="pct"/>
            <w:tcBorders>
              <w:bottom w:val="single" w:sz="12" w:space="0" w:color="7F7F7F" w:themeColor="text1" w:themeTint="80"/>
            </w:tcBorders>
            <w:shd w:val="clear" w:color="auto" w:fill="auto"/>
            <w:noWrap/>
            <w:vAlign w:val="center"/>
          </w:tcPr>
          <w:p w14:paraId="0911A394" w14:textId="77777777" w:rsidR="00C7548F" w:rsidRPr="00C7548F" w:rsidRDefault="00C7548F" w:rsidP="00C7548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</w:tr>
      <w:tr w:rsidR="00C7548F" w:rsidRPr="00C7548F" w14:paraId="2995D51D" w14:textId="77777777" w:rsidTr="00435350">
        <w:trPr>
          <w:trHeight w:val="23"/>
          <w:tblHeader/>
        </w:trPr>
        <w:tc>
          <w:tcPr>
            <w:tcW w:w="242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674BFDB1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2320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69505487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653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49C7A818" w14:textId="77777777" w:rsidR="00C7548F" w:rsidRPr="00C7548F" w:rsidRDefault="00C7548F" w:rsidP="00C7548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599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0B886D86" w14:textId="77777777" w:rsidR="00C7548F" w:rsidRPr="00C7548F" w:rsidRDefault="00C7548F" w:rsidP="00C7548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600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auto"/>
            <w:noWrap/>
            <w:vAlign w:val="center"/>
          </w:tcPr>
          <w:p w14:paraId="0BDE6821" w14:textId="77777777" w:rsidR="00C7548F" w:rsidRPr="00C7548F" w:rsidRDefault="00C7548F" w:rsidP="00C7548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586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auto"/>
            <w:noWrap/>
            <w:vAlign w:val="center"/>
          </w:tcPr>
          <w:p w14:paraId="6E4D612C" w14:textId="77777777" w:rsidR="00C7548F" w:rsidRPr="00C7548F" w:rsidRDefault="00C7548F" w:rsidP="00C7548F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</w:tr>
      <w:tr w:rsidR="00435350" w:rsidRPr="00C7548F" w14:paraId="16EC4000" w14:textId="77777777" w:rsidTr="00435350">
        <w:trPr>
          <w:trHeight w:val="23"/>
        </w:trPr>
        <w:tc>
          <w:tcPr>
            <w:tcW w:w="2562" w:type="pct"/>
            <w:gridSpan w:val="2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741D8463" w14:textId="77777777" w:rsidR="00435350" w:rsidRPr="00C7548F" w:rsidRDefault="00435350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Total</w:t>
            </w:r>
          </w:p>
        </w:tc>
        <w:tc>
          <w:tcPr>
            <w:tcW w:w="653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2B6CB56A" w14:textId="77777777" w:rsidR="00435350" w:rsidRPr="00C7548F" w:rsidRDefault="00435350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764,552,994,212</w:t>
            </w:r>
          </w:p>
        </w:tc>
        <w:tc>
          <w:tcPr>
            <w:tcW w:w="599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04786945" w14:textId="77777777" w:rsidR="00435350" w:rsidRPr="00C7548F" w:rsidRDefault="00435350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783,814,715,139</w:t>
            </w:r>
          </w:p>
        </w:tc>
        <w:tc>
          <w:tcPr>
            <w:tcW w:w="600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1A6B33AA" w14:textId="77777777" w:rsidR="00435350" w:rsidRPr="00C7548F" w:rsidRDefault="00435350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783,698,592,017</w:t>
            </w:r>
          </w:p>
        </w:tc>
        <w:tc>
          <w:tcPr>
            <w:tcW w:w="586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1DA9D20F" w14:textId="77777777" w:rsidR="00435350" w:rsidRPr="00C7548F" w:rsidRDefault="00435350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36EF269F" w14:textId="77777777" w:rsidTr="00435350">
        <w:trPr>
          <w:trHeight w:val="23"/>
        </w:trPr>
        <w:tc>
          <w:tcPr>
            <w:tcW w:w="2562" w:type="pct"/>
            <w:gridSpan w:val="2"/>
            <w:shd w:val="clear" w:color="auto" w:fill="F2F2F2" w:themeFill="background1" w:themeFillShade="F2"/>
            <w:noWrap/>
            <w:hideMark/>
          </w:tcPr>
          <w:p w14:paraId="005FFC79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04 Gobernación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7D655178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107,006,739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32F36C8C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36,273,711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3F97F3C7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36,273,711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436FE69E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0CCF7493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0FA978D5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738D3966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Atención a refugiados en el país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0BDFFCD6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173,097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2AF35E1B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556E0CC5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79ECCF09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n.a.</w:t>
            </w:r>
          </w:p>
        </w:tc>
      </w:tr>
      <w:tr w:rsidR="00C7548F" w:rsidRPr="00C7548F" w14:paraId="084A6FBC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0DB7D8E3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610839C1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Coordinación con las instancias que integran el Sistema Nacional de Protección Integral de Niñas, Niños y Adolescentes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139C9149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68,684,050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787E4DC5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35,707,311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207A7DDF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35,707,311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163B9EDE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127982F7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2AAD44E8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5439484E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Promover la Protección de los Derechos Humanos y Prevenir la Discriminación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3497B1E0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566,400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3A8FBA8A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566,400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36F403A5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566,400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4A3C9DAB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3E51EC97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5AA1E90A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1075FE07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Registro e Identificación de Población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199EFA68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37,583,192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02F9338A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2D3ADAC0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45E6B245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n.a.</w:t>
            </w:r>
          </w:p>
        </w:tc>
      </w:tr>
      <w:tr w:rsidR="00C7548F" w:rsidRPr="00C7548F" w14:paraId="55570D5A" w14:textId="77777777" w:rsidTr="00435350">
        <w:trPr>
          <w:trHeight w:val="23"/>
        </w:trPr>
        <w:tc>
          <w:tcPr>
            <w:tcW w:w="2562" w:type="pct"/>
            <w:gridSpan w:val="2"/>
            <w:shd w:val="clear" w:color="auto" w:fill="F2F2F2" w:themeFill="background1" w:themeFillShade="F2"/>
            <w:noWrap/>
            <w:hideMark/>
          </w:tcPr>
          <w:p w14:paraId="67EE296E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05 Relaciones Exteriores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36B8533A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3,000,000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585DB1FC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2,951,737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1D81E931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2,951,737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1BDBABB5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66EF3FB4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07A8244B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5885089E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Atención, protección, servicios y asistencia consulares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02A87828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3,000,000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14165972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2,951,737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387225C3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2,951,737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0E1F6EED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393290FB" w14:textId="77777777" w:rsidTr="00435350">
        <w:trPr>
          <w:trHeight w:val="23"/>
        </w:trPr>
        <w:tc>
          <w:tcPr>
            <w:tcW w:w="2562" w:type="pct"/>
            <w:gridSpan w:val="2"/>
            <w:shd w:val="clear" w:color="auto" w:fill="F2F2F2" w:themeFill="background1" w:themeFillShade="F2"/>
            <w:noWrap/>
            <w:hideMark/>
          </w:tcPr>
          <w:p w14:paraId="036BD2C8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08 Agricultura y Desarrollo Rural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5A81F5D5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1,575,146,174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46C0C88A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1,668,937,193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6CDA4001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1,668,937,193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0BD65975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565386FF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63F0BEDB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25D6B0F3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Desarrollo y aplicación de programas educativos en materia agropecuaria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384F2881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798,436,040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4FD1A89D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813,977,059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393E8160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813,977,059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2DF620C2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0A8B09CB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5D6EBA47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7BED273B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Abasto Social de Leche a cargo de Liconsa, S.A. de C.V.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540702C9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776,710,133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2C02B8B4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854,960,133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7F74A981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854,960,133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3997AB15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0195CFA3" w14:textId="77777777" w:rsidTr="00435350">
        <w:trPr>
          <w:trHeight w:val="23"/>
        </w:trPr>
        <w:tc>
          <w:tcPr>
            <w:tcW w:w="2562" w:type="pct"/>
            <w:gridSpan w:val="2"/>
            <w:shd w:val="clear" w:color="auto" w:fill="F2F2F2" w:themeFill="background1" w:themeFillShade="F2"/>
            <w:noWrap/>
            <w:hideMark/>
          </w:tcPr>
          <w:p w14:paraId="130356F6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11 Educación Pública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022BE746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154,155,540,032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69541BFA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164,965,580,351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5AC244D3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164,855,503,123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69D73EEC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99.9</w:t>
            </w:r>
          </w:p>
        </w:tc>
      </w:tr>
      <w:tr w:rsidR="00C7548F" w:rsidRPr="00C7548F" w14:paraId="2BBC70C2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6B4B42E8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41529BF1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Apoyos a centros y organizaciones de educación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193553E1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2,655,223,156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2DDFA4B9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17,292,740,677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77BF19B5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17,292,740,677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794A200C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61ACA7AC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773E9AD0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37C623AF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Atención a la Diversidad de la Educación Indígena (PADEI)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4753CFCF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69,363,611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75580CDE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65,167,464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4DF2843A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65,167,464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6BC78E58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7DA46796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37A96C4B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79AC47EB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Atención de Planteles Federales de Educación Media Superior con estudiantes con discapacidad (PAPFEMS)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614FF7EF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32,521,021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53E76583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875,172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6F2E3CB0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875,172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5BDB0D91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5C71EABF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2726E59F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1A43CF9E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Atención Educativa de la Población Escolar Migrante (PAEPEM)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3680A57C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69,363,610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00594BA9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63,138,010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7CB83C0D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63,138,010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42E4BEA0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49C19671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19478D70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6909B250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Beca Universal para Estudiantes de Educación Media Superior Benito Juárez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340AA2D8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23,196,140,104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17161502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25,367,124,351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4530ADB7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25,353,062,271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778523F6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99.9</w:t>
            </w:r>
          </w:p>
        </w:tc>
      </w:tr>
      <w:tr w:rsidR="00C7548F" w:rsidRPr="00C7548F" w14:paraId="23352E68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22B5537B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215054C7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Desarrollo de Aprendizajes significativos de Educación Básica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21D10786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155,704,787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6B1A601E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143,811,103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6DE640D4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143,811,103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3551EE71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203E171A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4A421EF4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65AA41F1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Educación Física de Excelencia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4FB0A972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122,100,169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47614DA9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44,876,844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7AED1EAA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44,876,844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75BE4A87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2D2B34D1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0909163E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3CA6FB2D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Educación Inicial y Básica Comunitaria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6CFEBF18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4,052,804,333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03F5DC15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3,466,537,181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0A08B586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3,419,150,498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0B288962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98.6</w:t>
            </w:r>
          </w:p>
        </w:tc>
      </w:tr>
      <w:tr w:rsidR="00C7548F" w:rsidRPr="00C7548F" w14:paraId="7CE24F57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6D9602F3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2EFC19FE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Educación para Adultos (INEA)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187DE68A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222,300,276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3101F7A1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197,567,652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33859782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197,567,652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27121CA9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08C25F4B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110AB58B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62E34F90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Escuelas de Tiempo Completo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45703EC0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5,100,000,000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7E2413C1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4,748,371,468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4916C24E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4,743,797,588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09291975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99.9</w:t>
            </w:r>
          </w:p>
        </w:tc>
      </w:tr>
      <w:tr w:rsidR="00C7548F" w:rsidRPr="00C7548F" w14:paraId="3A104B4F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23CE8628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44FD7211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Evaluaciones de la calidad de la educación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4A0DBF3B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99,036,992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0C6E1819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45,109,389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769F2C81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45,109,389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537B3E42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55D2C8DC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1E25EDAB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301B760A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Expansión de la Educación Inicial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288C2AF6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800,000,000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2458E43A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662,550,478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01385C24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621,744,665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6A338719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93.8</w:t>
            </w:r>
          </w:p>
        </w:tc>
      </w:tr>
      <w:tr w:rsidR="00C7548F" w:rsidRPr="00C7548F" w14:paraId="451C1AB3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1270921E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03A2357C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Expansión de la Educación Media Superior y Superior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00EA8C73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226,673,015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411AC64F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54,792,534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3B3696D3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54,792,534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3844DE97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07B62A0E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623928AE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45DA8B61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Formación y certificación para el trabajo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6C21DEDA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914,197,085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6A6F507F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678,611,476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4B70095A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678,611,476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2423AD25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6070C577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727804BE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015AECEE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Fortalecimiento de los Servicios de Educación Especial (PFSEE)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18401C56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55,381,099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6E8BD9B8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45,694,692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062C6251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45,691,824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6FC48009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6DC15110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61544B28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79D43111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Investigación Científica y Desarrollo Tecnológico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5C6B5CD3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3,958,873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1DD4EA0A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1,169,070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0C233DE1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1,169,070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3F0995B7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07E699E2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2C4FCCDF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0C735CCF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La Escuela es Nuestra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40BC23DA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7,280,250,000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0CB833F2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6,412,100,000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11AD84E9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6,412,100,000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48D0A8C0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032B3912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34AA1532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7BFBEB70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Políticas de igualdad de género en el sector educativo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0A842472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1,087,956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0A76ED87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1,495,984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0F830BCB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1,495,984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3168239E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7E230FC1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2C3924C2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2743E951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Producción y distribución de libros y materiales educativos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735A93CD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3,092,395,673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74E51555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3,141,982,524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13705372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3,141,982,524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573DEFBD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28577A21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2220671C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50206AB9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Producción y transmisión de materiales educativos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06AB14FA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144,092,354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6C505F28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190,797,689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625F8567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190,797,689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058DB4A3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04EE70C6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3EF4FE35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57C91643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Becas de Educación Básica para el Bienestar Benito Juárez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5867EE77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30,475,080,180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26343B2D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29,010,175,430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3CCEEF0F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29,010,175,430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69B5F7C0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1417E5C7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4A68FE3F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38EE9812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Becas Elisa Acuña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344CB492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134,833,992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7DB80A32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96,812,779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186C131B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96,812,779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0525BEDD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4C6D5E06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73D6AD53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0DC44589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Cultura Física y Deporte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3DAC6054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1,301,983,761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18F83BE7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650,768,892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061EC80A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650,768,892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65ECE72C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4408B67C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1ABCDA42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5A0DD3CB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mantenimiento e infraestructura física educativa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5F82E6F7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203,979,616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3BE371DD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454,633,176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1F9406DA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454,632,908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0CD78B53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658F343C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1D4D89E4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42AFB74F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Nacional de Convivencia Escolar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6A18367A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223,820,772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3DEECBEC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168,443,659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0D120244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168,443,659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06EDA2E7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5C653D05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41D3C41A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7416FF45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Nacional de Inglés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314BF480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436,072,948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49EFA4D9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387,969,034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0993E437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385,082,373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09A6BB1F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99.3</w:t>
            </w:r>
          </w:p>
        </w:tc>
      </w:tr>
      <w:tr w:rsidR="00C7548F" w:rsidRPr="00C7548F" w14:paraId="6520CAE7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32E2E1D4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44FE42E7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Nacional de Reconstrucción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69597D4B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6,318,069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29289D3C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6,318,069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1624CB5C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6,318,069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1C9A439E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07EAF541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3614FD33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5E425BFA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para el Desarrollo Profesional Docente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32CF667B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163,047,525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599B3C4C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154,813,531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3365119E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154,813,531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4761A45A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21D749A6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5BCF68F2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lastRenderedPageBreak/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3EF9FDCE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Servicios de Educación Media Superior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178AA546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44,354,833,636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3CF33550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40,797,758,257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59511175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40,797,400,441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161795B7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48443766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5B3139AC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0A7E698F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Subsidios para organismos descentralizados estatales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2EA43FE8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28,562,975,419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6E348085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30,613,373,768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6F3354F7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30,613,372,610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1F4F823E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6AA2CF36" w14:textId="77777777" w:rsidTr="00435350">
        <w:trPr>
          <w:trHeight w:val="23"/>
        </w:trPr>
        <w:tc>
          <w:tcPr>
            <w:tcW w:w="2562" w:type="pct"/>
            <w:gridSpan w:val="2"/>
            <w:shd w:val="clear" w:color="auto" w:fill="F2F2F2" w:themeFill="background1" w:themeFillShade="F2"/>
            <w:noWrap/>
            <w:hideMark/>
          </w:tcPr>
          <w:p w14:paraId="7C0E2AB4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12 Salud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468935C0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46,739,480,178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18DFD20E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47,020,882,097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5D8A2B9D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47,020,881,124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18B81FA6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1CE878D5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02F43565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6DB110F2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Atención a la Salud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3CE40908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3,147,117,670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133B3EB7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3,427,118,096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62E1BEE8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3,427,118,096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0965AE9D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3F521FE5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1D7034E9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74AA8497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Atención a la Salud y Medicamentos Gratuitos para la Población sin Seguridad Social Laboral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4CAD8CAA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1,748,515,998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38FA40AE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38,278,758,110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739034C4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38,278,758,110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7E453012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0B78CE17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4C9E69AF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74494213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Formación y capacitación de recursos humanos para la salud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3978DB7F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129,168,383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6C897612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157,256,655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70836FB2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157,256,655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7D60F3E0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0231CC9F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3487099E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3B88D441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Investigación y desarrollo tecnológico en salud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0B43A3FF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85,798,995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3CF73412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89,243,631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7295667C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89,243,631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68899BFB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1D66FD6A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4B839A78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12C9DBF8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Prevención y atención contra las adicciones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65087290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193,770,140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101FE45E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176,105,808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3288ACC3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176,104,835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40587AAC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61B9A3D5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131498B0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18324EDD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Prevención y atención de VIH/SIDA y otras ITS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5D082D3B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1,523,151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1DBC0C13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1,523,151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5227EDFF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1,523,151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60E23936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5CE44BB2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29CF0CB4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07272591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Prevención y Control de Sobrepeso, Obesidad y Diabetes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03D8ECCB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30,720,000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3400D54E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25,105,839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1F03D599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25,105,839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71261443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4C2B78D4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3D38C128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4556FF09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Atención a Personas con Discapacidad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3582DE80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17,999,999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789EB35B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17,474,409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7B53A89C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17,474,409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537860EE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4FBA3FBA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3AC74C36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0AC37C60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vacunación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088730AA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1,981,444,007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4562AFAA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2,383,670,718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75F9F8A7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2,383,670,718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11C50E17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235CF0E2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372BA554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20724A6E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Protección y restitución de los derechos de las niñas, niños y adolescentes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5B9E194E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62,834,131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5B3D99C7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63,075,858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65415C54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63,075,858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177FF815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6E4842D9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3F91CADE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57208C66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Salud materna, sexual y reproductiva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16B71886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655,529,797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09347CA3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454,334,064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3D9E3648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454,334,064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7995436A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39A53ED5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65397D16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69809160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Seguro Médico Siglo XXI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04560EA8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1,873,464,731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747D0364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916,208,835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7AF814A7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916,208,835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1A3D384A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618240F3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136843F4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2203A190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Seguro Popular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0059D474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36,082,175,529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11381007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2ECBA4A0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55776C4A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n.a.</w:t>
            </w:r>
          </w:p>
        </w:tc>
      </w:tr>
      <w:tr w:rsidR="00C7548F" w:rsidRPr="00C7548F" w14:paraId="1BB9BAB6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5D02A3F6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4958ED9B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Servicios de asistencia social integral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73A039F5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729,417,648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64DC665C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1,031,006,923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764FC916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1,031,006,923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6DE23FE2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5CD07E2D" w14:textId="77777777" w:rsidTr="00435350">
        <w:trPr>
          <w:trHeight w:val="23"/>
        </w:trPr>
        <w:tc>
          <w:tcPr>
            <w:tcW w:w="2562" w:type="pct"/>
            <w:gridSpan w:val="2"/>
            <w:shd w:val="clear" w:color="auto" w:fill="F2F2F2" w:themeFill="background1" w:themeFillShade="F2"/>
            <w:noWrap/>
            <w:hideMark/>
          </w:tcPr>
          <w:p w14:paraId="3F3CAA77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14 Trabajo y Previsión Social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1564629C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3,333,119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4727CA2C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3,664,082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5C83C91B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3,664,082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46C709D1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6858A680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458569BA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2A35D532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Ejecución de los programas y acciones de la Política Laboral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6E40A3B9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3,333,119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40D5D1C4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3,664,082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65DD12DC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3,664,082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6D2966C6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7ED2D9E4" w14:textId="77777777" w:rsidTr="00435350">
        <w:trPr>
          <w:trHeight w:val="23"/>
        </w:trPr>
        <w:tc>
          <w:tcPr>
            <w:tcW w:w="2562" w:type="pct"/>
            <w:gridSpan w:val="2"/>
            <w:shd w:val="clear" w:color="auto" w:fill="F2F2F2" w:themeFill="background1" w:themeFillShade="F2"/>
            <w:noWrap/>
            <w:hideMark/>
          </w:tcPr>
          <w:p w14:paraId="2BF85DFC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19 Aportaciones a Seguridad Social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723A4C15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6,083,882,322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4185C308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6,083,882,322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4397D80E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6,083,882,322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33487C3C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2AA72E25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79FE06B2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2153D912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IMSS-BIENESTAR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28BB4B80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6,083,882,322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344C3DAD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6,083,882,322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6BE6D6F5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6,083,882,322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11D16F4A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60F3C8FA" w14:textId="77777777" w:rsidTr="00435350">
        <w:trPr>
          <w:trHeight w:val="23"/>
        </w:trPr>
        <w:tc>
          <w:tcPr>
            <w:tcW w:w="2562" w:type="pct"/>
            <w:gridSpan w:val="2"/>
            <w:shd w:val="clear" w:color="auto" w:fill="F2F2F2" w:themeFill="background1" w:themeFillShade="F2"/>
            <w:noWrap/>
            <w:hideMark/>
          </w:tcPr>
          <w:p w14:paraId="6AA2071F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20 Bienestar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64F82D9D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2,117,642,767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1FFADBD2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1,677,888,396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75CFBD76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1,676,471,316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3DA43E38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99.9</w:t>
            </w:r>
          </w:p>
        </w:tc>
      </w:tr>
      <w:tr w:rsidR="00C7548F" w:rsidRPr="00C7548F" w14:paraId="69E50156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03720879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48BBC1C7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Articulación de Políticas Integrales de Juventud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6605D57E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14,177,873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08DC39B0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7,339,236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039DD288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7,339,236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58A26AB8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101EF49E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1171410C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40D9260D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 xml:space="preserve">Programa de Apoyo para el Bienestar de las Niñas y Niños, Hijos de Madres Trabajadoras 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65959F81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2,103,464,894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38150F73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1,670,549,160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1AFE84B9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1,669,132,080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31366DCC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99.9</w:t>
            </w:r>
          </w:p>
        </w:tc>
      </w:tr>
      <w:tr w:rsidR="00C7548F" w:rsidRPr="00C7548F" w14:paraId="3600263D" w14:textId="77777777" w:rsidTr="00435350">
        <w:trPr>
          <w:trHeight w:val="23"/>
        </w:trPr>
        <w:tc>
          <w:tcPr>
            <w:tcW w:w="2562" w:type="pct"/>
            <w:gridSpan w:val="2"/>
            <w:shd w:val="clear" w:color="auto" w:fill="F2F2F2" w:themeFill="background1" w:themeFillShade="F2"/>
            <w:noWrap/>
            <w:hideMark/>
          </w:tcPr>
          <w:p w14:paraId="0E9B0C25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22 Instituto Nacional Electoral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6D2DAA80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6,584,753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0BF2E026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6,584,753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7F8DB7CA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5,729,977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7AD0C41A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87.0</w:t>
            </w:r>
          </w:p>
        </w:tc>
      </w:tr>
      <w:tr w:rsidR="00C7548F" w:rsidRPr="00C7548F" w14:paraId="763ABD41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3EC7B153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0DEA9BB7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Capacitación y educación para el ejercicio democrático de la ciudadanía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7C6477CB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6,584,753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3554AF6B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6,584,753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0CDA5B57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5,729,977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2FEEC650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87.0</w:t>
            </w:r>
          </w:p>
        </w:tc>
      </w:tr>
      <w:tr w:rsidR="00C7548F" w:rsidRPr="00C7548F" w14:paraId="4D4A630D" w14:textId="77777777" w:rsidTr="00435350">
        <w:trPr>
          <w:trHeight w:val="23"/>
        </w:trPr>
        <w:tc>
          <w:tcPr>
            <w:tcW w:w="2562" w:type="pct"/>
            <w:gridSpan w:val="2"/>
            <w:shd w:val="clear" w:color="auto" w:fill="F2F2F2" w:themeFill="background1" w:themeFillShade="F2"/>
            <w:noWrap/>
            <w:hideMark/>
          </w:tcPr>
          <w:p w14:paraId="467B70C8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25 Previsiones y Aportaciones para los Sistemas de Educación Básica, Normal, Tecnológica y de Adultos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08A28067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40,216,510,849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5D24976E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38,227,164,327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5FD230A6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38,226,920,955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1DA13A68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549147D2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39C6B733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176EF253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Becas para la población atendida por el sector educativo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165328FB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169,102,514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0F57DBF6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120,485,850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389E1760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120,485,850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23F3A1C2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3A7EDF6D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647D33E8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323D2559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Desarrollo de Aprendizajes significativos de Educación Básica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6ECE878B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0432D2E4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4,868,353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2CD11DD1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4,868,353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6D719C1C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4F751424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304E18D0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3F1AB097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Escuelas de Tiempo Completo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7DF56033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49789271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164,128,919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3196D417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164,128,321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0253446F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0125B1E4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59927D4C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63DDC3BE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Expansión de la Educación Inicial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4DAB48E2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3F17DF6B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18,658,607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11E2D322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18,658,607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45CA68DD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4A7E538D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1E2635DF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3AED6EC6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Fortalecimiento de los Servicios de Educación Especial (PFSEE)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41BF8134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6ACC6CD3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1,667,984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3F77B8B0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1,667,984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6EF51047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3D0FE973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6B582774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2FEE882D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Nacional de Convivencia Escolar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6CEAE3B6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0A2EB442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2,446,781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3CC5F442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2,446,781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11386F3B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353EEF15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267BB167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725180FA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Nacional de Inglés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3BCDD861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62F2C7E5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14,940,670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16EB810C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14,940,670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63C26F91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24BA2078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4A66D790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66688E78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para el Desarrollo Profesional Docente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542E85A8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17CA65BC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3,637,011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4AAD9FC2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3,637,011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01D6B3BE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6C2F90B6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137C6807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26AF8326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Servicios de educación básica en la Ciudad de México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364721E5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40,047,408,335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61EC26E8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37,896,330,153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3B9D6E85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37,896,087,379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21A5AECC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143C5F8C" w14:textId="77777777" w:rsidTr="00435350">
        <w:trPr>
          <w:trHeight w:val="23"/>
        </w:trPr>
        <w:tc>
          <w:tcPr>
            <w:tcW w:w="2562" w:type="pct"/>
            <w:gridSpan w:val="2"/>
            <w:shd w:val="clear" w:color="auto" w:fill="F2F2F2" w:themeFill="background1" w:themeFillShade="F2"/>
            <w:noWrap/>
            <w:hideMark/>
          </w:tcPr>
          <w:p w14:paraId="77CF96B1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33 Aportaciones Federales para Entidades Federativas y Municipios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71D4F8D0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444,862,447,074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125A2ECA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454,471,824,689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28C1AC2A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454,471,824,689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28F68440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34AF6C5B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6B2A3E98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4EB04B06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FAETA Educación de Adultos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5C3AFE1E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204,561,004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5E33B60A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184,089,845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00DB821E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184,089,845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001B5C45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57C5F998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48DCA141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532325E9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FAETA Educación Tecnológica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067239AF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3,892,537,793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671BA079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3,964,108,978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29E8411D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3,964,108,978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4E16B260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2D4CCC0B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61052B8F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1E650A02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 xml:space="preserve">FAM Asistencia Social 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253DA846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9,429,865,680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496D4C16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9,419,027,629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010CCCDA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9,419,027,629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631B670A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160702DE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763C8607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lastRenderedPageBreak/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0AEEB80D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FAM Infraestructura Educativa Básica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031787CB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9,548,612,379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38C12BA5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9,511,436,720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65B43BEC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9,511,436,720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4E6BBB8E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7000E643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2605AEAE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430B0D3F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FAM Infraestructura Educativa Media Superior y Superior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1A080108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704,210,163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401C4CE6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699,864,633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18BEE7DA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699,864,633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6ED156EE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2582CA2D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6D8E97A4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125C5FCC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FASSA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7CD3DA44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27,543,414,823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666955A4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27,813,810,212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720766FE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27,813,810,212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21070620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3BDB3C72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2592DDF1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0E5925DE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FONE Fondo de Compensación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0D0E7BC9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10,388,597,656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7FAF8217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10,378,208,608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0B1EB5C7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10,378,208,608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34304BDD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28B88515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64AAAF1D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030CD33D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FONE Gasto de Operación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1E108DA0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14,438,498,581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7C15EB05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14,327,189,008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6FE622FD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14,327,189,008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6AD92DA2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5C833464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49D63964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3A648519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FONE Otros de Gasto Corriente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3D52ECC5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10,749,607,402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31520F7E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10,738,751,336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34292B04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10,738,751,336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2A6414EB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4C2FF884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307DC2EF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63AC2629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FONE Servicios Personales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5E40DCD7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357,962,541,593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79651E29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367,435,337,721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374306FA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367,435,337,721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216F76DE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674D7844" w14:textId="77777777" w:rsidTr="00435350">
        <w:trPr>
          <w:trHeight w:val="23"/>
        </w:trPr>
        <w:tc>
          <w:tcPr>
            <w:tcW w:w="2562" w:type="pct"/>
            <w:gridSpan w:val="2"/>
            <w:shd w:val="clear" w:color="auto" w:fill="F2F2F2" w:themeFill="background1" w:themeFillShade="F2"/>
            <w:noWrap/>
            <w:hideMark/>
          </w:tcPr>
          <w:p w14:paraId="675DBFEF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35 Comisión Nacional de los Derechos Humanos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129927D1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8,181,943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1899374C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8,229,430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48EB2531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4,699,737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7FFEA6AF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57.1</w:t>
            </w:r>
          </w:p>
        </w:tc>
      </w:tr>
      <w:tr w:rsidR="00C7548F" w:rsidRPr="00C7548F" w14:paraId="5105E6A6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220BA9BD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347B73C1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Atender asuntos relacionados con niñas, niños y adolescentes.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7F148083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8,181,943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509313C8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8,229,430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356AB29A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4,699,737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59529AB5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57.1</w:t>
            </w:r>
          </w:p>
        </w:tc>
      </w:tr>
      <w:tr w:rsidR="00C7548F" w:rsidRPr="00C7548F" w14:paraId="2F73DFD8" w14:textId="77777777" w:rsidTr="00435350">
        <w:trPr>
          <w:trHeight w:val="23"/>
        </w:trPr>
        <w:tc>
          <w:tcPr>
            <w:tcW w:w="2562" w:type="pct"/>
            <w:gridSpan w:val="2"/>
            <w:shd w:val="clear" w:color="auto" w:fill="F2F2F2" w:themeFill="background1" w:themeFillShade="F2"/>
            <w:noWrap/>
            <w:hideMark/>
          </w:tcPr>
          <w:p w14:paraId="6A6E406D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43 Instituto Federal de Telecomunicaciones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22AA7270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7,000,000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7FF4E82F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4,691,970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717C476F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4,691,970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47CD70F9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03568607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0B5F1DB7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5B03AA74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Regulación y Supervisión de los sectores Telecomunicaciones y Radiodifusión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36AF0E17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7,000,000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74BC5C0C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4,691,970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79243470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4,691,970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7CFCA518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3D67FC10" w14:textId="77777777" w:rsidTr="00435350">
        <w:trPr>
          <w:trHeight w:val="23"/>
        </w:trPr>
        <w:tc>
          <w:tcPr>
            <w:tcW w:w="2562" w:type="pct"/>
            <w:gridSpan w:val="2"/>
            <w:shd w:val="clear" w:color="auto" w:fill="F2F2F2" w:themeFill="background1" w:themeFillShade="F2"/>
            <w:noWrap/>
            <w:hideMark/>
          </w:tcPr>
          <w:p w14:paraId="29607B35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47 Entidades no Sectorizadas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756370B9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1,358,510,049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02E86C8F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1,203,699,849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29996D76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1,203,699,849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7E091498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5B9B7856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593DBA91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302B34D4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 de Apoyo a la Educación Indígena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04966EED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1,358,510,049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1A2A3FA2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1,203,699,849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61D7F2E8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1,203,699,849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348E8BF1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238EAC3C" w14:textId="77777777" w:rsidTr="00435350">
        <w:trPr>
          <w:trHeight w:val="23"/>
        </w:trPr>
        <w:tc>
          <w:tcPr>
            <w:tcW w:w="2562" w:type="pct"/>
            <w:gridSpan w:val="2"/>
            <w:shd w:val="clear" w:color="auto" w:fill="F2F2F2" w:themeFill="background1" w:themeFillShade="F2"/>
            <w:noWrap/>
            <w:hideMark/>
          </w:tcPr>
          <w:p w14:paraId="766468A2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48 Cultura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050F168D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59,529,352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2EE0D0E7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34,744,064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01BAF1CF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34,744,064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7BDB350A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764876AD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33723E0F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40C38B22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Desarrollo Cultural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28BD6E58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27,101,098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063EFB64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21,215,051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393EE181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21,215,051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3C5DD1DA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7AA49A44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54FDCCEC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27AB602A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Producción y distribución de libros y materiales artísticos y culturales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7494EA58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2,660,103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0FEF2FED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3,333,612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660E579C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3,333,612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4F43E492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4D2286FD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17BF0BC1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1732B811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Servicios Cinematográficos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0FCC2C8F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1,095,912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26D62F42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1,331,923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01DFD17E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1,331,923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02749270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527689DE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40A18081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0ECBBCF1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Servicios educativos culturales y artísticos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391C287E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28,672,240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084A336F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8,863,478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21A3CBA5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8,863,478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23C833C3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239109A6" w14:textId="77777777" w:rsidTr="00435350">
        <w:trPr>
          <w:trHeight w:val="23"/>
        </w:trPr>
        <w:tc>
          <w:tcPr>
            <w:tcW w:w="2562" w:type="pct"/>
            <w:gridSpan w:val="2"/>
            <w:shd w:val="clear" w:color="auto" w:fill="F2F2F2" w:themeFill="background1" w:themeFillShade="F2"/>
            <w:noWrap/>
            <w:hideMark/>
          </w:tcPr>
          <w:p w14:paraId="2893F52C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49 Fiscalía General de la República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4F31658F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69,612,548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35121137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16,557,554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112B44E6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16,557,554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43FEDDD5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397D6BB1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0E2BF3E8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4738D383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Actividades de apoyo administrativo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6A172653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2,873,150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152620E9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169,263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72C94D8D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169,263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2FB1224B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3BB79BBF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1B9933FA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5F6BCD05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Investigar y perseguir los delitos cometidos en materia de derechos humanos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45A5126E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66,249,398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68C0E917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15,898,291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4BBAFD1C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15,898,291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5F8CE846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51C5C9D4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0DDED1D2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38241A30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Investigar, perseguir y prevenir delitos del orden electoral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5C0D866B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490,000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0DEA8EB1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490,000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7A70CB47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490,000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54335EB9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33DFFD04" w14:textId="77777777" w:rsidTr="00435350">
        <w:trPr>
          <w:trHeight w:val="23"/>
        </w:trPr>
        <w:tc>
          <w:tcPr>
            <w:tcW w:w="2562" w:type="pct"/>
            <w:gridSpan w:val="2"/>
            <w:shd w:val="clear" w:color="auto" w:fill="F2F2F2" w:themeFill="background1" w:themeFillShade="F2"/>
            <w:noWrap/>
            <w:hideMark/>
          </w:tcPr>
          <w:p w14:paraId="2BDCB610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GYR Instituto Mexicano del Seguro Social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4D415ACE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52,366,920,895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5F456641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52,342,377,401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0470A827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52,342,377,401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70EFA027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48557F96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32FA5E3E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49FE378E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Atención a la Salud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38A623EB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35,109,472,628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58BCC656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37,151,621,308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5D11B485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37,151,621,308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0B474602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1A28F9D6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130C7490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5FE06E56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Prestaciones sociales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3FF5B1A8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634,246,619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4FAD60C2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514,559,270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4965CD70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514,559,270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61872F28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1D420B3B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3105343A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2FB1525D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Prevención y control de enfermedades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40B18397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4,141,028,932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75120E78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3,142,782,826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50C210E5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3,142,782,826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400F1269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4A457561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09B59C0C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17302206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Servicios de guardería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2C95F35B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12,482,172,716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0FA5C639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11,533,413,997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65B23C37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11,533,413,997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01BCFD13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16419501" w14:textId="77777777" w:rsidTr="00435350">
        <w:trPr>
          <w:trHeight w:val="23"/>
        </w:trPr>
        <w:tc>
          <w:tcPr>
            <w:tcW w:w="2562" w:type="pct"/>
            <w:gridSpan w:val="2"/>
            <w:shd w:val="clear" w:color="auto" w:fill="F2F2F2" w:themeFill="background1" w:themeFillShade="F2"/>
            <w:noWrap/>
            <w:hideMark/>
          </w:tcPr>
          <w:p w14:paraId="65B4DBE9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GYN Instituto de Seguridad y Servicios Sociales de los Trabajadores del Estado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66656A09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14,812,665,418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5BA1C6CA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16,038,781,214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68542652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16,038,781,214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7F4F0A0D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2E17EF03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6CFDF9A3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665EDDD8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Atención a la Salud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60719C94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11,277,047,188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0190D64D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11,942,956,381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2C79F71B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11,942,956,381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5E0983F3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31CFA007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67390D45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shd w:val="clear" w:color="auto" w:fill="F2F2F2" w:themeFill="background1" w:themeFillShade="F2"/>
            <w:noWrap/>
            <w:hideMark/>
          </w:tcPr>
          <w:p w14:paraId="12BEFF57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Prevención y control de enfermedades</w:t>
            </w:r>
          </w:p>
        </w:tc>
        <w:tc>
          <w:tcPr>
            <w:tcW w:w="653" w:type="pct"/>
            <w:shd w:val="clear" w:color="auto" w:fill="F2F2F2" w:themeFill="background1" w:themeFillShade="F2"/>
            <w:noWrap/>
            <w:hideMark/>
          </w:tcPr>
          <w:p w14:paraId="445655F7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1,804,513,436</w:t>
            </w:r>
          </w:p>
        </w:tc>
        <w:tc>
          <w:tcPr>
            <w:tcW w:w="599" w:type="pct"/>
            <w:shd w:val="clear" w:color="auto" w:fill="F2F2F2" w:themeFill="background1" w:themeFillShade="F2"/>
            <w:noWrap/>
            <w:hideMark/>
          </w:tcPr>
          <w:p w14:paraId="3F2CC8C3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1,670,248,907</w:t>
            </w:r>
          </w:p>
        </w:tc>
        <w:tc>
          <w:tcPr>
            <w:tcW w:w="600" w:type="pct"/>
            <w:shd w:val="clear" w:color="auto" w:fill="F2F2F2" w:themeFill="background1" w:themeFillShade="F2"/>
            <w:noWrap/>
            <w:hideMark/>
          </w:tcPr>
          <w:p w14:paraId="341EA720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1,670,248,907</w:t>
            </w:r>
          </w:p>
        </w:tc>
        <w:tc>
          <w:tcPr>
            <w:tcW w:w="586" w:type="pct"/>
            <w:shd w:val="clear" w:color="auto" w:fill="F2F2F2" w:themeFill="background1" w:themeFillShade="F2"/>
            <w:noWrap/>
            <w:hideMark/>
          </w:tcPr>
          <w:p w14:paraId="16FE38A4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16D9538F" w14:textId="77777777" w:rsidTr="00435350">
        <w:trPr>
          <w:trHeight w:val="23"/>
        </w:trPr>
        <w:tc>
          <w:tcPr>
            <w:tcW w:w="242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053B0C15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20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454B2572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Servicios de Estancias de Bienestar y Desarrollo Infantil</w:t>
            </w:r>
          </w:p>
        </w:tc>
        <w:tc>
          <w:tcPr>
            <w:tcW w:w="653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6EE85982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1,731,104,794</w:t>
            </w:r>
          </w:p>
        </w:tc>
        <w:tc>
          <w:tcPr>
            <w:tcW w:w="599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62BEBAEC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2,425,575,926</w:t>
            </w:r>
          </w:p>
        </w:tc>
        <w:tc>
          <w:tcPr>
            <w:tcW w:w="600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4A15E2C0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2,425,575,926</w:t>
            </w:r>
          </w:p>
        </w:tc>
        <w:tc>
          <w:tcPr>
            <w:tcW w:w="586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44A8B29F" w14:textId="77777777" w:rsidR="00C7548F" w:rsidRPr="00C7548F" w:rsidRDefault="00C7548F" w:rsidP="00C7548F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100.0</w:t>
            </w:r>
          </w:p>
        </w:tc>
      </w:tr>
      <w:tr w:rsidR="00C7548F" w:rsidRPr="00C7548F" w14:paraId="04565B81" w14:textId="77777777" w:rsidTr="00C7548F">
        <w:trPr>
          <w:trHeight w:val="23"/>
        </w:trPr>
        <w:tc>
          <w:tcPr>
            <w:tcW w:w="5000" w:type="pct"/>
            <w:gridSpan w:val="6"/>
            <w:tcBorders>
              <w:top w:val="single" w:sz="12" w:space="0" w:color="7F7F7F" w:themeColor="text1" w:themeTint="80"/>
              <w:bottom w:val="nil"/>
            </w:tcBorders>
            <w:shd w:val="clear" w:color="auto" w:fill="auto"/>
            <w:hideMark/>
          </w:tcPr>
          <w:p w14:paraId="2A67479A" w14:textId="77777777" w:rsidR="008C2403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t>Nota: Las sumas parciales pueden no coincidir con el total, así como los cálculos porcentuales, debido al redondeo de las cifras.</w:t>
            </w:r>
          </w:p>
          <w:p w14:paraId="5732B0B1" w14:textId="77777777" w:rsidR="008C2403" w:rsidRPr="000F1294" w:rsidRDefault="008C2403" w:rsidP="008C2403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</w:pPr>
            <w:r w:rsidRPr="000F1294"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t>n.a.: No Aplica.</w:t>
            </w:r>
          </w:p>
          <w:p w14:paraId="4EB156A8" w14:textId="77777777" w:rsidR="00C7548F" w:rsidRPr="00C7548F" w:rsidRDefault="00C7548F" w:rsidP="00C7548F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</w:pPr>
            <w:r w:rsidRPr="00C7548F"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t>FUENTE: Dependencias y entidades de la Administración Pública Federal.</w:t>
            </w:r>
          </w:p>
        </w:tc>
      </w:tr>
    </w:tbl>
    <w:p w14:paraId="000109A2" w14:textId="77777777" w:rsidR="005232BC" w:rsidRDefault="005232BC" w:rsidP="005232BC">
      <w:pPr>
        <w:pStyle w:val="TEXTONORMAL"/>
      </w:pPr>
      <w:r>
        <w:br w:type="page"/>
      </w:r>
    </w:p>
    <w:tbl>
      <w:tblPr>
        <w:tblW w:w="5000" w:type="pct"/>
        <w:tblBorders>
          <w:bottom w:val="single" w:sz="12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"/>
        <w:gridCol w:w="6091"/>
        <w:gridCol w:w="1636"/>
        <w:gridCol w:w="1597"/>
        <w:gridCol w:w="1529"/>
        <w:gridCol w:w="1521"/>
      </w:tblGrid>
      <w:tr w:rsidR="00435350" w:rsidRPr="00435350" w14:paraId="6D7E6931" w14:textId="77777777" w:rsidTr="00435350">
        <w:trPr>
          <w:trHeight w:val="23"/>
          <w:tblHeader/>
        </w:trPr>
        <w:tc>
          <w:tcPr>
            <w:tcW w:w="5000" w:type="pct"/>
            <w:gridSpan w:val="6"/>
            <w:shd w:val="clear" w:color="auto" w:fill="auto"/>
            <w:noWrap/>
            <w:hideMark/>
          </w:tcPr>
          <w:p w14:paraId="42DB2DF2" w14:textId="77777777" w:rsidR="00435350" w:rsidRPr="00435350" w:rsidRDefault="00435350" w:rsidP="00435350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color w:val="000000"/>
                <w:sz w:val="16"/>
                <w:szCs w:val="16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color w:val="000000"/>
                <w:sz w:val="16"/>
                <w:szCs w:val="16"/>
                <w:lang w:val="es-MX" w:eastAsia="es-MX"/>
              </w:rPr>
              <w:lastRenderedPageBreak/>
              <w:t>ACCIONES PARA LA PREVENCIÓN DEL DELITO, COMBATE A LAS ADICCIONES, RESCATE DE ESPACIOS PÚBLICOS Y PROMOCIÓN DE PROYECTOS PRODUCTIVOS</w:t>
            </w:r>
          </w:p>
        </w:tc>
      </w:tr>
      <w:tr w:rsidR="00435350" w:rsidRPr="00435350" w14:paraId="1516316D" w14:textId="77777777" w:rsidTr="00435350">
        <w:trPr>
          <w:trHeight w:val="23"/>
          <w:tblHeader/>
        </w:trPr>
        <w:tc>
          <w:tcPr>
            <w:tcW w:w="5000" w:type="pct"/>
            <w:gridSpan w:val="6"/>
            <w:tcBorders>
              <w:bottom w:val="single" w:sz="12" w:space="0" w:color="7F7F7F" w:themeColor="text1" w:themeTint="80"/>
            </w:tcBorders>
            <w:shd w:val="clear" w:color="auto" w:fill="auto"/>
            <w:noWrap/>
            <w:hideMark/>
          </w:tcPr>
          <w:p w14:paraId="2596610F" w14:textId="77777777" w:rsidR="00435350" w:rsidRPr="00435350" w:rsidRDefault="00435350" w:rsidP="00435350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6"/>
                <w:szCs w:val="16"/>
                <w:lang w:val="es-MX" w:eastAsia="es-MX"/>
              </w:rPr>
              <w:t>(Pesos)</w:t>
            </w:r>
          </w:p>
        </w:tc>
      </w:tr>
      <w:tr w:rsidR="00435350" w:rsidRPr="00435350" w14:paraId="45F56CC5" w14:textId="77777777" w:rsidTr="00435350">
        <w:trPr>
          <w:trHeight w:val="23"/>
          <w:tblHeader/>
        </w:trPr>
        <w:tc>
          <w:tcPr>
            <w:tcW w:w="5000" w:type="pct"/>
            <w:gridSpan w:val="6"/>
            <w:tcBorders>
              <w:top w:val="single" w:sz="12" w:space="0" w:color="7F7F7F" w:themeColor="text1" w:themeTint="80"/>
              <w:bottom w:val="nil"/>
            </w:tcBorders>
            <w:shd w:val="clear" w:color="auto" w:fill="auto"/>
            <w:noWrap/>
          </w:tcPr>
          <w:p w14:paraId="0F72E630" w14:textId="77777777" w:rsidR="00435350" w:rsidRPr="00435350" w:rsidRDefault="00435350" w:rsidP="00435350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000000"/>
                <w:sz w:val="4"/>
                <w:szCs w:val="4"/>
                <w:lang w:val="es-MX" w:eastAsia="es-MX"/>
              </w:rPr>
            </w:pPr>
          </w:p>
        </w:tc>
      </w:tr>
      <w:tr w:rsidR="00435350" w:rsidRPr="00435350" w14:paraId="21B1296D" w14:textId="77777777" w:rsidTr="008C2403">
        <w:trPr>
          <w:trHeight w:val="23"/>
          <w:tblHeader/>
        </w:trPr>
        <w:tc>
          <w:tcPr>
            <w:tcW w:w="242" w:type="pct"/>
            <w:vMerge w:val="restart"/>
            <w:tcBorders>
              <w:top w:val="nil"/>
            </w:tcBorders>
            <w:shd w:val="clear" w:color="000000" w:fill="D4C19C"/>
            <w:vAlign w:val="center"/>
            <w:hideMark/>
          </w:tcPr>
          <w:p w14:paraId="735A9748" w14:textId="77777777" w:rsidR="00435350" w:rsidRPr="00435350" w:rsidRDefault="00435350" w:rsidP="00435350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Ramo</w:t>
            </w:r>
          </w:p>
        </w:tc>
        <w:tc>
          <w:tcPr>
            <w:tcW w:w="2342" w:type="pct"/>
            <w:vMerge w:val="restart"/>
            <w:tcBorders>
              <w:top w:val="nil"/>
            </w:tcBorders>
            <w:shd w:val="clear" w:color="000000" w:fill="D4C19C"/>
            <w:vAlign w:val="center"/>
            <w:hideMark/>
          </w:tcPr>
          <w:p w14:paraId="756A9D90" w14:textId="77777777" w:rsidR="00435350" w:rsidRPr="00435350" w:rsidRDefault="00435350" w:rsidP="00435350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Descripción</w:t>
            </w:r>
          </w:p>
        </w:tc>
        <w:tc>
          <w:tcPr>
            <w:tcW w:w="2416" w:type="pct"/>
            <w:gridSpan w:val="4"/>
            <w:tcBorders>
              <w:top w:val="nil"/>
              <w:bottom w:val="single" w:sz="4" w:space="0" w:color="FFFFFF" w:themeColor="background1"/>
            </w:tcBorders>
            <w:shd w:val="clear" w:color="000000" w:fill="D4C19C"/>
            <w:noWrap/>
            <w:vAlign w:val="center"/>
            <w:hideMark/>
          </w:tcPr>
          <w:p w14:paraId="162B999F" w14:textId="77777777" w:rsidR="00435350" w:rsidRPr="00435350" w:rsidRDefault="00435350" w:rsidP="00435350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Avance en el ejercicio del presupuesto 2020</w:t>
            </w:r>
          </w:p>
        </w:tc>
      </w:tr>
      <w:tr w:rsidR="00435350" w:rsidRPr="00435350" w14:paraId="437533E0" w14:textId="77777777" w:rsidTr="008C2403">
        <w:trPr>
          <w:trHeight w:val="23"/>
          <w:tblHeader/>
        </w:trPr>
        <w:tc>
          <w:tcPr>
            <w:tcW w:w="242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248F0B13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2342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1EA88E87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629" w:type="pct"/>
            <w:vMerge w:val="restart"/>
            <w:tcBorders>
              <w:top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4370947B" w14:textId="77777777" w:rsidR="00435350" w:rsidRPr="00435350" w:rsidRDefault="00435350" w:rsidP="00435350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 xml:space="preserve">Aprobado </w:t>
            </w:r>
          </w:p>
        </w:tc>
        <w:tc>
          <w:tcPr>
            <w:tcW w:w="614" w:type="pct"/>
            <w:vMerge w:val="restart"/>
            <w:tcBorders>
              <w:top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50FCF871" w14:textId="77777777" w:rsidR="00435350" w:rsidRPr="00435350" w:rsidRDefault="00435350" w:rsidP="00435350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Modificado</w:t>
            </w:r>
          </w:p>
        </w:tc>
        <w:tc>
          <w:tcPr>
            <w:tcW w:w="588" w:type="pct"/>
            <w:vMerge w:val="restart"/>
            <w:tcBorders>
              <w:top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13D3E504" w14:textId="77777777" w:rsidR="00435350" w:rsidRPr="00435350" w:rsidRDefault="00435350" w:rsidP="00435350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Ejercido</w:t>
            </w:r>
          </w:p>
        </w:tc>
        <w:tc>
          <w:tcPr>
            <w:tcW w:w="585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43057563" w14:textId="77777777" w:rsidR="00435350" w:rsidRPr="00435350" w:rsidRDefault="00435350" w:rsidP="00435350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Porcentaje de avance</w:t>
            </w:r>
          </w:p>
        </w:tc>
      </w:tr>
      <w:tr w:rsidR="00435350" w:rsidRPr="00435350" w14:paraId="6BA3A079" w14:textId="77777777" w:rsidTr="008C2403">
        <w:trPr>
          <w:trHeight w:val="23"/>
          <w:tblHeader/>
        </w:trPr>
        <w:tc>
          <w:tcPr>
            <w:tcW w:w="242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0253FB36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2342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6AD8EA22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629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1E9AF7F1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614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3A269E03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588" w:type="pct"/>
            <w:vMerge/>
            <w:tcBorders>
              <w:top w:val="single" w:sz="4" w:space="0" w:color="FFFFFF" w:themeColor="background1"/>
            </w:tcBorders>
            <w:vAlign w:val="center"/>
            <w:hideMark/>
          </w:tcPr>
          <w:p w14:paraId="76889B2C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585" w:type="pct"/>
            <w:tcBorders>
              <w:top w:val="single" w:sz="4" w:space="0" w:color="FFFFFF" w:themeColor="background1"/>
            </w:tcBorders>
            <w:shd w:val="clear" w:color="000000" w:fill="D4C19C"/>
            <w:vAlign w:val="center"/>
            <w:hideMark/>
          </w:tcPr>
          <w:p w14:paraId="71B5EF20" w14:textId="77777777" w:rsidR="00435350" w:rsidRPr="00435350" w:rsidRDefault="00435350" w:rsidP="00435350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Ejercido / Modificado</w:t>
            </w:r>
          </w:p>
        </w:tc>
      </w:tr>
      <w:tr w:rsidR="00435350" w:rsidRPr="00435350" w14:paraId="47D73768" w14:textId="77777777" w:rsidTr="00435350">
        <w:trPr>
          <w:trHeight w:val="23"/>
          <w:tblHeader/>
        </w:trPr>
        <w:tc>
          <w:tcPr>
            <w:tcW w:w="242" w:type="pct"/>
            <w:vMerge/>
            <w:tcBorders>
              <w:bottom w:val="nil"/>
            </w:tcBorders>
            <w:vAlign w:val="center"/>
            <w:hideMark/>
          </w:tcPr>
          <w:p w14:paraId="7F5039EA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2342" w:type="pct"/>
            <w:vMerge/>
            <w:tcBorders>
              <w:bottom w:val="nil"/>
            </w:tcBorders>
            <w:vAlign w:val="center"/>
            <w:hideMark/>
          </w:tcPr>
          <w:p w14:paraId="43CABEDE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629" w:type="pct"/>
            <w:tcBorders>
              <w:bottom w:val="nil"/>
            </w:tcBorders>
            <w:shd w:val="clear" w:color="000000" w:fill="D4C19C"/>
            <w:vAlign w:val="center"/>
            <w:hideMark/>
          </w:tcPr>
          <w:p w14:paraId="54092409" w14:textId="77777777" w:rsidR="00435350" w:rsidRPr="00435350" w:rsidRDefault="00435350" w:rsidP="00435350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(a)</w:t>
            </w:r>
          </w:p>
        </w:tc>
        <w:tc>
          <w:tcPr>
            <w:tcW w:w="614" w:type="pct"/>
            <w:tcBorders>
              <w:bottom w:val="nil"/>
            </w:tcBorders>
            <w:shd w:val="clear" w:color="000000" w:fill="D4C19C"/>
            <w:vAlign w:val="center"/>
            <w:hideMark/>
          </w:tcPr>
          <w:p w14:paraId="7DB861DB" w14:textId="77777777" w:rsidR="00435350" w:rsidRPr="00435350" w:rsidRDefault="00435350" w:rsidP="00435350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(b)</w:t>
            </w:r>
          </w:p>
        </w:tc>
        <w:tc>
          <w:tcPr>
            <w:tcW w:w="588" w:type="pct"/>
            <w:tcBorders>
              <w:bottom w:val="nil"/>
            </w:tcBorders>
            <w:shd w:val="clear" w:color="000000" w:fill="D4C19C"/>
            <w:noWrap/>
            <w:vAlign w:val="center"/>
            <w:hideMark/>
          </w:tcPr>
          <w:p w14:paraId="258F00AD" w14:textId="77777777" w:rsidR="00435350" w:rsidRPr="00435350" w:rsidRDefault="00435350" w:rsidP="00435350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>(c)</w:t>
            </w:r>
          </w:p>
        </w:tc>
        <w:tc>
          <w:tcPr>
            <w:tcW w:w="585" w:type="pct"/>
            <w:tcBorders>
              <w:bottom w:val="nil"/>
            </w:tcBorders>
            <w:shd w:val="clear" w:color="000000" w:fill="D4C19C"/>
            <w:noWrap/>
            <w:vAlign w:val="center"/>
            <w:hideMark/>
          </w:tcPr>
          <w:p w14:paraId="7A19B8E6" w14:textId="77777777" w:rsidR="00435350" w:rsidRPr="00435350" w:rsidRDefault="00435350" w:rsidP="00435350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  <w:t xml:space="preserve">(c) / (b) </w:t>
            </w:r>
          </w:p>
        </w:tc>
      </w:tr>
      <w:tr w:rsidR="00435350" w:rsidRPr="00435350" w14:paraId="0348F9A2" w14:textId="77777777" w:rsidTr="00435350">
        <w:trPr>
          <w:trHeight w:val="23"/>
          <w:tblHeader/>
        </w:trPr>
        <w:tc>
          <w:tcPr>
            <w:tcW w:w="242" w:type="pct"/>
            <w:tcBorders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26756155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2342" w:type="pct"/>
            <w:tcBorders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0023B779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629" w:type="pct"/>
            <w:tcBorders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75425C45" w14:textId="77777777" w:rsidR="00435350" w:rsidRPr="00435350" w:rsidRDefault="00435350" w:rsidP="00435350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614" w:type="pct"/>
            <w:tcBorders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0DDAAF91" w14:textId="77777777" w:rsidR="00435350" w:rsidRPr="00435350" w:rsidRDefault="00435350" w:rsidP="00435350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588" w:type="pct"/>
            <w:tcBorders>
              <w:bottom w:val="single" w:sz="12" w:space="0" w:color="7F7F7F" w:themeColor="text1" w:themeTint="80"/>
            </w:tcBorders>
            <w:shd w:val="clear" w:color="auto" w:fill="auto"/>
            <w:noWrap/>
            <w:vAlign w:val="center"/>
          </w:tcPr>
          <w:p w14:paraId="198E1024" w14:textId="77777777" w:rsidR="00435350" w:rsidRPr="00435350" w:rsidRDefault="00435350" w:rsidP="00435350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585" w:type="pct"/>
            <w:tcBorders>
              <w:bottom w:val="single" w:sz="12" w:space="0" w:color="7F7F7F" w:themeColor="text1" w:themeTint="80"/>
            </w:tcBorders>
            <w:shd w:val="clear" w:color="auto" w:fill="auto"/>
            <w:noWrap/>
            <w:vAlign w:val="center"/>
          </w:tcPr>
          <w:p w14:paraId="7A0DECF9" w14:textId="77777777" w:rsidR="00435350" w:rsidRPr="00435350" w:rsidRDefault="00435350" w:rsidP="00435350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</w:tr>
      <w:tr w:rsidR="00435350" w:rsidRPr="00435350" w14:paraId="72063C20" w14:textId="77777777" w:rsidTr="00435350">
        <w:trPr>
          <w:trHeight w:val="23"/>
          <w:tblHeader/>
        </w:trPr>
        <w:tc>
          <w:tcPr>
            <w:tcW w:w="242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219D61FE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2342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2DC51236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629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7C58704A" w14:textId="77777777" w:rsidR="00435350" w:rsidRPr="00435350" w:rsidRDefault="00435350" w:rsidP="00435350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614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14:paraId="67D8BC71" w14:textId="77777777" w:rsidR="00435350" w:rsidRPr="00435350" w:rsidRDefault="00435350" w:rsidP="00435350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588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auto"/>
            <w:noWrap/>
            <w:vAlign w:val="center"/>
          </w:tcPr>
          <w:p w14:paraId="00C23B1B" w14:textId="77777777" w:rsidR="00435350" w:rsidRPr="00435350" w:rsidRDefault="00435350" w:rsidP="00435350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  <w:tc>
          <w:tcPr>
            <w:tcW w:w="585" w:type="pct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auto"/>
            <w:noWrap/>
            <w:vAlign w:val="center"/>
          </w:tcPr>
          <w:p w14:paraId="36623E8B" w14:textId="77777777" w:rsidR="00435350" w:rsidRPr="00435350" w:rsidRDefault="00435350" w:rsidP="00435350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4"/>
                <w:szCs w:val="4"/>
                <w:lang w:val="es-MX" w:eastAsia="es-MX"/>
              </w:rPr>
            </w:pPr>
          </w:p>
        </w:tc>
      </w:tr>
      <w:tr w:rsidR="00435350" w:rsidRPr="00435350" w14:paraId="4F61A2DB" w14:textId="77777777" w:rsidTr="00435350">
        <w:trPr>
          <w:trHeight w:val="23"/>
        </w:trPr>
        <w:tc>
          <w:tcPr>
            <w:tcW w:w="2584" w:type="pct"/>
            <w:gridSpan w:val="2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743D96ED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Total</w:t>
            </w:r>
          </w:p>
        </w:tc>
        <w:tc>
          <w:tcPr>
            <w:tcW w:w="629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79D3F350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191,634,086,060</w:t>
            </w:r>
          </w:p>
        </w:tc>
        <w:tc>
          <w:tcPr>
            <w:tcW w:w="614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532A2F95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190,034,506,203</w:t>
            </w:r>
          </w:p>
        </w:tc>
        <w:tc>
          <w:tcPr>
            <w:tcW w:w="588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14705A26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189,991,731,115</w:t>
            </w:r>
          </w:p>
        </w:tc>
        <w:tc>
          <w:tcPr>
            <w:tcW w:w="585" w:type="pct"/>
            <w:tcBorders>
              <w:top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353F1050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1AE6CCAB" w14:textId="77777777" w:rsidTr="00435350">
        <w:trPr>
          <w:trHeight w:val="23"/>
        </w:trPr>
        <w:tc>
          <w:tcPr>
            <w:tcW w:w="2584" w:type="pct"/>
            <w:gridSpan w:val="2"/>
            <w:shd w:val="clear" w:color="auto" w:fill="F2F2F2" w:themeFill="background1" w:themeFillShade="F2"/>
            <w:noWrap/>
            <w:hideMark/>
          </w:tcPr>
          <w:p w14:paraId="6FB18492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04 Gobernación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0837CD27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636,031,820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5FC60B3C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757,853,076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4BA9F43B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757,853,075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520B69CD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49E26A0D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234684E1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63646D86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Conducción de la política interior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1ECA99F4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34,649,741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5D80EB2C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5,316,539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35CAE667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5,316,539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43F5DB14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47BA9C9F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0E0B621F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65BFFA3A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Coordinación con las instancias que integran el Sistema Nacional de Protección Integral de Niñas, Niños y Adolescentes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10EF8167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68,684,050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4F440956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35,707,311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0026F593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35,707,311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71A7A6E5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293B8B32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5D176A88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665EDD63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Participación Social para la Reconstrucción del Tejido Social en México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60601413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41,534,124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60EF196E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58,452,553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4FAF8CD1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58,452,553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1CBA116F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23BE6413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6C57B5A8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7BE0EC95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Promover la atención y prevención de la violencia contra las mujeres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7EE10863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300,032,570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1A0BAC56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193,213,393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4CDF2826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193,213,393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28140988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099E287E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5A11F32F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7DAB3A72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Promover la Protección de los Derechos Humanos y Prevenir la Discriminación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2CEE2898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160,663,290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47980864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133,721,729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2E86AE82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133,721,728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7FE18452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7F79C875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13841011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4C6908AF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Protección y defensa de los derechos humanos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747EF75D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30,468,045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45E4AA2A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331,441,551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7060DF00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331,441,551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4F5809B8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7C367FF8" w14:textId="77777777" w:rsidTr="00435350">
        <w:trPr>
          <w:trHeight w:val="23"/>
        </w:trPr>
        <w:tc>
          <w:tcPr>
            <w:tcW w:w="2584" w:type="pct"/>
            <w:gridSpan w:val="2"/>
            <w:shd w:val="clear" w:color="auto" w:fill="F2F2F2" w:themeFill="background1" w:themeFillShade="F2"/>
            <w:noWrap/>
            <w:hideMark/>
          </w:tcPr>
          <w:p w14:paraId="7E0C30ED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06 Hacienda y Crédito Público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34BE0130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152,632,529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78406979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217,055,038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5A1B3B65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217,049,680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61C27605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6987138E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51D84B59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71CF71B7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Detección y prevención de ilícitos financieros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3E4A7842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152,632,529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49F462B4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217,055,038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3F7B6E5B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217,049,680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7D45602A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116155E8" w14:textId="77777777" w:rsidTr="00435350">
        <w:trPr>
          <w:trHeight w:val="23"/>
        </w:trPr>
        <w:tc>
          <w:tcPr>
            <w:tcW w:w="2584" w:type="pct"/>
            <w:gridSpan w:val="2"/>
            <w:shd w:val="clear" w:color="auto" w:fill="F2F2F2" w:themeFill="background1" w:themeFillShade="F2"/>
            <w:noWrap/>
            <w:hideMark/>
          </w:tcPr>
          <w:p w14:paraId="7E0628CA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07 Defensa Nacional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4D57D766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5,802,047,043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3DEF545F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7,444,900,234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2184A511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7,441,428,354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78BD4DDF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303B14B3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5E295C5A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73C8D5F0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Derechos humanos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7AC451F1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69,249,496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58889132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41,667,884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0A3714BE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41,667,004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7E236DE0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6C21DA4D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6595E746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42D656E0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igualdad entre mujeres y hombres SDN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33CF9F2D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124,795,655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3F1A45FB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38,186,567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6DFB96B5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38,169,400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67D18680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08A9BC73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69C0BB33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21DA7DDA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la Secretaría de la Defensa Nacional en Apoyo a la Seguridad Pública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561AE45E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3,671,136,170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60B7D19F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5,589,511,215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06F1BB0C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5,588,659,615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02A17FA0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1C7F163F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72AF3868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4713DA31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Sistema educativo militar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5FA6746C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1,936,865,722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0FCD3F49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1,775,534,568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50018426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1,772,932,335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65377B39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99.9</w:t>
            </w:r>
          </w:p>
        </w:tc>
      </w:tr>
      <w:tr w:rsidR="00435350" w:rsidRPr="00435350" w14:paraId="3AC4B67B" w14:textId="77777777" w:rsidTr="00435350">
        <w:trPr>
          <w:trHeight w:val="23"/>
        </w:trPr>
        <w:tc>
          <w:tcPr>
            <w:tcW w:w="2584" w:type="pct"/>
            <w:gridSpan w:val="2"/>
            <w:shd w:val="clear" w:color="auto" w:fill="F2F2F2" w:themeFill="background1" w:themeFillShade="F2"/>
            <w:noWrap/>
            <w:hideMark/>
          </w:tcPr>
          <w:p w14:paraId="52852EE0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11 Educación Pública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5A6425DC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103,582,866,714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4F0D44A2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103,582,866,714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4B0EE147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103,563,986,814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14E54640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3C3E76F9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27994D20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3F308032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Apoyos a centros y organizaciones de educación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42B2C126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5EA8B77A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2,142,248,021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0993BA03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2,142,248,021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0353ADC8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01362903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4366F378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5F97183C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Atención al deporte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4289A73D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674,593,971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35E1A926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670,095,150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2D22F66A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670,095,150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315411A8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0B1AA48F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15CFF670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662DEFD1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Beca Universal para Estudiantes de Educación Media Superior Benito Juárez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0B56150F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21,746,381,348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0072A071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23,781,679,079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4881C72C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23,768,495,879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35C2BEB3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99.9</w:t>
            </w:r>
          </w:p>
        </w:tc>
      </w:tr>
      <w:tr w:rsidR="00435350" w:rsidRPr="00435350" w14:paraId="7CA1574D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1827B906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46F1E210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Carrera Docente en UPES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487A5335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17D6F877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230,519,627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2D06A966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230,519,627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739D826C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5960EF56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549F1EBB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776ACC37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Desarrollo Cultural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5729437A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3,547,838,157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650E95EE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3,630,154,467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7B9AB9E7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3,630,154,467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79DAC914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3BA3AADF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76CAA5CF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5747E1CC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Educación Física de Excelencia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7BAE22A7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407,000,562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62744ED0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149,589,480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23005C01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149,589,480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5FD64F0E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041B81C7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10DEFE3D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55CC19BD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Educación para Adultos (INEA)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12044E9D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40,418,232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4A48A68A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35,921,391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6029DD3D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35,921,391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41195696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2D532160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2E4E5522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0E24C8C7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Escuelas de Tiempo Completo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34374273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5,100,000,000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46FD0C8B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4,748,371,468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74D7175F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4,743,797,588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7AA88068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99.9</w:t>
            </w:r>
          </w:p>
        </w:tc>
      </w:tr>
      <w:tr w:rsidR="00435350" w:rsidRPr="00435350" w14:paraId="1BED2B8C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693422A2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10219AFD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Expansión de la Educación Media Superior y Superior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7443923B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68,001,905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5F4DD5B9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16,437,760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480CF073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16,437,760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3371483D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68D409DE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74AC5619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126FFEC9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Formación y certificación para el trabajo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6D8E28AD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3,656,788,340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01BB75E1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2,714,445,902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0FA5E420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2,714,445,902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6A2D599F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48126F94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298B7313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65CA692E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Fortalecimiento a la Excelencia Educativa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2131FC47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507,240,761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15A7FF38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429,640,702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68F6CF7F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428,658,346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5F833844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99.8</w:t>
            </w:r>
          </w:p>
        </w:tc>
      </w:tr>
      <w:tr w:rsidR="00435350" w:rsidRPr="00435350" w14:paraId="7D02B06D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064F69AB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2F9583FD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Jóvenes Escribiendo el Futuro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15F54399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5,521,210,914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7D2F1161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5,328,775,989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11BABD69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5,328,775,989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440132B2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5D17E47D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6B3736AA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4038F558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La Escuela es Nuestra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642905DC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5,241,780,000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14D2C169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4,616,712,000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74528F9D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4,616,712,000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1E5C7C43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0FAB44A4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78A57A8E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7F5B900B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Producción y distribución de libros y materiales culturales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76B1FCF0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128,879,505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254188A3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129,266,832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5E239C05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129,266,832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17255E9C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1DC6A7A7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3875035F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7C0F2B66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Producción y transmisión de materiales educativos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6D00EABA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821,288,013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5739D961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892,371,219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61554929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892,371,219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1FE48B74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29A4B2D6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691A6238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3436F328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Becas de Educación Básica para el Bienestar Benito Juárez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3B1B2630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30,475,080,180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1B94E56B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29,010,175,430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3A31F584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29,010,175,430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29A492E9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089520F5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2E6D8C71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3BB19694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Becas Elisa Acuña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26EA8934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3,556,411,226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0E9E56C7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3,431,902,086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6B73BD53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3,431,902,086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5232F95C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704232FB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5C1E0502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06B30BCD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Cultura Física y Deporte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1DD8646F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2,099,973,808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1191A934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1,049,627,245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1C14F02E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1,049,627,245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6A4EE8B4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2F596BAB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36AAAF1C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4D0C9C9D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Formación de Recursos Humanos basada en Competencias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77E10BE6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6,687,066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0F9260BB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9,182,881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7D95A83E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9,182,881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71644935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11987B62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14844AE0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32393F5A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mantenimiento e infraestructura física educativa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59404094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228,909,265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10FA424A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497,898,910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6BCDC029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497,898,642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4F51D656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6D2C74D2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21C225C9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303058ED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Servicios de Educación Media Superior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49D04BD2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4,695,464,478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56F99B51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4,351,679,663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40C85F12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4,351,643,881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61F41DEA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4C07B01D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5D8A7BD2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24BD17E9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Servicios de Educación Superior y Posgrado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054AF959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6,387,079,212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284C8B8C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6,639,328,897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1B9246E3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6,639,224,587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55B641D0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4C62E5C8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5DFC236C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2CE7CCBD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Subsidios para organismos descentralizados estatales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53A634B8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8,178,133,175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2A414A51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8,583,696,603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25CCC63E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8,583,696,498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3BDDF092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2DE4B1D6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09161435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2F11F3F8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Universidades para el Bienestar Benito Juárez García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5EC94C34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493,706,597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6B7D624C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493,145,912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4430DDAB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493,145,912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21B4BDDE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56C426D0" w14:textId="77777777" w:rsidTr="00435350">
        <w:trPr>
          <w:trHeight w:val="23"/>
        </w:trPr>
        <w:tc>
          <w:tcPr>
            <w:tcW w:w="2584" w:type="pct"/>
            <w:gridSpan w:val="2"/>
            <w:shd w:val="clear" w:color="auto" w:fill="F2F2F2" w:themeFill="background1" w:themeFillShade="F2"/>
            <w:noWrap/>
            <w:hideMark/>
          </w:tcPr>
          <w:p w14:paraId="39871D75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lastRenderedPageBreak/>
              <w:t>12 Salud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0F81EC9F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1,423,964,141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065F3E72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1,347,436,674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0EEB551D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1,347,433,318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752CE7C3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20EA859D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3E11E6E2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4FD34677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Prevención y atención contra las adicciones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77431F50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1,387,003,214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65154954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1,309,300,404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7CAB12B9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1,309,297,048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49FA4309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601F9E51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6014AD9A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1454D76C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Prevención y control de enfermedades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15D901FC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14,013,398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412DD96B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14,453,699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16FAB28B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14,453,699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2AA03BB7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4CB4DB9C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3809642A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5B5477D2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Salud materna, sexual y reproductiva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5285A7F4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22,947,529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6C890E5C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23,682,571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60F8CDA4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23,682,571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43F5EDE9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681D0F88" w14:textId="77777777" w:rsidTr="00435350">
        <w:trPr>
          <w:trHeight w:val="23"/>
        </w:trPr>
        <w:tc>
          <w:tcPr>
            <w:tcW w:w="2584" w:type="pct"/>
            <w:gridSpan w:val="2"/>
            <w:shd w:val="clear" w:color="auto" w:fill="F2F2F2" w:themeFill="background1" w:themeFillShade="F2"/>
            <w:noWrap/>
            <w:hideMark/>
          </w:tcPr>
          <w:p w14:paraId="5159D2F3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13 Marina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7DFEA7F7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6,450,289,497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2D7E99F4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1,549,797,276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6CE4FCC8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1,549,502,376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27C26803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565FB477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3DE9C972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4CE1E99D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Operación y desarrollo de los cuerpos de seguridad de las Fuerzas Armadas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11CC05A7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4,767,045,316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5B01946F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193,407,063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66A84C13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193,407,063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617B685D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353098C6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309B1CA9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49A75AA8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Sistema Educativo naval y programa de becas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344DC203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1,683,244,181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2618C4E8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1,356,390,213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1F46CDA0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1,356,095,313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7A4B48B1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3B4C38B3" w14:textId="77777777" w:rsidTr="00435350">
        <w:trPr>
          <w:trHeight w:val="23"/>
        </w:trPr>
        <w:tc>
          <w:tcPr>
            <w:tcW w:w="2584" w:type="pct"/>
            <w:gridSpan w:val="2"/>
            <w:shd w:val="clear" w:color="auto" w:fill="F2F2F2" w:themeFill="background1" w:themeFillShade="F2"/>
            <w:noWrap/>
            <w:hideMark/>
          </w:tcPr>
          <w:p w14:paraId="2461C21E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14 Trabajo y Previsión Social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5560B8BD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24,736,651,450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7A9BFB34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24,618,574,455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4D010435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24,618,574,455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3B0B4B15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220DB961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7627FD38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772A5782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Capacitación para Incrementar la Productividad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2E6C1455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1,000,000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0354CF55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1,367,726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67A2AA2C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1,367,726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66673FF6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689D2EC3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038D7F21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6652D400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Ejecución de los programas y acciones de la Política Laboral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129BFAFD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1,000,000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04F88079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1,055,522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4C655D26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1,055,522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67B367AC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1708E795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7117E3A6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3C855E53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Instrumentación de la política laboral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63807C47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2,000,000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532C9FBC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11,260,606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71F8D75F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11,260,606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726B3CD0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6DFCD53F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4BA907E2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2EA05141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Jóvenes Construyendo el Futuro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5759F085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24,732,651,450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306D0A37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24,604,890,601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622DA909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24,604,890,601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0CBA9BEF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784EBEC7" w14:textId="77777777" w:rsidTr="00435350">
        <w:trPr>
          <w:trHeight w:val="23"/>
        </w:trPr>
        <w:tc>
          <w:tcPr>
            <w:tcW w:w="2584" w:type="pct"/>
            <w:gridSpan w:val="2"/>
            <w:shd w:val="clear" w:color="auto" w:fill="F2F2F2" w:themeFill="background1" w:themeFillShade="F2"/>
            <w:noWrap/>
            <w:hideMark/>
          </w:tcPr>
          <w:p w14:paraId="178DBF49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15 Desarrollo Agrario, Territorial y Urbano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33F00E7D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1,071,185,495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1B68A961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2,394,778,882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1936AB28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2,394,778,882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6150EADB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2688F41E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7FF9D5B8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2E88F6BF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Programa de Mejoramiento Urbano (PMU)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576EBD73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1,071,185,495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4E66CA3B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2,394,778,882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58691106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2,394,778,882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51BEF9FB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062255B8" w14:textId="77777777" w:rsidTr="00435350">
        <w:trPr>
          <w:trHeight w:val="23"/>
        </w:trPr>
        <w:tc>
          <w:tcPr>
            <w:tcW w:w="2584" w:type="pct"/>
            <w:gridSpan w:val="2"/>
            <w:shd w:val="clear" w:color="auto" w:fill="F2F2F2" w:themeFill="background1" w:themeFillShade="F2"/>
            <w:noWrap/>
            <w:hideMark/>
          </w:tcPr>
          <w:p w14:paraId="6F09E5E2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20 Bienestar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69C4F7C6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1,157,846,162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44625DB1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1,000,422,486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0CB12552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1,000,300,045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02F1825A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1D890988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6E3F2EF6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08F99044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Actividades de apoyo a la función pública y buen gobierno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69204376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1,653,471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15C90001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1,625,126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5B11DCAF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1,625,126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574C19DD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2E4AB4B9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2D3F5C82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72CCA03F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Actividades de apoyo administrativo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2F2C737E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18,685,523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5757841C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15,528,528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5374101F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15,528,528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269B48F5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0D42069B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0303EF42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48FE667B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Articulación de Políticas Integrales de Juventud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62AE5CAB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23,629,788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5625F0C0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12,232,060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0891CD6B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12,232,060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5C824947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1FB57FD3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39042BAB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700C2446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 xml:space="preserve">Programa de Apoyo para el Bienestar de las Niñas y Niños, Hijos de Madres Trabajadoras 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1CD87383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171,711,420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36D43997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136,371,360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06B216E6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136,255,680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79251C24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99.9</w:t>
            </w:r>
          </w:p>
        </w:tc>
      </w:tr>
      <w:tr w:rsidR="00435350" w:rsidRPr="00435350" w14:paraId="4C8F6D8A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10F5871D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364D259F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Sembrando Vida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48A9268B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942,165,960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1C387DE9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834,665,412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3E431E33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834,658,650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2FEA5A1A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2EBFE0A7" w14:textId="77777777" w:rsidTr="00435350">
        <w:trPr>
          <w:trHeight w:val="23"/>
        </w:trPr>
        <w:tc>
          <w:tcPr>
            <w:tcW w:w="2584" w:type="pct"/>
            <w:gridSpan w:val="2"/>
            <w:shd w:val="clear" w:color="auto" w:fill="F2F2F2" w:themeFill="background1" w:themeFillShade="F2"/>
            <w:noWrap/>
            <w:hideMark/>
          </w:tcPr>
          <w:p w14:paraId="356A15A9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33 Aportaciones Federales para Entidades Federativas y Municipios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41CDB5A8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12,536,217,706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0BBECFE4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12,439,097,353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323A19D9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12,439,097,353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79FE6043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388EE643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121A3951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13159951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FAETA Educación Tecnológica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3EA77771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743,705,228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399DFAAD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757,379,563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7CA68367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757,379,563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1B0C0E57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07F7E572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5D247D31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5BE3AD5F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FASP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487EF6EB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7,443,986,130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49D3744E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7,337,731,536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5021B37F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7,337,731,536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37EFDCD7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629FCE8D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4C2A08E0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03A357A4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FORTAMUN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2C65CF06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4,348,526,348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58C3E59B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4,343,986,254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6E4C4FA3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4,343,986,254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00980260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09A834CA" w14:textId="77777777" w:rsidTr="00435350">
        <w:trPr>
          <w:trHeight w:val="23"/>
        </w:trPr>
        <w:tc>
          <w:tcPr>
            <w:tcW w:w="2584" w:type="pct"/>
            <w:gridSpan w:val="2"/>
            <w:shd w:val="clear" w:color="auto" w:fill="F2F2F2" w:themeFill="background1" w:themeFillShade="F2"/>
            <w:noWrap/>
            <w:hideMark/>
          </w:tcPr>
          <w:p w14:paraId="27C3E179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36 Seguridad y Protección Ciudadana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20ADB3A1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31,349,928,874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42D0E4B4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32,555,648,924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62E2B697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32,535,651,671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2E839998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99.9</w:t>
            </w:r>
          </w:p>
        </w:tc>
      </w:tr>
      <w:tr w:rsidR="00435350" w:rsidRPr="00435350" w14:paraId="5C707598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14FDD153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68540982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Actividades de apoyo administrativo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7AFDAE71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476,532,073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711A2CAB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1,682,391,216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143093A2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1,682,355,534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269C7CE7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304146EF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615C3397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29340CDC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Coordinación con las instancias que integran el Sistema Nacional de Seguridad Pública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4CDE2811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297,615,837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01B3ED58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241,337,646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6EA50249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241,336,890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4B55A900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76CBB01F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534B01CF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7F914ADF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Operación de la Guardia Nacional para la prevención, investigación y persecución de delitos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03F243B4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001BF915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16,653,276,028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4C2F3FF1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16,640,768,584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4BB4EBED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99.9</w:t>
            </w:r>
          </w:p>
        </w:tc>
      </w:tr>
      <w:tr w:rsidR="00435350" w:rsidRPr="00435350" w14:paraId="0B835586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7F308AF8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04505A16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Operativos para la prevención y disuasión del delito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199CB990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24,995,193,477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2C878C4D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7,235,369,558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671E2848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7,235,369,558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0AFC48D9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5A6499D9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48749AFE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3C6AEDA5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Servicios de protección, custodia, vigilancia y seguridad de personas, bienes e instalaciones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6D2BB7F1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1,580,587,487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413C930F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2,789,756,563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4BE27FB0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2,782,333,994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4B496997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99.7</w:t>
            </w:r>
          </w:p>
        </w:tc>
      </w:tr>
      <w:tr w:rsidR="00435350" w:rsidRPr="00435350" w14:paraId="4DB28501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606F0B6C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1F16162A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Subsidios en materia de seguridad pública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2D5CFA43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4,000,000,000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62F9AE3C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3,953,517,913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1F9E2218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3,953,487,112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108EB495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21AEEEBF" w14:textId="77777777" w:rsidTr="00435350">
        <w:trPr>
          <w:trHeight w:val="23"/>
        </w:trPr>
        <w:tc>
          <w:tcPr>
            <w:tcW w:w="2584" w:type="pct"/>
            <w:gridSpan w:val="2"/>
            <w:shd w:val="clear" w:color="auto" w:fill="F2F2F2" w:themeFill="background1" w:themeFillShade="F2"/>
            <w:noWrap/>
            <w:hideMark/>
          </w:tcPr>
          <w:p w14:paraId="54A55F23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48 Cultura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673FB181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2,734,424,630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1189A25E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2,126,075,091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6826B754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2,126,075,091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305400C9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30D24AD6" w14:textId="77777777" w:rsidTr="00435350">
        <w:trPr>
          <w:trHeight w:val="23"/>
        </w:trPr>
        <w:tc>
          <w:tcPr>
            <w:tcW w:w="242" w:type="pct"/>
            <w:shd w:val="clear" w:color="auto" w:fill="F2F2F2" w:themeFill="background1" w:themeFillShade="F2"/>
            <w:noWrap/>
            <w:hideMark/>
          </w:tcPr>
          <w:p w14:paraId="4F09D30D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shd w:val="clear" w:color="auto" w:fill="F2F2F2" w:themeFill="background1" w:themeFillShade="F2"/>
            <w:noWrap/>
            <w:hideMark/>
          </w:tcPr>
          <w:p w14:paraId="46F2865E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Desarrollo Cultural</w:t>
            </w:r>
          </w:p>
        </w:tc>
        <w:tc>
          <w:tcPr>
            <w:tcW w:w="629" w:type="pct"/>
            <w:shd w:val="clear" w:color="auto" w:fill="F2F2F2" w:themeFill="background1" w:themeFillShade="F2"/>
            <w:noWrap/>
            <w:hideMark/>
          </w:tcPr>
          <w:p w14:paraId="6119AC86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2,666,558,135</w:t>
            </w:r>
          </w:p>
        </w:tc>
        <w:tc>
          <w:tcPr>
            <w:tcW w:w="614" w:type="pct"/>
            <w:shd w:val="clear" w:color="auto" w:fill="F2F2F2" w:themeFill="background1" w:themeFillShade="F2"/>
            <w:noWrap/>
            <w:hideMark/>
          </w:tcPr>
          <w:p w14:paraId="30FC6B7E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2,076,428,545</w:t>
            </w:r>
          </w:p>
        </w:tc>
        <w:tc>
          <w:tcPr>
            <w:tcW w:w="588" w:type="pct"/>
            <w:shd w:val="clear" w:color="auto" w:fill="F2F2F2" w:themeFill="background1" w:themeFillShade="F2"/>
            <w:noWrap/>
            <w:hideMark/>
          </w:tcPr>
          <w:p w14:paraId="5EB4A04E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2,076,428,545</w:t>
            </w:r>
          </w:p>
        </w:tc>
        <w:tc>
          <w:tcPr>
            <w:tcW w:w="585" w:type="pct"/>
            <w:shd w:val="clear" w:color="auto" w:fill="F2F2F2" w:themeFill="background1" w:themeFillShade="F2"/>
            <w:noWrap/>
            <w:hideMark/>
          </w:tcPr>
          <w:p w14:paraId="5276C0E1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63735FDF" w14:textId="77777777" w:rsidTr="00435350">
        <w:trPr>
          <w:trHeight w:val="23"/>
        </w:trPr>
        <w:tc>
          <w:tcPr>
            <w:tcW w:w="242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0E8DB815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b/>
                <w:bCs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2342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6DDBA3EA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Educación y cultura indígena</w:t>
            </w:r>
          </w:p>
        </w:tc>
        <w:tc>
          <w:tcPr>
            <w:tcW w:w="629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1E2C413F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67,866,495</w:t>
            </w:r>
          </w:p>
        </w:tc>
        <w:tc>
          <w:tcPr>
            <w:tcW w:w="614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22CFBD78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49,646,547</w:t>
            </w:r>
          </w:p>
        </w:tc>
        <w:tc>
          <w:tcPr>
            <w:tcW w:w="588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16A4652F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sz w:val="15"/>
                <w:szCs w:val="15"/>
                <w:lang w:val="es-MX" w:eastAsia="es-MX"/>
              </w:rPr>
              <w:t>49,646,547</w:t>
            </w:r>
          </w:p>
        </w:tc>
        <w:tc>
          <w:tcPr>
            <w:tcW w:w="585" w:type="pct"/>
            <w:tcBorders>
              <w:bottom w:val="single" w:sz="12" w:space="0" w:color="7F7F7F" w:themeColor="text1" w:themeTint="80"/>
            </w:tcBorders>
            <w:shd w:val="clear" w:color="auto" w:fill="F2F2F2" w:themeFill="background1" w:themeFillShade="F2"/>
            <w:noWrap/>
            <w:hideMark/>
          </w:tcPr>
          <w:p w14:paraId="3BCA8594" w14:textId="77777777" w:rsidR="00435350" w:rsidRPr="00435350" w:rsidRDefault="00435350" w:rsidP="00435350">
            <w:pPr>
              <w:spacing w:after="0" w:line="240" w:lineRule="auto"/>
              <w:jc w:val="right"/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435350" w:rsidRPr="00435350" w14:paraId="7F22ACF7" w14:textId="77777777" w:rsidTr="00435350">
        <w:trPr>
          <w:trHeight w:val="23"/>
        </w:trPr>
        <w:tc>
          <w:tcPr>
            <w:tcW w:w="5000" w:type="pct"/>
            <w:gridSpan w:val="6"/>
            <w:tcBorders>
              <w:top w:val="single" w:sz="12" w:space="0" w:color="7F7F7F" w:themeColor="text1" w:themeTint="80"/>
              <w:bottom w:val="nil"/>
            </w:tcBorders>
            <w:shd w:val="clear" w:color="auto" w:fill="auto"/>
            <w:hideMark/>
          </w:tcPr>
          <w:p w14:paraId="5C31D76F" w14:textId="77777777" w:rsidR="00435350" w:rsidRPr="00435350" w:rsidRDefault="00435350" w:rsidP="00435350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</w:pPr>
            <w:r w:rsidRPr="00435350"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t>Nota: Las sumas parciales pueden no coincidir con el total, así como los cálculos porcentuales, debido al redondeo de las cifras.</w:t>
            </w:r>
            <w:r w:rsidRPr="00435350">
              <w:rPr>
                <w:rFonts w:ascii="Montserrat" w:eastAsia="Times New Roman" w:hAnsi="Montserrat" w:cs="Calibri"/>
                <w:color w:val="000000"/>
                <w:sz w:val="14"/>
                <w:szCs w:val="14"/>
                <w:lang w:val="es-MX" w:eastAsia="es-MX"/>
              </w:rPr>
              <w:br/>
              <w:t>FUENTE: Dependencias y entidades de la Administración Pública Federal.</w:t>
            </w:r>
          </w:p>
        </w:tc>
      </w:tr>
    </w:tbl>
    <w:p w14:paraId="7052724B" w14:textId="069097E0" w:rsidR="00435350" w:rsidRDefault="00435350" w:rsidP="00E7722E">
      <w:pPr>
        <w:spacing w:before="80" w:after="0" w:line="250" w:lineRule="exact"/>
        <w:jc w:val="both"/>
        <w:rPr>
          <w:rFonts w:ascii="Montserrat" w:hAnsi="Montserrat" w:cs="Arial"/>
          <w:color w:val="000000"/>
          <w:sz w:val="18"/>
          <w:szCs w:val="14"/>
        </w:rPr>
      </w:pPr>
    </w:p>
    <w:p w14:paraId="682FCA36" w14:textId="77777777" w:rsidR="0068249F" w:rsidRDefault="0068249F" w:rsidP="0068249F">
      <w:pPr>
        <w:pStyle w:val="TITULOS"/>
      </w:pPr>
      <w:r w:rsidRPr="002C40F2">
        <w:lastRenderedPageBreak/>
        <w:t>PROGRAMAS PRESUPUESTARIOS CON EROGACIONES PARA LA IGUALDAD ENTRE MUJERES Y HOMBRES</w:t>
      </w:r>
    </w:p>
    <w:p w14:paraId="0C6D69F0" w14:textId="77777777" w:rsidR="0068249F" w:rsidRPr="002C40F2" w:rsidRDefault="0068249F" w:rsidP="0068249F">
      <w:pPr>
        <w:pStyle w:val="TEXTONORMAL"/>
      </w:pPr>
      <w:r w:rsidRPr="002C40F2">
        <w:t>En cumplimiento a lo di</w:t>
      </w:r>
      <w:r>
        <w:t>spuesto en el artículo 23</w:t>
      </w:r>
      <w:r w:rsidRPr="002C40F2">
        <w:t xml:space="preserve"> del Decreto de Presupuesto de Egresos de la Federaci</w:t>
      </w:r>
      <w:r>
        <w:t>ón para el Ejercicio Fiscal 2020</w:t>
      </w:r>
      <w:r w:rsidRPr="002C40F2">
        <w:t>, se presenta la información que proporcionan las dependencias y entidades de la Administración Pública Federal -APF-, acerca de los avances físicos y financieros registrados</w:t>
      </w:r>
      <w:r>
        <w:t xml:space="preserve"> durante el ejercicio fiscal 2020</w:t>
      </w:r>
      <w:r w:rsidRPr="002C40F2">
        <w:t>, en los programas aprobados en el presupuesto para la igualdad entre mujeres y hombres.</w:t>
      </w:r>
    </w:p>
    <w:p w14:paraId="5C85DA60" w14:textId="77777777" w:rsidR="0068249F" w:rsidRPr="002C40F2" w:rsidRDefault="0068249F" w:rsidP="0068249F">
      <w:pPr>
        <w:pStyle w:val="TEXTONORMAL"/>
      </w:pPr>
      <w:r>
        <w:t>Se incluyen 418</w:t>
      </w:r>
      <w:r w:rsidRPr="002C40F2">
        <w:t xml:space="preserve"> indicadores seleccionados coordinadamente entre el Instituto Nacional de las Mujeres y las dependencias</w:t>
      </w:r>
      <w:r>
        <w:t xml:space="preserve"> y entidades responsables de 107</w:t>
      </w:r>
      <w:r w:rsidRPr="002C40F2">
        <w:t xml:space="preserve"> programas presupuestarios.</w:t>
      </w:r>
    </w:p>
    <w:p w14:paraId="16178BF0" w14:textId="77777777" w:rsidR="0068249F" w:rsidRDefault="0068249F" w:rsidP="0068249F">
      <w:pPr>
        <w:pStyle w:val="TEXTONORMAL"/>
      </w:pPr>
      <w:r w:rsidRPr="002C40F2">
        <w:t>La información se presenta en un formato que reporta:</w:t>
      </w:r>
    </w:p>
    <w:p w14:paraId="206041B8" w14:textId="77777777" w:rsidR="0068249F" w:rsidRDefault="0068249F" w:rsidP="0068249F">
      <w:pPr>
        <w:pStyle w:val="TEXTONORMAL"/>
        <w:numPr>
          <w:ilvl w:val="0"/>
          <w:numId w:val="14"/>
        </w:numPr>
      </w:pPr>
      <w:r>
        <w:t>Los datos generales del programa, incluyendo el monto aprobado.</w:t>
      </w:r>
    </w:p>
    <w:p w14:paraId="27C5E6EB" w14:textId="77777777" w:rsidR="0068249F" w:rsidRDefault="0068249F" w:rsidP="0068249F">
      <w:pPr>
        <w:pStyle w:val="TEXTONORMAL"/>
        <w:numPr>
          <w:ilvl w:val="0"/>
          <w:numId w:val="14"/>
        </w:numPr>
      </w:pPr>
      <w:r>
        <w:t>Población objetivo y atendida, dividida entre mujeres y hombres.</w:t>
      </w:r>
    </w:p>
    <w:p w14:paraId="6E388C40" w14:textId="77777777" w:rsidR="0068249F" w:rsidRDefault="0068249F" w:rsidP="0068249F">
      <w:pPr>
        <w:pStyle w:val="TEXTONORMAL"/>
        <w:numPr>
          <w:ilvl w:val="0"/>
          <w:numId w:val="14"/>
        </w:numPr>
      </w:pPr>
      <w:r>
        <w:t>Para cada uno de los indicadores registrados:</w:t>
      </w:r>
    </w:p>
    <w:p w14:paraId="0A696D03" w14:textId="77777777" w:rsidR="0068249F" w:rsidRDefault="0068249F" w:rsidP="0068249F">
      <w:pPr>
        <w:pStyle w:val="TEXTONORMAL"/>
        <w:numPr>
          <w:ilvl w:val="1"/>
          <w:numId w:val="18"/>
        </w:numPr>
      </w:pPr>
      <w:r>
        <w:t>Denominación;</w:t>
      </w:r>
    </w:p>
    <w:p w14:paraId="0987C603" w14:textId="77777777" w:rsidR="0068249F" w:rsidRDefault="0068249F" w:rsidP="0068249F">
      <w:pPr>
        <w:pStyle w:val="TEXTONORMAL"/>
        <w:numPr>
          <w:ilvl w:val="1"/>
          <w:numId w:val="18"/>
        </w:numPr>
      </w:pPr>
      <w:r>
        <w:t>Unidad responsable de reportar sus avances;</w:t>
      </w:r>
    </w:p>
    <w:p w14:paraId="38C4243A" w14:textId="77777777" w:rsidR="0068249F" w:rsidRDefault="0068249F" w:rsidP="0068249F">
      <w:pPr>
        <w:pStyle w:val="TEXTONORMAL"/>
        <w:numPr>
          <w:ilvl w:val="1"/>
          <w:numId w:val="18"/>
        </w:numPr>
      </w:pPr>
      <w:r>
        <w:t>Unidad de medida;</w:t>
      </w:r>
    </w:p>
    <w:p w14:paraId="57AE9551" w14:textId="77777777" w:rsidR="0068249F" w:rsidRDefault="0068249F" w:rsidP="0068249F">
      <w:pPr>
        <w:pStyle w:val="TEXTONORMAL"/>
        <w:numPr>
          <w:ilvl w:val="1"/>
          <w:numId w:val="18"/>
        </w:numPr>
      </w:pPr>
      <w:r>
        <w:t>Metas programadas;</w:t>
      </w:r>
    </w:p>
    <w:p w14:paraId="5FA332DE" w14:textId="77777777" w:rsidR="0068249F" w:rsidRDefault="0068249F" w:rsidP="0068249F">
      <w:pPr>
        <w:pStyle w:val="TEXTONORMAL"/>
        <w:numPr>
          <w:ilvl w:val="1"/>
          <w:numId w:val="18"/>
        </w:numPr>
      </w:pPr>
      <w:r>
        <w:t>Valor alcanzado;</w:t>
      </w:r>
    </w:p>
    <w:p w14:paraId="12E364D0" w14:textId="77777777" w:rsidR="0068249F" w:rsidRDefault="0068249F" w:rsidP="0068249F">
      <w:pPr>
        <w:pStyle w:val="TEXTONORMAL"/>
        <w:numPr>
          <w:ilvl w:val="1"/>
          <w:numId w:val="18"/>
        </w:numPr>
      </w:pPr>
      <w:r>
        <w:t>Grado de avance al cierre del ejercicio 2020.</w:t>
      </w:r>
    </w:p>
    <w:p w14:paraId="389F4433" w14:textId="77777777" w:rsidR="0068249F" w:rsidRDefault="0068249F" w:rsidP="0068249F">
      <w:pPr>
        <w:pStyle w:val="TEXTONORMAL"/>
        <w:numPr>
          <w:ilvl w:val="0"/>
          <w:numId w:val="16"/>
        </w:numPr>
      </w:pPr>
      <w:r>
        <w:t>El presupuesto aprobado, modificado y pagado.</w:t>
      </w:r>
    </w:p>
    <w:p w14:paraId="51081AB0" w14:textId="77777777" w:rsidR="0068249F" w:rsidRDefault="0068249F" w:rsidP="0068249F">
      <w:pPr>
        <w:pStyle w:val="TEXTONORMAL"/>
        <w:numPr>
          <w:ilvl w:val="0"/>
          <w:numId w:val="16"/>
        </w:numPr>
      </w:pPr>
      <w:r>
        <w:t>La información cualitativa:</w:t>
      </w:r>
    </w:p>
    <w:p w14:paraId="3EF4BAB0" w14:textId="77777777" w:rsidR="0068249F" w:rsidRDefault="0068249F" w:rsidP="0068249F">
      <w:pPr>
        <w:pStyle w:val="TEXTONORMAL"/>
        <w:numPr>
          <w:ilvl w:val="1"/>
          <w:numId w:val="17"/>
        </w:numPr>
      </w:pPr>
      <w:r>
        <w:t xml:space="preserve">Acciones realizadas; </w:t>
      </w:r>
    </w:p>
    <w:p w14:paraId="4DAAC93A" w14:textId="77777777" w:rsidR="0068249F" w:rsidRDefault="0068249F" w:rsidP="0068249F">
      <w:pPr>
        <w:pStyle w:val="TEXTONORMAL"/>
        <w:numPr>
          <w:ilvl w:val="1"/>
          <w:numId w:val="17"/>
        </w:numPr>
      </w:pPr>
      <w:r>
        <w:t>Justificación de las diferencias de avances respecto a las metas programadas; y</w:t>
      </w:r>
    </w:p>
    <w:p w14:paraId="2BF6A75D" w14:textId="77777777" w:rsidR="0068249F" w:rsidRDefault="0068249F" w:rsidP="0068249F">
      <w:pPr>
        <w:pStyle w:val="TEXTONORMAL"/>
        <w:numPr>
          <w:ilvl w:val="1"/>
          <w:numId w:val="17"/>
        </w:numPr>
      </w:pPr>
      <w:r>
        <w:t>Acciones de mejora.</w:t>
      </w:r>
    </w:p>
    <w:p w14:paraId="307F66D7" w14:textId="77777777" w:rsidR="0068249F" w:rsidRDefault="0068249F" w:rsidP="0068249F">
      <w:pPr>
        <w:pStyle w:val="TEXTONORMAL"/>
      </w:pPr>
      <w:r>
        <w:t xml:space="preserve">Asimismo, el formato incluye un tablero consolidado del desempeño de los indicadores mencionados y del presupuesto, con información del avance alcanzado al cierre del año. </w:t>
      </w:r>
    </w:p>
    <w:p w14:paraId="22990798" w14:textId="77777777" w:rsidR="0068249F" w:rsidRDefault="0068249F" w:rsidP="0068249F">
      <w:pPr>
        <w:pStyle w:val="TEXTONORMAL"/>
      </w:pPr>
      <w:r>
        <w:t>Cabe señalar que la información que se presenta es responsabilidad de las dependencias y entidades de la APF. La Secretaría de Hacienda y Crédito Público únicamente es el medio para la entrega de dicha información.</w:t>
      </w:r>
    </w:p>
    <w:p w14:paraId="63C5229D" w14:textId="77777777" w:rsidR="0068249F" w:rsidRDefault="0068249F" w:rsidP="0068249F">
      <w:pPr>
        <w:pStyle w:val="TEXTONORMAL"/>
      </w:pPr>
      <w:r>
        <w:t>A continuación, se presentan los avances reportados por las dependencias y entidades al cierre del ejercicio fiscal 2020.</w:t>
      </w:r>
    </w:p>
    <w:p w14:paraId="1CCDDD6B" w14:textId="77777777" w:rsidR="0068249F" w:rsidRDefault="0068249F" w:rsidP="0068249F">
      <w:pPr>
        <w:pStyle w:val="TEXTONORMAL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"/>
        <w:gridCol w:w="4858"/>
        <w:gridCol w:w="1092"/>
        <w:gridCol w:w="965"/>
        <w:gridCol w:w="910"/>
        <w:gridCol w:w="910"/>
        <w:gridCol w:w="183"/>
        <w:gridCol w:w="910"/>
        <w:gridCol w:w="910"/>
        <w:gridCol w:w="923"/>
        <w:gridCol w:w="1004"/>
      </w:tblGrid>
      <w:tr w:rsidR="0068249F" w:rsidRPr="009D5FF5" w14:paraId="38405658" w14:textId="77777777" w:rsidTr="00D43874">
        <w:trPr>
          <w:trHeight w:val="358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auto"/>
            <w:vAlign w:val="center"/>
            <w:hideMark/>
          </w:tcPr>
          <w:p w14:paraId="20B4196E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sz w:val="15"/>
                <w:szCs w:val="15"/>
                <w:lang w:val="es-MX" w:eastAsia="es-MX"/>
              </w:rPr>
              <w:lastRenderedPageBreak/>
              <w:t>EVOLUCIÓN DE LAS EROGACIONES CORRESPONDIENTES AL ANEXO PARA LA IGUALDAD ENTRE MUJERES Y HOMBRES</w:t>
            </w:r>
          </w:p>
        </w:tc>
      </w:tr>
      <w:tr w:rsidR="0068249F" w:rsidRPr="009D5FF5" w14:paraId="7B6387A0" w14:textId="77777777" w:rsidTr="00D43874">
        <w:trPr>
          <w:trHeight w:val="23"/>
        </w:trPr>
        <w:tc>
          <w:tcPr>
            <w:tcW w:w="130" w:type="pct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3D4F74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sz w:val="15"/>
                <w:szCs w:val="15"/>
                <w:lang w:val="es-MX" w:eastAsia="es-MX"/>
              </w:rPr>
            </w:pPr>
          </w:p>
        </w:tc>
        <w:tc>
          <w:tcPr>
            <w:tcW w:w="1868" w:type="pct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1DD4AF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sz w:val="15"/>
                <w:szCs w:val="15"/>
                <w:lang w:val="es-MX" w:eastAsia="es-MX"/>
              </w:rPr>
            </w:pPr>
          </w:p>
        </w:tc>
        <w:tc>
          <w:tcPr>
            <w:tcW w:w="420" w:type="pct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74F23F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sz w:val="15"/>
                <w:szCs w:val="15"/>
                <w:lang w:val="es-MX" w:eastAsia="es-MX"/>
              </w:rPr>
            </w:pPr>
          </w:p>
        </w:tc>
        <w:tc>
          <w:tcPr>
            <w:tcW w:w="371" w:type="pct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7E4F53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sz w:val="15"/>
                <w:szCs w:val="15"/>
                <w:lang w:val="es-MX" w:eastAsia="es-MX"/>
              </w:rPr>
            </w:pPr>
          </w:p>
        </w:tc>
        <w:tc>
          <w:tcPr>
            <w:tcW w:w="350" w:type="pct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B60755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sz w:val="15"/>
                <w:szCs w:val="15"/>
                <w:lang w:val="es-MX" w:eastAsia="es-MX"/>
              </w:rPr>
            </w:pPr>
          </w:p>
        </w:tc>
        <w:tc>
          <w:tcPr>
            <w:tcW w:w="350" w:type="pct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441C1A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sz w:val="15"/>
                <w:szCs w:val="15"/>
                <w:lang w:val="es-MX" w:eastAsia="es-MX"/>
              </w:rPr>
            </w:pPr>
          </w:p>
        </w:tc>
        <w:tc>
          <w:tcPr>
            <w:tcW w:w="70" w:type="pct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F6CB38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sz w:val="15"/>
                <w:szCs w:val="15"/>
                <w:lang w:val="es-MX" w:eastAsia="es-MX"/>
              </w:rPr>
            </w:pPr>
          </w:p>
        </w:tc>
        <w:tc>
          <w:tcPr>
            <w:tcW w:w="350" w:type="pct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DED88C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sz w:val="15"/>
                <w:szCs w:val="15"/>
                <w:lang w:val="es-MX" w:eastAsia="es-MX"/>
              </w:rPr>
            </w:pPr>
          </w:p>
        </w:tc>
        <w:tc>
          <w:tcPr>
            <w:tcW w:w="350" w:type="pct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2624FC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sz w:val="15"/>
                <w:szCs w:val="15"/>
                <w:lang w:val="es-MX" w:eastAsia="es-MX"/>
              </w:rPr>
            </w:pPr>
          </w:p>
        </w:tc>
        <w:tc>
          <w:tcPr>
            <w:tcW w:w="355" w:type="pct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5C53E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sz w:val="15"/>
                <w:szCs w:val="15"/>
                <w:lang w:val="es-MX" w:eastAsia="es-MX"/>
              </w:rPr>
            </w:pPr>
          </w:p>
        </w:tc>
        <w:tc>
          <w:tcPr>
            <w:tcW w:w="387" w:type="pct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4CB25D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sz w:val="15"/>
                <w:szCs w:val="15"/>
                <w:lang w:val="es-MX" w:eastAsia="es-MX"/>
              </w:rPr>
            </w:pPr>
          </w:p>
        </w:tc>
      </w:tr>
      <w:tr w:rsidR="0068249F" w:rsidRPr="009D5FF5" w14:paraId="7C121DBB" w14:textId="77777777" w:rsidTr="00D43874">
        <w:trPr>
          <w:trHeight w:val="23"/>
        </w:trPr>
        <w:tc>
          <w:tcPr>
            <w:tcW w:w="3489" w:type="pct"/>
            <w:gridSpan w:val="6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4C19C"/>
            <w:noWrap/>
            <w:vAlign w:val="center"/>
            <w:hideMark/>
          </w:tcPr>
          <w:p w14:paraId="34571045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FFFFFF"/>
                <w:sz w:val="15"/>
                <w:szCs w:val="15"/>
                <w:lang w:val="es-MX" w:eastAsia="es-MX"/>
              </w:rPr>
              <w:t>Avance de los indicadores reportados respecto a la meta programada al período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D4C19C"/>
            <w:noWrap/>
            <w:vAlign w:val="bottom"/>
            <w:hideMark/>
          </w:tcPr>
          <w:p w14:paraId="0B17E662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FFFFFF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1441" w:type="pct"/>
            <w:gridSpan w:val="4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4C19C"/>
            <w:vAlign w:val="center"/>
            <w:hideMark/>
          </w:tcPr>
          <w:p w14:paraId="2EEE03BC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FFFFFF"/>
                <w:sz w:val="15"/>
                <w:szCs w:val="15"/>
                <w:lang w:val="es-MX" w:eastAsia="es-MX"/>
              </w:rPr>
              <w:t>Avances en 393 indicadores</w:t>
            </w:r>
            <w:r w:rsidRPr="009D5FF5">
              <w:rPr>
                <w:rFonts w:ascii="Montserrat" w:eastAsia="Times New Roman" w:hAnsi="Montserrat"/>
                <w:b/>
                <w:bCs/>
                <w:color w:val="FFFFFF"/>
                <w:sz w:val="15"/>
                <w:szCs w:val="15"/>
                <w:lang w:val="es-MX" w:eastAsia="es-MX"/>
              </w:rPr>
              <w:br/>
              <w:t>por rangos de porcentaje</w:t>
            </w:r>
          </w:p>
        </w:tc>
      </w:tr>
      <w:tr w:rsidR="0068249F" w:rsidRPr="009D5FF5" w14:paraId="120E1DFF" w14:textId="77777777" w:rsidTr="00D43874">
        <w:trPr>
          <w:trHeight w:val="23"/>
        </w:trPr>
        <w:tc>
          <w:tcPr>
            <w:tcW w:w="1998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4C19C"/>
            <w:noWrap/>
            <w:vAlign w:val="center"/>
            <w:hideMark/>
          </w:tcPr>
          <w:p w14:paraId="5E0B985A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FFFFFF"/>
                <w:sz w:val="15"/>
                <w:szCs w:val="15"/>
                <w:lang w:val="es-MX" w:eastAsia="es-MX"/>
              </w:rPr>
              <w:t>Ramo</w:t>
            </w:r>
          </w:p>
        </w:tc>
        <w:tc>
          <w:tcPr>
            <w:tcW w:w="42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4C19C"/>
            <w:vAlign w:val="center"/>
            <w:hideMark/>
          </w:tcPr>
          <w:p w14:paraId="7DE093A0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FFFFFF"/>
                <w:sz w:val="15"/>
                <w:szCs w:val="15"/>
                <w:lang w:val="es-MX" w:eastAsia="es-MX"/>
              </w:rPr>
              <w:t>Total</w:t>
            </w:r>
          </w:p>
        </w:tc>
        <w:tc>
          <w:tcPr>
            <w:tcW w:w="37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4C19C"/>
            <w:vAlign w:val="center"/>
            <w:hideMark/>
          </w:tcPr>
          <w:p w14:paraId="2B8C66A6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FFFFFF"/>
                <w:sz w:val="15"/>
                <w:szCs w:val="15"/>
                <w:lang w:val="es-MX" w:eastAsia="es-MX"/>
              </w:rPr>
              <w:t>Sin meta al</w:t>
            </w:r>
            <w:r w:rsidRPr="009D5FF5">
              <w:rPr>
                <w:rFonts w:ascii="Montserrat" w:eastAsia="Times New Roman" w:hAnsi="Montserrat"/>
                <w:b/>
                <w:bCs/>
                <w:color w:val="FFFFFF"/>
                <w:sz w:val="15"/>
                <w:szCs w:val="15"/>
                <w:lang w:val="es-MX" w:eastAsia="es-MX"/>
              </w:rPr>
              <w:br/>
              <w:t>periodo</w:t>
            </w:r>
            <w:r w:rsidRPr="009D5FF5">
              <w:rPr>
                <w:rFonts w:ascii="Montserrat" w:eastAsia="Times New Roman" w:hAnsi="Montserrat"/>
                <w:b/>
                <w:bCs/>
                <w:color w:val="FFFFFF"/>
                <w:sz w:val="15"/>
                <w:szCs w:val="15"/>
                <w:lang w:val="es-MX" w:eastAsia="es-MX"/>
              </w:rPr>
              <w:br/>
              <w:t>(N/A)</w:t>
            </w:r>
          </w:p>
        </w:tc>
        <w:tc>
          <w:tcPr>
            <w:tcW w:w="3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4C19C"/>
            <w:vAlign w:val="center"/>
            <w:hideMark/>
          </w:tcPr>
          <w:p w14:paraId="444ABC28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FFFFFF"/>
                <w:sz w:val="15"/>
                <w:szCs w:val="15"/>
                <w:lang w:val="es-MX" w:eastAsia="es-MX"/>
              </w:rPr>
              <w:t>Con avance</w:t>
            </w:r>
          </w:p>
        </w:tc>
        <w:tc>
          <w:tcPr>
            <w:tcW w:w="3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4C19C"/>
            <w:vAlign w:val="center"/>
            <w:hideMark/>
          </w:tcPr>
          <w:p w14:paraId="022119CF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FFFFFF"/>
                <w:sz w:val="15"/>
                <w:szCs w:val="15"/>
                <w:lang w:val="es-MX" w:eastAsia="es-MX"/>
              </w:rPr>
              <w:t>Sin avance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D4C19C"/>
            <w:vAlign w:val="center"/>
            <w:hideMark/>
          </w:tcPr>
          <w:p w14:paraId="4AE7D46B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FFFFFF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3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4C19C"/>
            <w:vAlign w:val="center"/>
            <w:hideMark/>
          </w:tcPr>
          <w:p w14:paraId="3ACCEBE2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FFFFFF"/>
                <w:sz w:val="15"/>
                <w:szCs w:val="15"/>
                <w:lang w:val="es-MX" w:eastAsia="es-MX"/>
              </w:rPr>
              <w:t>Hasta 50</w:t>
            </w:r>
          </w:p>
        </w:tc>
        <w:tc>
          <w:tcPr>
            <w:tcW w:w="3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4C19C"/>
            <w:vAlign w:val="center"/>
            <w:hideMark/>
          </w:tcPr>
          <w:p w14:paraId="628213DE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FFFFFF"/>
                <w:sz w:val="15"/>
                <w:szCs w:val="15"/>
                <w:lang w:val="es-MX" w:eastAsia="es-MX"/>
              </w:rPr>
              <w:t>Más de 50</w:t>
            </w:r>
            <w:r w:rsidRPr="009D5FF5">
              <w:rPr>
                <w:rFonts w:ascii="Montserrat" w:eastAsia="Times New Roman" w:hAnsi="Montserrat"/>
                <w:b/>
                <w:bCs/>
                <w:color w:val="FFFFFF"/>
                <w:sz w:val="15"/>
                <w:szCs w:val="15"/>
                <w:lang w:val="es-MX" w:eastAsia="es-MX"/>
              </w:rPr>
              <w:br/>
              <w:t>hasta 75</w:t>
            </w:r>
          </w:p>
        </w:tc>
        <w:tc>
          <w:tcPr>
            <w:tcW w:w="355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4C19C"/>
            <w:vAlign w:val="center"/>
            <w:hideMark/>
          </w:tcPr>
          <w:p w14:paraId="33411287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FFFFFF"/>
                <w:sz w:val="15"/>
                <w:szCs w:val="15"/>
                <w:lang w:val="es-MX" w:eastAsia="es-MX"/>
              </w:rPr>
              <w:t>Más de 75</w:t>
            </w:r>
            <w:r w:rsidRPr="009D5FF5">
              <w:rPr>
                <w:rFonts w:ascii="Montserrat" w:eastAsia="Times New Roman" w:hAnsi="Montserrat"/>
                <w:b/>
                <w:bCs/>
                <w:color w:val="FFFFFF"/>
                <w:sz w:val="15"/>
                <w:szCs w:val="15"/>
                <w:lang w:val="es-MX" w:eastAsia="es-MX"/>
              </w:rPr>
              <w:br/>
              <w:t>menos de</w:t>
            </w:r>
            <w:r w:rsidRPr="009D5FF5">
              <w:rPr>
                <w:rFonts w:ascii="Montserrat" w:eastAsia="Times New Roman" w:hAnsi="Montserrat"/>
                <w:b/>
                <w:bCs/>
                <w:color w:val="FFFFFF"/>
                <w:sz w:val="15"/>
                <w:szCs w:val="15"/>
                <w:lang w:val="es-MX" w:eastAsia="es-MX"/>
              </w:rPr>
              <w:br/>
              <w:t>100</w:t>
            </w:r>
          </w:p>
        </w:tc>
        <w:tc>
          <w:tcPr>
            <w:tcW w:w="38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4C19C"/>
            <w:noWrap/>
            <w:vAlign w:val="center"/>
            <w:hideMark/>
          </w:tcPr>
          <w:p w14:paraId="62708794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FFFFFF"/>
                <w:sz w:val="15"/>
                <w:szCs w:val="15"/>
                <w:lang w:val="es-MX" w:eastAsia="es-MX"/>
              </w:rPr>
              <w:t>100 o más</w:t>
            </w:r>
          </w:p>
        </w:tc>
      </w:tr>
      <w:tr w:rsidR="0068249F" w:rsidRPr="009D5FF5" w14:paraId="1B0F9CFB" w14:textId="77777777" w:rsidTr="00D43874">
        <w:trPr>
          <w:trHeight w:val="23"/>
        </w:trPr>
        <w:tc>
          <w:tcPr>
            <w:tcW w:w="1998" w:type="pct"/>
            <w:gridSpan w:val="2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14:paraId="42A18253" w14:textId="77777777" w:rsidR="0068249F" w:rsidRPr="009D5FF5" w:rsidRDefault="0068249F" w:rsidP="00D43874">
            <w:pPr>
              <w:spacing w:after="0" w:line="240" w:lineRule="auto"/>
              <w:rPr>
                <w:rFonts w:ascii="Montserrat" w:eastAsia="Times New Roman" w:hAnsi="Montserrat"/>
                <w:b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420" w:type="pct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14:paraId="491176F4" w14:textId="77777777" w:rsidR="0068249F" w:rsidRPr="009D5FF5" w:rsidRDefault="0068249F" w:rsidP="00D43874">
            <w:pPr>
              <w:spacing w:after="0" w:line="240" w:lineRule="auto"/>
              <w:rPr>
                <w:rFonts w:ascii="Montserrat" w:eastAsia="Times New Roman" w:hAnsi="Montserrat"/>
                <w:b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371" w:type="pct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14:paraId="3E0D4F73" w14:textId="77777777" w:rsidR="0068249F" w:rsidRPr="009D5FF5" w:rsidRDefault="0068249F" w:rsidP="00D43874">
            <w:pPr>
              <w:spacing w:after="0" w:line="240" w:lineRule="auto"/>
              <w:rPr>
                <w:rFonts w:ascii="Montserrat" w:eastAsia="Times New Roman" w:hAnsi="Montserrat"/>
                <w:b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350" w:type="pct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14:paraId="1FADBC55" w14:textId="77777777" w:rsidR="0068249F" w:rsidRPr="009D5FF5" w:rsidRDefault="0068249F" w:rsidP="00D43874">
            <w:pPr>
              <w:spacing w:after="0" w:line="240" w:lineRule="auto"/>
              <w:rPr>
                <w:rFonts w:ascii="Montserrat" w:eastAsia="Times New Roman" w:hAnsi="Montserrat"/>
                <w:b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350" w:type="pct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14:paraId="671EBC47" w14:textId="77777777" w:rsidR="0068249F" w:rsidRPr="009D5FF5" w:rsidRDefault="0068249F" w:rsidP="00D43874">
            <w:pPr>
              <w:spacing w:after="0" w:line="240" w:lineRule="auto"/>
              <w:rPr>
                <w:rFonts w:ascii="Montserrat" w:eastAsia="Times New Roman" w:hAnsi="Montserrat"/>
                <w:b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70" w:type="pct"/>
            <w:tcBorders>
              <w:top w:val="nil"/>
              <w:left w:val="nil"/>
              <w:right w:val="nil"/>
            </w:tcBorders>
            <w:shd w:val="clear" w:color="000000" w:fill="D4C19C"/>
            <w:vAlign w:val="center"/>
            <w:hideMark/>
          </w:tcPr>
          <w:p w14:paraId="2129E0DD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FFFFFF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350" w:type="pct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14:paraId="5EA4356E" w14:textId="77777777" w:rsidR="0068249F" w:rsidRPr="009D5FF5" w:rsidRDefault="0068249F" w:rsidP="00D43874">
            <w:pPr>
              <w:spacing w:after="0" w:line="240" w:lineRule="auto"/>
              <w:rPr>
                <w:rFonts w:ascii="Montserrat" w:eastAsia="Times New Roman" w:hAnsi="Montserrat"/>
                <w:b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350" w:type="pct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14:paraId="5CA2B12C" w14:textId="77777777" w:rsidR="0068249F" w:rsidRPr="009D5FF5" w:rsidRDefault="0068249F" w:rsidP="00D43874">
            <w:pPr>
              <w:spacing w:after="0" w:line="240" w:lineRule="auto"/>
              <w:rPr>
                <w:rFonts w:ascii="Montserrat" w:eastAsia="Times New Roman" w:hAnsi="Montserrat"/>
                <w:b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355" w:type="pct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14:paraId="6873DA9F" w14:textId="77777777" w:rsidR="0068249F" w:rsidRPr="009D5FF5" w:rsidRDefault="0068249F" w:rsidP="00D43874">
            <w:pPr>
              <w:spacing w:after="0" w:line="240" w:lineRule="auto"/>
              <w:rPr>
                <w:rFonts w:ascii="Montserrat" w:eastAsia="Times New Roman" w:hAnsi="Montserrat"/>
                <w:b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  <w:tc>
          <w:tcPr>
            <w:tcW w:w="387" w:type="pct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14:paraId="3F96E658" w14:textId="77777777" w:rsidR="0068249F" w:rsidRPr="009D5FF5" w:rsidRDefault="0068249F" w:rsidP="00D43874">
            <w:pPr>
              <w:spacing w:after="0" w:line="240" w:lineRule="auto"/>
              <w:rPr>
                <w:rFonts w:ascii="Montserrat" w:eastAsia="Times New Roman" w:hAnsi="Montserrat"/>
                <w:b/>
                <w:bCs/>
                <w:color w:val="FFFFFF"/>
                <w:sz w:val="15"/>
                <w:szCs w:val="15"/>
                <w:lang w:val="es-MX" w:eastAsia="es-MX"/>
              </w:rPr>
            </w:pPr>
          </w:p>
        </w:tc>
      </w:tr>
      <w:tr w:rsidR="0068249F" w:rsidRPr="009D5FF5" w14:paraId="7F62422D" w14:textId="77777777" w:rsidTr="00D43874">
        <w:trPr>
          <w:trHeight w:val="23"/>
        </w:trPr>
        <w:tc>
          <w:tcPr>
            <w:tcW w:w="130" w:type="pct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10608F3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  <w:t> 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F921BDC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auto"/>
            <w:vAlign w:val="center"/>
            <w:hideMark/>
          </w:tcPr>
          <w:p w14:paraId="434388A2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auto"/>
            <w:vAlign w:val="center"/>
            <w:hideMark/>
          </w:tcPr>
          <w:p w14:paraId="10DD9428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auto"/>
            <w:vAlign w:val="center"/>
            <w:hideMark/>
          </w:tcPr>
          <w:p w14:paraId="1F898C30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auto"/>
            <w:vAlign w:val="center"/>
            <w:hideMark/>
          </w:tcPr>
          <w:p w14:paraId="7AD3D61D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auto"/>
            <w:vAlign w:val="center"/>
            <w:hideMark/>
          </w:tcPr>
          <w:p w14:paraId="2BCA1E15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auto"/>
            <w:vAlign w:val="center"/>
            <w:hideMark/>
          </w:tcPr>
          <w:p w14:paraId="03F0D5BD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944596C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E27730D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A75AC5D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  <w:t> </w:t>
            </w:r>
          </w:p>
        </w:tc>
      </w:tr>
      <w:tr w:rsidR="0068249F" w:rsidRPr="009D5FF5" w14:paraId="0BD2840A" w14:textId="77777777" w:rsidTr="00D43874">
        <w:trPr>
          <w:trHeight w:val="23"/>
        </w:trPr>
        <w:tc>
          <w:tcPr>
            <w:tcW w:w="130" w:type="pct"/>
            <w:tcBorders>
              <w:top w:val="single" w:sz="12" w:space="0" w:color="808080"/>
              <w:left w:val="nil"/>
              <w:bottom w:val="single" w:sz="12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791A2BE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  <w:t> </w:t>
            </w:r>
          </w:p>
        </w:tc>
        <w:tc>
          <w:tcPr>
            <w:tcW w:w="1868" w:type="pct"/>
            <w:tcBorders>
              <w:top w:val="single" w:sz="12" w:space="0" w:color="808080"/>
              <w:left w:val="nil"/>
              <w:bottom w:val="single" w:sz="12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91D5088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  <w:t> </w:t>
            </w:r>
          </w:p>
        </w:tc>
        <w:tc>
          <w:tcPr>
            <w:tcW w:w="420" w:type="pct"/>
            <w:tcBorders>
              <w:top w:val="single" w:sz="12" w:space="0" w:color="808080"/>
              <w:left w:val="nil"/>
              <w:bottom w:val="single" w:sz="12" w:space="0" w:color="808080"/>
              <w:right w:val="nil"/>
            </w:tcBorders>
            <w:shd w:val="clear" w:color="auto" w:fill="auto"/>
            <w:vAlign w:val="center"/>
            <w:hideMark/>
          </w:tcPr>
          <w:p w14:paraId="64A72E79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  <w:t> </w:t>
            </w:r>
          </w:p>
        </w:tc>
        <w:tc>
          <w:tcPr>
            <w:tcW w:w="371" w:type="pct"/>
            <w:tcBorders>
              <w:top w:val="single" w:sz="12" w:space="0" w:color="808080"/>
              <w:left w:val="nil"/>
              <w:bottom w:val="single" w:sz="12" w:space="0" w:color="808080"/>
              <w:right w:val="nil"/>
            </w:tcBorders>
            <w:shd w:val="clear" w:color="auto" w:fill="auto"/>
            <w:vAlign w:val="center"/>
            <w:hideMark/>
          </w:tcPr>
          <w:p w14:paraId="7CAEB337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  <w:t> </w:t>
            </w:r>
          </w:p>
        </w:tc>
        <w:tc>
          <w:tcPr>
            <w:tcW w:w="350" w:type="pct"/>
            <w:tcBorders>
              <w:top w:val="single" w:sz="12" w:space="0" w:color="808080"/>
              <w:left w:val="nil"/>
              <w:bottom w:val="single" w:sz="12" w:space="0" w:color="808080"/>
              <w:right w:val="nil"/>
            </w:tcBorders>
            <w:shd w:val="clear" w:color="auto" w:fill="auto"/>
            <w:vAlign w:val="center"/>
            <w:hideMark/>
          </w:tcPr>
          <w:p w14:paraId="551E4E53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  <w:t> </w:t>
            </w:r>
          </w:p>
        </w:tc>
        <w:tc>
          <w:tcPr>
            <w:tcW w:w="350" w:type="pct"/>
            <w:tcBorders>
              <w:top w:val="single" w:sz="12" w:space="0" w:color="808080"/>
              <w:left w:val="nil"/>
              <w:bottom w:val="single" w:sz="12" w:space="0" w:color="808080"/>
              <w:right w:val="nil"/>
            </w:tcBorders>
            <w:shd w:val="clear" w:color="auto" w:fill="auto"/>
            <w:vAlign w:val="center"/>
            <w:hideMark/>
          </w:tcPr>
          <w:p w14:paraId="06AF9E0C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  <w:t> </w:t>
            </w:r>
          </w:p>
        </w:tc>
        <w:tc>
          <w:tcPr>
            <w:tcW w:w="70" w:type="pct"/>
            <w:tcBorders>
              <w:top w:val="single" w:sz="12" w:space="0" w:color="808080"/>
              <w:left w:val="nil"/>
              <w:bottom w:val="single" w:sz="12" w:space="0" w:color="808080"/>
              <w:right w:val="nil"/>
            </w:tcBorders>
            <w:shd w:val="clear" w:color="auto" w:fill="auto"/>
            <w:vAlign w:val="center"/>
            <w:hideMark/>
          </w:tcPr>
          <w:p w14:paraId="1A4EE84F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  <w:t> </w:t>
            </w:r>
          </w:p>
        </w:tc>
        <w:tc>
          <w:tcPr>
            <w:tcW w:w="350" w:type="pct"/>
            <w:tcBorders>
              <w:top w:val="single" w:sz="12" w:space="0" w:color="808080"/>
              <w:left w:val="nil"/>
              <w:bottom w:val="single" w:sz="12" w:space="0" w:color="808080"/>
              <w:right w:val="nil"/>
            </w:tcBorders>
            <w:shd w:val="clear" w:color="auto" w:fill="auto"/>
            <w:vAlign w:val="center"/>
            <w:hideMark/>
          </w:tcPr>
          <w:p w14:paraId="6032F025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  <w:t> </w:t>
            </w:r>
          </w:p>
        </w:tc>
        <w:tc>
          <w:tcPr>
            <w:tcW w:w="350" w:type="pct"/>
            <w:tcBorders>
              <w:top w:val="single" w:sz="12" w:space="0" w:color="808080"/>
              <w:left w:val="nil"/>
              <w:bottom w:val="single" w:sz="12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D33A64B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  <w:t> </w:t>
            </w:r>
          </w:p>
        </w:tc>
        <w:tc>
          <w:tcPr>
            <w:tcW w:w="355" w:type="pct"/>
            <w:tcBorders>
              <w:top w:val="single" w:sz="12" w:space="0" w:color="808080"/>
              <w:left w:val="nil"/>
              <w:bottom w:val="single" w:sz="12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17F3F78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  <w:t> </w:t>
            </w:r>
          </w:p>
        </w:tc>
        <w:tc>
          <w:tcPr>
            <w:tcW w:w="387" w:type="pct"/>
            <w:tcBorders>
              <w:top w:val="single" w:sz="12" w:space="0" w:color="808080"/>
              <w:left w:val="nil"/>
              <w:bottom w:val="single" w:sz="12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9B2CF95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  <w:t> </w:t>
            </w:r>
          </w:p>
        </w:tc>
      </w:tr>
      <w:tr w:rsidR="0068249F" w:rsidRPr="009D5FF5" w14:paraId="72A1645C" w14:textId="77777777" w:rsidTr="00D43874">
        <w:trPr>
          <w:trHeight w:val="23"/>
        </w:trPr>
        <w:tc>
          <w:tcPr>
            <w:tcW w:w="1998" w:type="pct"/>
            <w:gridSpan w:val="2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6201F3E" w14:textId="77777777" w:rsidR="0068249F" w:rsidRPr="009D5FF5" w:rsidRDefault="0068249F" w:rsidP="00D43874">
            <w:pPr>
              <w:spacing w:after="0" w:line="240" w:lineRule="auto"/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  <w:t>TOTAL</w:t>
            </w:r>
          </w:p>
        </w:tc>
        <w:tc>
          <w:tcPr>
            <w:tcW w:w="420" w:type="pct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95B5C6C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  <w:t>418</w:t>
            </w:r>
          </w:p>
        </w:tc>
        <w:tc>
          <w:tcPr>
            <w:tcW w:w="371" w:type="pct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0F57F58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  <w:t>4</w:t>
            </w:r>
          </w:p>
        </w:tc>
        <w:tc>
          <w:tcPr>
            <w:tcW w:w="350" w:type="pct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522F9DB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  <w:t>393</w:t>
            </w:r>
          </w:p>
        </w:tc>
        <w:tc>
          <w:tcPr>
            <w:tcW w:w="350" w:type="pct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9D82AD1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  <w:t>21</w:t>
            </w:r>
          </w:p>
        </w:tc>
        <w:tc>
          <w:tcPr>
            <w:tcW w:w="70" w:type="pct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4EF5437" w14:textId="77777777" w:rsidR="0068249F" w:rsidRPr="009D5FF5" w:rsidRDefault="0068249F" w:rsidP="00D43874">
            <w:pPr>
              <w:spacing w:after="0" w:line="240" w:lineRule="auto"/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350" w:type="pct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C7E95FA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  <w:t>44</w:t>
            </w:r>
          </w:p>
        </w:tc>
        <w:tc>
          <w:tcPr>
            <w:tcW w:w="350" w:type="pct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F4C630D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  <w:t>39</w:t>
            </w:r>
          </w:p>
        </w:tc>
        <w:tc>
          <w:tcPr>
            <w:tcW w:w="355" w:type="pct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080AB4A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  <w:t>72</w:t>
            </w:r>
          </w:p>
        </w:tc>
        <w:tc>
          <w:tcPr>
            <w:tcW w:w="387" w:type="pct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337E6E2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  <w:t>238</w:t>
            </w:r>
          </w:p>
        </w:tc>
      </w:tr>
      <w:tr w:rsidR="0068249F" w:rsidRPr="009D5FF5" w14:paraId="7BBF0EC6" w14:textId="77777777" w:rsidTr="00D43874">
        <w:trPr>
          <w:trHeight w:val="23"/>
        </w:trPr>
        <w:tc>
          <w:tcPr>
            <w:tcW w:w="19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494172E" w14:textId="77777777" w:rsidR="0068249F" w:rsidRPr="009D5FF5" w:rsidRDefault="0068249F" w:rsidP="00D43874">
            <w:pPr>
              <w:spacing w:after="0" w:line="240" w:lineRule="auto"/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  <w:t>Porcentaje respecto de su total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04A1FFF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6BA3CC6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  <w:t>1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1BA482D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  <w:t>94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26FD4CA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  <w:t>5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7433F8B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9E9A291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  <w:t>11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30E842C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  <w:t>10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EF14A40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  <w:t>18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9BA50EA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  <w:t>61</w:t>
            </w:r>
          </w:p>
        </w:tc>
      </w:tr>
      <w:tr w:rsidR="0068249F" w:rsidRPr="009D5FF5" w14:paraId="4D0E3D95" w14:textId="77777777" w:rsidTr="00D43874">
        <w:trPr>
          <w:trHeight w:val="23"/>
        </w:trPr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6BA6C62D" w14:textId="77777777" w:rsidR="0068249F" w:rsidRPr="009D5FF5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01</w:t>
            </w: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80D9D1D" w14:textId="77777777" w:rsidR="0068249F" w:rsidRPr="009D5FF5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 Poder Legislativo   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D51499C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5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281CB0C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8578258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5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03054E4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9359075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6F3CC58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1F31EC5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6F01407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33D2DAE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</w:t>
            </w:r>
          </w:p>
        </w:tc>
      </w:tr>
      <w:tr w:rsidR="0068249F" w:rsidRPr="009D5FF5" w14:paraId="57675DB5" w14:textId="77777777" w:rsidTr="00D43874">
        <w:trPr>
          <w:trHeight w:val="23"/>
        </w:trPr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365D6102" w14:textId="77777777" w:rsidR="0068249F" w:rsidRPr="009D5FF5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04</w:t>
            </w: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75F6870" w14:textId="77777777" w:rsidR="0068249F" w:rsidRPr="009D5FF5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 Gobernación   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2365AF1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16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A4BA99D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3B6D29D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12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7BA9E10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D4E9B2A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BA35B73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4F7FF4D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90A137A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299F561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10</w:t>
            </w:r>
          </w:p>
        </w:tc>
      </w:tr>
      <w:tr w:rsidR="0068249F" w:rsidRPr="009D5FF5" w14:paraId="6967C5CA" w14:textId="77777777" w:rsidTr="00D43874">
        <w:trPr>
          <w:trHeight w:val="23"/>
        </w:trPr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3382CFEE" w14:textId="77777777" w:rsidR="0068249F" w:rsidRPr="009D5FF5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05</w:t>
            </w: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C6FBBDF" w14:textId="77777777" w:rsidR="0068249F" w:rsidRPr="009D5FF5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 Relaciones Exteriores   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5872EC2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6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E198CA9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5361479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5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6BC4112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F192495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29D4830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6E72E09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DDDC585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FEF4647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</w:t>
            </w:r>
          </w:p>
        </w:tc>
      </w:tr>
      <w:tr w:rsidR="0068249F" w:rsidRPr="009D5FF5" w14:paraId="5247A08C" w14:textId="77777777" w:rsidTr="00D43874">
        <w:trPr>
          <w:trHeight w:val="23"/>
        </w:trPr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4D1BD8D5" w14:textId="77777777" w:rsidR="0068249F" w:rsidRPr="009D5FF5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06</w:t>
            </w: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05A4649" w14:textId="77777777" w:rsidR="0068249F" w:rsidRPr="009D5FF5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 Hacienda y Crédito Público   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2472F5E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FF1029C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BFE163B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DA79D11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2416187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1475567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8A436B3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ED3222F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4D31E8C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3</w:t>
            </w:r>
          </w:p>
        </w:tc>
      </w:tr>
      <w:tr w:rsidR="0068249F" w:rsidRPr="009D5FF5" w14:paraId="39A35475" w14:textId="77777777" w:rsidTr="00D43874">
        <w:trPr>
          <w:trHeight w:val="23"/>
        </w:trPr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20E703D6" w14:textId="77777777" w:rsidR="0068249F" w:rsidRPr="009D5FF5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07</w:t>
            </w: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98AEE93" w14:textId="77777777" w:rsidR="0068249F" w:rsidRPr="009D5FF5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 Defensa Nacional   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1EF6255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6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79C240F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C200A5F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6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43ABDD2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C90FCED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143EF8F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64A044F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0942FDB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FFCA06E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6</w:t>
            </w:r>
          </w:p>
        </w:tc>
      </w:tr>
      <w:tr w:rsidR="0068249F" w:rsidRPr="009D5FF5" w14:paraId="48C88EE3" w14:textId="77777777" w:rsidTr="00D43874">
        <w:trPr>
          <w:trHeight w:val="23"/>
        </w:trPr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49EBE4B2" w14:textId="77777777" w:rsidR="0068249F" w:rsidRPr="009D5FF5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08</w:t>
            </w: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9B1527C" w14:textId="77777777" w:rsidR="0068249F" w:rsidRPr="009D5FF5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 Agricultura y Desarrollo Rural   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2B64660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8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5B696EF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8C9224C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8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7357E6D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A3FD3A5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DA735B0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2C3651F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D0B3B56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2F053B8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5</w:t>
            </w:r>
          </w:p>
        </w:tc>
      </w:tr>
      <w:tr w:rsidR="0068249F" w:rsidRPr="009D5FF5" w14:paraId="225389D5" w14:textId="77777777" w:rsidTr="00D43874">
        <w:trPr>
          <w:trHeight w:val="23"/>
        </w:trPr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511E7A86" w14:textId="77777777" w:rsidR="0068249F" w:rsidRPr="009D5FF5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09</w:t>
            </w: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194F3B47" w14:textId="77777777" w:rsidR="0068249F" w:rsidRPr="009D5FF5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 Comunicaciones y Transportes   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FA1C90B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CAA71F4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1E27801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8229A74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28C10AF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268DA6C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B903AB2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728BA39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07CE46B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</w:t>
            </w:r>
          </w:p>
        </w:tc>
      </w:tr>
      <w:tr w:rsidR="0068249F" w:rsidRPr="009D5FF5" w14:paraId="2A1D31B2" w14:textId="77777777" w:rsidTr="00D43874">
        <w:trPr>
          <w:trHeight w:val="23"/>
        </w:trPr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79DB6341" w14:textId="77777777" w:rsidR="0068249F" w:rsidRPr="009D5FF5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10</w:t>
            </w: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07B9B43" w14:textId="77777777" w:rsidR="0068249F" w:rsidRPr="009D5FF5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 Economía   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10053D9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49D8513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A06EA30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6532DCB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010B669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C32C91D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35A37D3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71C6EC5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8D26298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</w:tr>
      <w:tr w:rsidR="0068249F" w:rsidRPr="009D5FF5" w14:paraId="7C994CA4" w14:textId="77777777" w:rsidTr="00D43874">
        <w:trPr>
          <w:trHeight w:val="23"/>
        </w:trPr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3D08304A" w14:textId="77777777" w:rsidR="0068249F" w:rsidRPr="009D5FF5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11</w:t>
            </w: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E314A51" w14:textId="77777777" w:rsidR="0068249F" w:rsidRPr="009D5FF5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 Educación Pública   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3FCF18C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48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9CB65E5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B10DA74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47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099934C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EB48787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EC01360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9B3F3DE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6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79F97BB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11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08C9769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26</w:t>
            </w:r>
          </w:p>
        </w:tc>
      </w:tr>
      <w:tr w:rsidR="0068249F" w:rsidRPr="009D5FF5" w14:paraId="3DEABC23" w14:textId="77777777" w:rsidTr="00D43874">
        <w:trPr>
          <w:trHeight w:val="23"/>
        </w:trPr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201E23F2" w14:textId="77777777" w:rsidR="0068249F" w:rsidRPr="009D5FF5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12</w:t>
            </w: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F55B1D6" w14:textId="77777777" w:rsidR="0068249F" w:rsidRPr="009D5FF5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 Salud   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5943E0D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124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31D545C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73A2CE2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116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DD89D50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A17DD47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090D71D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13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F996A13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13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B871C04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27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94A995F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63</w:t>
            </w:r>
          </w:p>
        </w:tc>
      </w:tr>
      <w:tr w:rsidR="0068249F" w:rsidRPr="009D5FF5" w14:paraId="051811BD" w14:textId="77777777" w:rsidTr="00D43874">
        <w:trPr>
          <w:trHeight w:val="23"/>
        </w:trPr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71405078" w14:textId="77777777" w:rsidR="0068249F" w:rsidRPr="009D5FF5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13</w:t>
            </w: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B5C0FEB" w14:textId="77777777" w:rsidR="0068249F" w:rsidRPr="009D5FF5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 Marina   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5DB7BD2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3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029EBC5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346E585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3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1DFEA06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6219F54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2EA275D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BF5106D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383DFF8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533F3AE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</w:t>
            </w:r>
          </w:p>
        </w:tc>
      </w:tr>
      <w:tr w:rsidR="0068249F" w:rsidRPr="009D5FF5" w14:paraId="56596019" w14:textId="77777777" w:rsidTr="00D43874">
        <w:trPr>
          <w:trHeight w:val="23"/>
        </w:trPr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076D23A1" w14:textId="77777777" w:rsidR="0068249F" w:rsidRPr="009D5FF5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14</w:t>
            </w: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0FC9229" w14:textId="77777777" w:rsidR="0068249F" w:rsidRPr="009D5FF5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 Trabajo y Previsión Social   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47FEAFC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9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A66B94F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1E00982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8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AD972BB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31333BF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2B4FF9E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4BF27C5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4655C1B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F8B1960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5</w:t>
            </w:r>
          </w:p>
        </w:tc>
      </w:tr>
      <w:tr w:rsidR="0068249F" w:rsidRPr="009D5FF5" w14:paraId="4DF13A1B" w14:textId="77777777" w:rsidTr="00D43874">
        <w:trPr>
          <w:trHeight w:val="23"/>
        </w:trPr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3DC89252" w14:textId="77777777" w:rsidR="0068249F" w:rsidRPr="009D5FF5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15</w:t>
            </w: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2A23B90" w14:textId="77777777" w:rsidR="0068249F" w:rsidRPr="009D5FF5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 Desarrollo Agrario, Territorial y Urbano   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4D3F31B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6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2222CF3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4232D76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6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493D0C6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5BD0BA7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074E9B2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0363E62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C042505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60D0E7A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</w:t>
            </w:r>
          </w:p>
        </w:tc>
      </w:tr>
      <w:tr w:rsidR="0068249F" w:rsidRPr="009D5FF5" w14:paraId="4EAF723E" w14:textId="77777777" w:rsidTr="00D43874">
        <w:trPr>
          <w:trHeight w:val="23"/>
        </w:trPr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3A4F0B34" w14:textId="77777777" w:rsidR="0068249F" w:rsidRPr="009D5FF5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16</w:t>
            </w: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56DAB3A" w14:textId="77777777" w:rsidR="0068249F" w:rsidRPr="009D5FF5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 Medio Ambiente y Recursos Naturales   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B4E81AC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5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DD186C3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A2BDA88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5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F6B5845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425FFC4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0D204F3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414DD22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F7428C1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64C7849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</w:t>
            </w:r>
          </w:p>
        </w:tc>
      </w:tr>
      <w:tr w:rsidR="0068249F" w:rsidRPr="009D5FF5" w14:paraId="0C8AC38C" w14:textId="77777777" w:rsidTr="00D43874">
        <w:trPr>
          <w:trHeight w:val="23"/>
        </w:trPr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3BBE99AD" w14:textId="77777777" w:rsidR="0068249F" w:rsidRPr="009D5FF5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18</w:t>
            </w: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1A1A63EE" w14:textId="77777777" w:rsidR="0068249F" w:rsidRPr="009D5FF5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 Energía   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1787263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14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4C8FA0A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D2CFC58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1D98F79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261E4CC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0931B0D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3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6816EA5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E7E8983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76E4645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5</w:t>
            </w:r>
          </w:p>
        </w:tc>
      </w:tr>
      <w:tr w:rsidR="0068249F" w:rsidRPr="009D5FF5" w14:paraId="49ABBB95" w14:textId="77777777" w:rsidTr="00D43874">
        <w:trPr>
          <w:trHeight w:val="23"/>
        </w:trPr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427C9CB7" w14:textId="77777777" w:rsidR="0068249F" w:rsidRPr="009D5FF5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19</w:t>
            </w: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194DD91" w14:textId="77777777" w:rsidR="0068249F" w:rsidRPr="009D5FF5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 Aportaciones a Seguridad Social   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704C94A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DAAC58B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B693F08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FA4186F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54A1DFD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76D2736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1861437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FC25467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D2CC5C4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</w:t>
            </w:r>
          </w:p>
        </w:tc>
      </w:tr>
      <w:tr w:rsidR="0068249F" w:rsidRPr="009D5FF5" w14:paraId="133D956A" w14:textId="77777777" w:rsidTr="00D43874">
        <w:trPr>
          <w:trHeight w:val="23"/>
        </w:trPr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5C4812A0" w14:textId="77777777" w:rsidR="0068249F" w:rsidRPr="009D5FF5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20</w:t>
            </w: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3FF799D" w14:textId="77777777" w:rsidR="0068249F" w:rsidRPr="009D5FF5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 Bienestar   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AE94EAF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37C5077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327A43F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2D4D582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A0FC727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A57DE5C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7FA5C4B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AB38029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3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34899B6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6</w:t>
            </w:r>
          </w:p>
        </w:tc>
      </w:tr>
      <w:tr w:rsidR="0068249F" w:rsidRPr="009D5FF5" w14:paraId="2992B7A7" w14:textId="77777777" w:rsidTr="00D43874">
        <w:trPr>
          <w:trHeight w:val="23"/>
        </w:trPr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3C99C320" w14:textId="77777777" w:rsidR="0068249F" w:rsidRPr="009D5FF5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21</w:t>
            </w: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1DF7545" w14:textId="77777777" w:rsidR="0068249F" w:rsidRPr="009D5FF5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 Turismo   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4A2BF52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2926BF5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6444E34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578DD35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8CB1C90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3137FC7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E19C95C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E4EC6FC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F346EFD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</w:t>
            </w:r>
          </w:p>
        </w:tc>
      </w:tr>
      <w:tr w:rsidR="0068249F" w:rsidRPr="009D5FF5" w14:paraId="729D452A" w14:textId="77777777" w:rsidTr="00D43874">
        <w:trPr>
          <w:trHeight w:val="23"/>
        </w:trPr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7C9C500A" w14:textId="77777777" w:rsidR="0068249F" w:rsidRPr="009D5FF5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22</w:t>
            </w: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13B78FB0" w14:textId="77777777" w:rsidR="0068249F" w:rsidRPr="009D5FF5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 Instituto Nacional Electoral   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41016C0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21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84585FC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E320444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21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FDA77F2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B38778C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04F20C8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6A97A4A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EC5365C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EC33A39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17</w:t>
            </w:r>
          </w:p>
        </w:tc>
      </w:tr>
      <w:tr w:rsidR="0068249F" w:rsidRPr="009D5FF5" w14:paraId="0390E586" w14:textId="77777777" w:rsidTr="00D43874">
        <w:trPr>
          <w:trHeight w:val="23"/>
        </w:trPr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16735FC3" w14:textId="77777777" w:rsidR="0068249F" w:rsidRPr="009D5FF5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35</w:t>
            </w: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32D66EC" w14:textId="77777777" w:rsidR="0068249F" w:rsidRPr="009D5FF5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 Comisión Nacional de los Derechos Humanos   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FD25695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3506CB8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F679979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4778D80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97C3979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DB5A5DB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CA8A6AA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D0E9501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3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37751FB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14</w:t>
            </w:r>
          </w:p>
        </w:tc>
      </w:tr>
      <w:tr w:rsidR="0068249F" w:rsidRPr="009D5FF5" w14:paraId="0B80B987" w14:textId="77777777" w:rsidTr="00D43874">
        <w:trPr>
          <w:trHeight w:val="23"/>
        </w:trPr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68C20943" w14:textId="77777777" w:rsidR="0068249F" w:rsidRPr="009D5FF5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36</w:t>
            </w: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6EA4965" w14:textId="77777777" w:rsidR="0068249F" w:rsidRPr="009D5FF5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 Seguridad y Protección Ciudadana   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50EA3C7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DADB4F9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C04B0B0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AFB3013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16FFE1A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07403F0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DC7D584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6572629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85FBA73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</w:tr>
      <w:tr w:rsidR="0068249F" w:rsidRPr="009D5FF5" w14:paraId="11C6735F" w14:textId="77777777" w:rsidTr="00D43874">
        <w:trPr>
          <w:trHeight w:val="23"/>
        </w:trPr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645A2B4F" w14:textId="77777777" w:rsidR="0068249F" w:rsidRPr="009D5FF5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38</w:t>
            </w: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23C6989" w14:textId="77777777" w:rsidR="0068249F" w:rsidRPr="009D5FF5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 Consejo Nacional de Ciencia y Tecnología   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2A9A5EF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8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14F6A5D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EB02F87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8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81C1B4B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94FF080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ACA39AF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B13F0F3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70F7638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736F0F2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</w:t>
            </w:r>
          </w:p>
        </w:tc>
      </w:tr>
      <w:tr w:rsidR="0068249F" w:rsidRPr="009D5FF5" w14:paraId="0CF2EAE2" w14:textId="77777777" w:rsidTr="00D43874">
        <w:trPr>
          <w:trHeight w:val="23"/>
        </w:trPr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0544B5F1" w14:textId="77777777" w:rsidR="0068249F" w:rsidRPr="009D5FF5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40</w:t>
            </w: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8049B65" w14:textId="77777777" w:rsidR="0068249F" w:rsidRPr="009D5FF5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 Información Nacional Estadística y Geográfica   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3CA380D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7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FD513B5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C61B715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7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BB98089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684F4CA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5AFCE3C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487C085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6F1774D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87A754C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7</w:t>
            </w:r>
          </w:p>
        </w:tc>
      </w:tr>
      <w:tr w:rsidR="0068249F" w:rsidRPr="009D5FF5" w14:paraId="59BAC78E" w14:textId="77777777" w:rsidTr="00D43874">
        <w:trPr>
          <w:trHeight w:val="23"/>
        </w:trPr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5E29A6C2" w14:textId="77777777" w:rsidR="0068249F" w:rsidRPr="009D5FF5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43</w:t>
            </w: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EEF4554" w14:textId="77777777" w:rsidR="0068249F" w:rsidRPr="009D5FF5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 Instituto Federal de Telecomunicaciones   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C439416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3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794F17A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80094DB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3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95B96F6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9BB2984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C349819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8BBED8C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C94CE15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3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3B2B446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</w:tr>
      <w:tr w:rsidR="0068249F" w:rsidRPr="009D5FF5" w14:paraId="6026072C" w14:textId="77777777" w:rsidTr="00D43874">
        <w:trPr>
          <w:trHeight w:val="23"/>
        </w:trPr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6D868287" w14:textId="77777777" w:rsidR="0068249F" w:rsidRPr="009D5FF5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45</w:t>
            </w: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C4A5D1E" w14:textId="77777777" w:rsidR="0068249F" w:rsidRPr="009D5FF5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 Comisión Reguladora de Energía   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BE32D47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54CCD6A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E71466F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AA7CB84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23773D3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4633C92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E177B7E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5E94B11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1F1B127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</w:t>
            </w:r>
          </w:p>
        </w:tc>
      </w:tr>
      <w:tr w:rsidR="0068249F" w:rsidRPr="009D5FF5" w14:paraId="2DFFA7EB" w14:textId="77777777" w:rsidTr="00D43874">
        <w:trPr>
          <w:trHeight w:val="23"/>
        </w:trPr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2DEE134E" w14:textId="77777777" w:rsidR="0068249F" w:rsidRPr="009D5FF5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47</w:t>
            </w: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1675587" w14:textId="77777777" w:rsidR="0068249F" w:rsidRPr="009D5FF5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 Entidades no Sectorizadas   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448ECBE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14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CAF008D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0B4FEA8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13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A9A6046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F6C5757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A5F6C63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5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9CDEC40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BED4EBB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9F242F7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6</w:t>
            </w:r>
          </w:p>
        </w:tc>
      </w:tr>
      <w:tr w:rsidR="0068249F" w:rsidRPr="009D5FF5" w14:paraId="457E1536" w14:textId="77777777" w:rsidTr="00D43874">
        <w:trPr>
          <w:trHeight w:val="23"/>
        </w:trPr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43D99FF6" w14:textId="77777777" w:rsidR="0068249F" w:rsidRPr="009D5FF5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48</w:t>
            </w: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EDA860C" w14:textId="77777777" w:rsidR="0068249F" w:rsidRPr="009D5FF5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 Cultura   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055407D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3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197FC37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EB386C0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3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8453324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1C7B92E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617F007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F601FF8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5B76EB8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91F6BF9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</w:tr>
      <w:tr w:rsidR="0068249F" w:rsidRPr="009D5FF5" w14:paraId="783A0008" w14:textId="77777777" w:rsidTr="00D43874">
        <w:trPr>
          <w:trHeight w:val="23"/>
        </w:trPr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110085DF" w14:textId="77777777" w:rsidR="0068249F" w:rsidRPr="009D5FF5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49</w:t>
            </w: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C1C79E7" w14:textId="77777777" w:rsidR="0068249F" w:rsidRPr="009D5FF5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 Fiscalía General de la República   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B7D6E1B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21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5F5DDD3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44B9D39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19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3DB8F0A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90B4BB9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164D0ED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3AFC9F9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3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9E41FEF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FAA02CB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15</w:t>
            </w:r>
          </w:p>
        </w:tc>
      </w:tr>
      <w:tr w:rsidR="0068249F" w:rsidRPr="009D5FF5" w14:paraId="2FACC769" w14:textId="77777777" w:rsidTr="00D43874">
        <w:trPr>
          <w:trHeight w:val="23"/>
        </w:trPr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64202E63" w14:textId="77777777" w:rsidR="0068249F" w:rsidRPr="009D5FF5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50</w:t>
            </w: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1A072FE" w14:textId="77777777" w:rsidR="0068249F" w:rsidRPr="009D5FF5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 Instituto Mexicano del Seguro Social   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3684ABF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3085E60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3194C50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C915ED2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FEF7C40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17E748D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3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B49FBC5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04C9766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5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558EDEF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</w:t>
            </w:r>
          </w:p>
        </w:tc>
      </w:tr>
      <w:tr w:rsidR="0068249F" w:rsidRPr="009D5FF5" w14:paraId="72CB4383" w14:textId="77777777" w:rsidTr="00D43874">
        <w:trPr>
          <w:trHeight w:val="23"/>
        </w:trPr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126ADBF7" w14:textId="77777777" w:rsidR="0068249F" w:rsidRPr="009D5FF5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51</w:t>
            </w: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8855DE3" w14:textId="77777777" w:rsidR="0068249F" w:rsidRPr="009D5FF5" w:rsidRDefault="0068249F" w:rsidP="00D43874">
            <w:pPr>
              <w:spacing w:after="0" w:line="240" w:lineRule="auto"/>
              <w:ind w:left="54" w:hanging="54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 Instituto de Seguridad y Servicios Sociales de los Trabajadores del Estado   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F6F8810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9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4C382F1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B8302B6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9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C0BCB92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B8D7682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D08243C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C62BE75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3314BDF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5387AC9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3</w:t>
            </w:r>
          </w:p>
        </w:tc>
      </w:tr>
      <w:tr w:rsidR="0068249F" w:rsidRPr="009D5FF5" w14:paraId="15D232F3" w14:textId="77777777" w:rsidTr="00D43874">
        <w:trPr>
          <w:trHeight w:val="23"/>
        </w:trPr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7AE9F844" w14:textId="77777777" w:rsidR="0068249F" w:rsidRPr="009D5FF5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52</w:t>
            </w: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CE63652" w14:textId="77777777" w:rsidR="0068249F" w:rsidRPr="009D5FF5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 Petróleos Mexicanos   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6BEDE1A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35B5E18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3357F9B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3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66D42B0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8A42A8F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D019ADF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19F3EA4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5330D6A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29694AA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3</w:t>
            </w:r>
          </w:p>
        </w:tc>
      </w:tr>
      <w:tr w:rsidR="0068249F" w:rsidRPr="009D5FF5" w14:paraId="71A8EE76" w14:textId="77777777" w:rsidTr="00D43874">
        <w:trPr>
          <w:trHeight w:val="23"/>
        </w:trPr>
        <w:tc>
          <w:tcPr>
            <w:tcW w:w="130" w:type="pct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000000" w:fill="F2F2F2"/>
            <w:noWrap/>
            <w:hideMark/>
          </w:tcPr>
          <w:p w14:paraId="3BF94B0D" w14:textId="77777777" w:rsidR="0068249F" w:rsidRPr="009D5FF5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53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000000" w:fill="F2F2F2"/>
            <w:hideMark/>
          </w:tcPr>
          <w:p w14:paraId="65C10318" w14:textId="77777777" w:rsidR="0068249F" w:rsidRPr="009D5FF5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 Comisión Federal de Electricidad   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000000" w:fill="F2F2F2"/>
            <w:vAlign w:val="center"/>
            <w:hideMark/>
          </w:tcPr>
          <w:p w14:paraId="38A09399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000000" w:fill="F2F2F2"/>
            <w:vAlign w:val="center"/>
            <w:hideMark/>
          </w:tcPr>
          <w:p w14:paraId="034B334C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000000" w:fill="F2F2F2"/>
            <w:vAlign w:val="center"/>
            <w:hideMark/>
          </w:tcPr>
          <w:p w14:paraId="76FB8E7F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000000" w:fill="F2F2F2"/>
            <w:vAlign w:val="center"/>
            <w:hideMark/>
          </w:tcPr>
          <w:p w14:paraId="2B969E91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000000" w:fill="F2F2F2"/>
            <w:vAlign w:val="center"/>
            <w:hideMark/>
          </w:tcPr>
          <w:p w14:paraId="4C4DF7F8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000000" w:fill="F2F2F2"/>
            <w:vAlign w:val="center"/>
            <w:hideMark/>
          </w:tcPr>
          <w:p w14:paraId="662EB005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000000" w:fill="F2F2F2"/>
            <w:vAlign w:val="center"/>
            <w:hideMark/>
          </w:tcPr>
          <w:p w14:paraId="2823A23C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000000" w:fill="F2F2F2"/>
            <w:vAlign w:val="center"/>
            <w:hideMark/>
          </w:tcPr>
          <w:p w14:paraId="7A139948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000000" w:fill="F2F2F2"/>
            <w:vAlign w:val="center"/>
            <w:hideMark/>
          </w:tcPr>
          <w:p w14:paraId="5CEC55EB" w14:textId="77777777" w:rsidR="0068249F" w:rsidRPr="009D5FF5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9D5FF5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14</w:t>
            </w:r>
          </w:p>
        </w:tc>
      </w:tr>
      <w:tr w:rsidR="0068249F" w:rsidRPr="009D5FF5" w14:paraId="08D5E8BE" w14:textId="77777777" w:rsidTr="00D43874">
        <w:trPr>
          <w:trHeight w:val="23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119C1" w14:textId="77777777" w:rsidR="0068249F" w:rsidRPr="009D5FF5" w:rsidRDefault="0068249F" w:rsidP="00D43874">
            <w:pPr>
              <w:spacing w:after="0" w:line="240" w:lineRule="auto"/>
              <w:rPr>
                <w:rFonts w:ascii="Montserrat" w:eastAsia="Times New Roman" w:hAnsi="Montserrat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3"/>
                <w:szCs w:val="15"/>
                <w:lang w:val="es-MX" w:eastAsia="es-MX"/>
              </w:rPr>
              <w:t>Fuente: Dependencias y entidades de la Administración Pública Federal.</w:t>
            </w:r>
          </w:p>
        </w:tc>
      </w:tr>
    </w:tbl>
    <w:p w14:paraId="114E7C98" w14:textId="77777777" w:rsidR="0068249F" w:rsidRDefault="0068249F" w:rsidP="0068249F">
      <w:pPr>
        <w:pStyle w:val="TEXTONORMAL"/>
      </w:pPr>
      <w:r>
        <w:br w:type="page"/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5"/>
        <w:gridCol w:w="3945"/>
        <w:gridCol w:w="1511"/>
        <w:gridCol w:w="1527"/>
        <w:gridCol w:w="1511"/>
        <w:gridCol w:w="1441"/>
        <w:gridCol w:w="1415"/>
        <w:gridCol w:w="1259"/>
      </w:tblGrid>
      <w:tr w:rsidR="0068249F" w:rsidRPr="001B422F" w14:paraId="49A53191" w14:textId="77777777" w:rsidTr="00D43874">
        <w:trPr>
          <w:trHeight w:val="485"/>
        </w:trPr>
        <w:tc>
          <w:tcPr>
            <w:tcW w:w="5000" w:type="pct"/>
            <w:gridSpan w:val="8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auto"/>
            <w:vAlign w:val="center"/>
            <w:hideMark/>
          </w:tcPr>
          <w:p w14:paraId="0B0E9635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sz w:val="16"/>
                <w:szCs w:val="16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b/>
                <w:bCs/>
                <w:sz w:val="16"/>
                <w:szCs w:val="16"/>
                <w:lang w:val="es-MX" w:eastAsia="es-MX"/>
              </w:rPr>
              <w:lastRenderedPageBreak/>
              <w:t>EVOLUCIÓN DE LAS EROGACIONES CORRESPONDIENTES AL ANEXO PARA LA IGUALDAD ENTRE MUJERES Y HOMBRES</w:t>
            </w:r>
            <w:r w:rsidRPr="001B422F">
              <w:rPr>
                <w:rFonts w:ascii="Montserrat" w:eastAsia="Times New Roman" w:hAnsi="Montserrat"/>
                <w:b/>
                <w:bCs/>
                <w:sz w:val="16"/>
                <w:szCs w:val="16"/>
                <w:lang w:val="es-MX" w:eastAsia="es-MX"/>
              </w:rPr>
              <w:br/>
            </w:r>
            <w:r w:rsidRPr="001B422F">
              <w:rPr>
                <w:rFonts w:ascii="Montserrat" w:eastAsia="Times New Roman" w:hAnsi="Montserrat"/>
                <w:bCs/>
                <w:sz w:val="16"/>
                <w:szCs w:val="16"/>
                <w:lang w:val="es-MX" w:eastAsia="es-MX"/>
              </w:rPr>
              <w:t>(Pesos)</w:t>
            </w:r>
          </w:p>
        </w:tc>
      </w:tr>
      <w:tr w:rsidR="0068249F" w:rsidRPr="001B422F" w14:paraId="6E1BC70C" w14:textId="77777777" w:rsidTr="00D43874">
        <w:trPr>
          <w:trHeight w:val="23"/>
        </w:trPr>
        <w:tc>
          <w:tcPr>
            <w:tcW w:w="5000" w:type="pct"/>
            <w:gridSpan w:val="8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6B57FF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sz w:val="4"/>
                <w:szCs w:val="4"/>
                <w:lang w:val="es-MX" w:eastAsia="es-MX"/>
              </w:rPr>
            </w:pPr>
          </w:p>
        </w:tc>
      </w:tr>
      <w:tr w:rsidR="0068249F" w:rsidRPr="001B422F" w14:paraId="3F6C1AED" w14:textId="77777777" w:rsidTr="00D43874">
        <w:trPr>
          <w:trHeight w:val="23"/>
        </w:trPr>
        <w:tc>
          <w:tcPr>
            <w:tcW w:w="1669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4C19C"/>
            <w:noWrap/>
            <w:vAlign w:val="center"/>
            <w:hideMark/>
          </w:tcPr>
          <w:p w14:paraId="3AB00967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b/>
                <w:bCs/>
                <w:color w:val="FFFFFF"/>
                <w:sz w:val="16"/>
                <w:szCs w:val="16"/>
                <w:lang w:val="es-MX" w:eastAsia="es-MX"/>
              </w:rPr>
              <w:t>Ramo</w:t>
            </w:r>
          </w:p>
        </w:tc>
        <w:tc>
          <w:tcPr>
            <w:tcW w:w="58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4C19C"/>
            <w:vAlign w:val="center"/>
            <w:hideMark/>
          </w:tcPr>
          <w:p w14:paraId="0E657995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b/>
                <w:bCs/>
                <w:color w:val="FFFFFF"/>
                <w:sz w:val="16"/>
                <w:szCs w:val="16"/>
                <w:lang w:val="es-MX" w:eastAsia="es-MX"/>
              </w:rPr>
              <w:t>Programas</w:t>
            </w:r>
            <w:r w:rsidRPr="001B422F">
              <w:rPr>
                <w:rFonts w:ascii="Montserrat" w:eastAsia="Times New Roman" w:hAnsi="Montserrat"/>
                <w:b/>
                <w:bCs/>
                <w:color w:val="FFFFFF"/>
                <w:sz w:val="16"/>
                <w:szCs w:val="16"/>
                <w:lang w:val="es-MX" w:eastAsia="es-MX"/>
              </w:rPr>
              <w:br/>
              <w:t>Presupuestarios</w:t>
            </w:r>
          </w:p>
        </w:tc>
        <w:tc>
          <w:tcPr>
            <w:tcW w:w="58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4C19C"/>
            <w:vAlign w:val="center"/>
            <w:hideMark/>
          </w:tcPr>
          <w:p w14:paraId="65F5EF57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b/>
                <w:bCs/>
                <w:color w:val="FFFFFF"/>
                <w:sz w:val="16"/>
                <w:szCs w:val="16"/>
                <w:lang w:val="es-MX" w:eastAsia="es-MX"/>
              </w:rPr>
              <w:t>Indicadores</w:t>
            </w:r>
            <w:r w:rsidRPr="001B422F">
              <w:rPr>
                <w:rFonts w:ascii="Montserrat" w:eastAsia="Times New Roman" w:hAnsi="Montserrat"/>
                <w:b/>
                <w:bCs/>
                <w:color w:val="FFFFFF"/>
                <w:sz w:val="16"/>
                <w:szCs w:val="16"/>
                <w:lang w:val="es-MX" w:eastAsia="es-MX"/>
              </w:rPr>
              <w:br/>
              <w:t>Reportados</w:t>
            </w:r>
          </w:p>
        </w:tc>
        <w:tc>
          <w:tcPr>
            <w:tcW w:w="2163" w:type="pct"/>
            <w:gridSpan w:val="4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4C19C"/>
            <w:noWrap/>
            <w:vAlign w:val="center"/>
            <w:hideMark/>
          </w:tcPr>
          <w:p w14:paraId="26EBCEDF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b/>
                <w:bCs/>
                <w:color w:val="FFFFFF"/>
                <w:sz w:val="16"/>
                <w:szCs w:val="16"/>
                <w:lang w:val="es-MX" w:eastAsia="es-MX"/>
              </w:rPr>
              <w:t>Avance en el ejercicio del presupuesto</w:t>
            </w:r>
          </w:p>
        </w:tc>
      </w:tr>
      <w:tr w:rsidR="0068249F" w:rsidRPr="001B422F" w14:paraId="5BD67D53" w14:textId="77777777" w:rsidTr="00D43874">
        <w:trPr>
          <w:trHeight w:val="23"/>
        </w:trPr>
        <w:tc>
          <w:tcPr>
            <w:tcW w:w="1669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51CEBD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58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74FDEE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58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3E620F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D4C19C"/>
            <w:vAlign w:val="center"/>
            <w:hideMark/>
          </w:tcPr>
          <w:p w14:paraId="2544C80C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b/>
                <w:bCs/>
                <w:color w:val="FFFFFF"/>
                <w:sz w:val="16"/>
                <w:szCs w:val="16"/>
                <w:lang w:val="es-MX" w:eastAsia="es-MX"/>
              </w:rPr>
              <w:t>Aprobado</w:t>
            </w:r>
            <w:r w:rsidRPr="001B422F">
              <w:rPr>
                <w:rFonts w:ascii="Montserrat" w:eastAsia="Times New Roman" w:hAnsi="Montserrat"/>
                <w:b/>
                <w:bCs/>
                <w:color w:val="FFFFFF"/>
                <w:sz w:val="16"/>
                <w:szCs w:val="16"/>
                <w:lang w:val="es-MX" w:eastAsia="es-MX"/>
              </w:rPr>
              <w:br/>
              <w:t>anual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000000" w:fill="D4C19C"/>
            <w:vAlign w:val="center"/>
            <w:hideMark/>
          </w:tcPr>
          <w:p w14:paraId="5ABB2BBB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b/>
                <w:bCs/>
                <w:color w:val="FFFFFF"/>
                <w:sz w:val="16"/>
                <w:szCs w:val="16"/>
                <w:lang w:val="es-MX" w:eastAsia="es-MX"/>
              </w:rPr>
              <w:t>Autorizado</w:t>
            </w:r>
            <w:r w:rsidRPr="001B422F">
              <w:rPr>
                <w:rFonts w:ascii="Montserrat" w:eastAsia="Times New Roman" w:hAnsi="Montserrat"/>
                <w:b/>
                <w:bCs/>
                <w:color w:val="FFFFFF"/>
                <w:sz w:val="16"/>
                <w:szCs w:val="16"/>
                <w:lang w:val="es-MX" w:eastAsia="es-MX"/>
              </w:rPr>
              <w:br/>
              <w:t>anual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D4C19C"/>
            <w:vAlign w:val="center"/>
            <w:hideMark/>
          </w:tcPr>
          <w:p w14:paraId="598987B0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b/>
                <w:bCs/>
                <w:color w:val="FFFFFF"/>
                <w:sz w:val="16"/>
                <w:szCs w:val="16"/>
                <w:lang w:val="es-MX" w:eastAsia="es-MX"/>
              </w:rPr>
              <w:t>Gasto Pagado</w:t>
            </w:r>
            <w:r w:rsidRPr="001B422F">
              <w:rPr>
                <w:rFonts w:ascii="Montserrat" w:eastAsia="Times New Roman" w:hAnsi="Montserrat"/>
                <w:b/>
                <w:bCs/>
                <w:color w:val="FFFFFF"/>
                <w:sz w:val="16"/>
                <w:szCs w:val="16"/>
                <w:lang w:val="es-MX" w:eastAsia="es-MX"/>
              </w:rPr>
              <w:br/>
              <w:t>Enero-diciembre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000000" w:fill="D4C19C"/>
            <w:vAlign w:val="center"/>
            <w:hideMark/>
          </w:tcPr>
          <w:p w14:paraId="0C275437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b/>
                <w:bCs/>
                <w:color w:val="FFFFFF"/>
                <w:sz w:val="16"/>
                <w:szCs w:val="16"/>
                <w:lang w:val="es-MX" w:eastAsia="es-MX"/>
              </w:rPr>
              <w:t>Porcentaje de avance</w:t>
            </w:r>
          </w:p>
        </w:tc>
      </w:tr>
      <w:tr w:rsidR="0068249F" w:rsidRPr="001B422F" w14:paraId="286D7326" w14:textId="77777777" w:rsidTr="00D43874">
        <w:trPr>
          <w:trHeight w:val="23"/>
        </w:trPr>
        <w:tc>
          <w:tcPr>
            <w:tcW w:w="1669" w:type="pct"/>
            <w:gridSpan w:val="2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14:paraId="4E92AD99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581" w:type="pct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14:paraId="6C1A9541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587" w:type="pct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14:paraId="52DCD42D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b/>
                <w:bCs/>
                <w:color w:val="FFFFFF"/>
                <w:sz w:val="16"/>
                <w:szCs w:val="16"/>
                <w:lang w:val="es-MX" w:eastAsia="es-MX"/>
              </w:rPr>
            </w:pPr>
          </w:p>
        </w:tc>
        <w:tc>
          <w:tcPr>
            <w:tcW w:w="581" w:type="pct"/>
            <w:tcBorders>
              <w:top w:val="nil"/>
              <w:left w:val="nil"/>
              <w:right w:val="nil"/>
            </w:tcBorders>
            <w:shd w:val="clear" w:color="000000" w:fill="D4C19C"/>
            <w:noWrap/>
            <w:vAlign w:val="bottom"/>
            <w:hideMark/>
          </w:tcPr>
          <w:p w14:paraId="7CC49C09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b/>
                <w:bCs/>
                <w:color w:val="FFFFFF"/>
                <w:sz w:val="16"/>
                <w:szCs w:val="16"/>
                <w:lang w:val="es-MX" w:eastAsia="es-MX"/>
              </w:rPr>
              <w:t>(a)</w:t>
            </w:r>
          </w:p>
        </w:tc>
        <w:tc>
          <w:tcPr>
            <w:tcW w:w="554" w:type="pct"/>
            <w:tcBorders>
              <w:top w:val="nil"/>
              <w:left w:val="nil"/>
              <w:right w:val="nil"/>
            </w:tcBorders>
            <w:shd w:val="clear" w:color="000000" w:fill="D4C19C"/>
            <w:noWrap/>
            <w:vAlign w:val="bottom"/>
            <w:hideMark/>
          </w:tcPr>
          <w:p w14:paraId="1DA2EF5F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b/>
                <w:bCs/>
                <w:color w:val="FFFFFF"/>
                <w:sz w:val="16"/>
                <w:szCs w:val="16"/>
                <w:lang w:val="es-MX" w:eastAsia="es-MX"/>
              </w:rPr>
              <w:t>(b)</w:t>
            </w:r>
          </w:p>
        </w:tc>
        <w:tc>
          <w:tcPr>
            <w:tcW w:w="544" w:type="pct"/>
            <w:tcBorders>
              <w:top w:val="nil"/>
              <w:left w:val="nil"/>
              <w:right w:val="nil"/>
            </w:tcBorders>
            <w:shd w:val="clear" w:color="000000" w:fill="D4C19C"/>
            <w:noWrap/>
            <w:vAlign w:val="bottom"/>
            <w:hideMark/>
          </w:tcPr>
          <w:p w14:paraId="0EC5CAC9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b/>
                <w:bCs/>
                <w:color w:val="FFFFFF"/>
                <w:sz w:val="16"/>
                <w:szCs w:val="16"/>
                <w:lang w:val="es-MX" w:eastAsia="es-MX"/>
              </w:rPr>
              <w:t>(c)</w:t>
            </w:r>
          </w:p>
        </w:tc>
        <w:tc>
          <w:tcPr>
            <w:tcW w:w="484" w:type="pct"/>
            <w:tcBorders>
              <w:top w:val="nil"/>
              <w:left w:val="nil"/>
              <w:right w:val="nil"/>
            </w:tcBorders>
            <w:shd w:val="clear" w:color="000000" w:fill="D4C19C"/>
            <w:noWrap/>
            <w:vAlign w:val="bottom"/>
            <w:hideMark/>
          </w:tcPr>
          <w:p w14:paraId="55012822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b/>
                <w:bCs/>
                <w:color w:val="FFFFFF"/>
                <w:sz w:val="16"/>
                <w:szCs w:val="16"/>
                <w:lang w:val="es-MX" w:eastAsia="es-MX"/>
              </w:rPr>
              <w:t>(c)/(b)*100</w:t>
            </w:r>
          </w:p>
        </w:tc>
      </w:tr>
      <w:tr w:rsidR="0068249F" w:rsidRPr="001B422F" w14:paraId="15E6D949" w14:textId="77777777" w:rsidTr="00D43874">
        <w:trPr>
          <w:trHeight w:val="23"/>
        </w:trPr>
        <w:tc>
          <w:tcPr>
            <w:tcW w:w="152" w:type="pct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9E747A2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  <w:t> 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8B3C8A1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auto"/>
            <w:vAlign w:val="center"/>
            <w:hideMark/>
          </w:tcPr>
          <w:p w14:paraId="7424737F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auto"/>
            <w:vAlign w:val="center"/>
            <w:hideMark/>
          </w:tcPr>
          <w:p w14:paraId="356FB304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19337F3D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67A51861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43A53D8B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3536E473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b/>
                <w:bCs/>
                <w:color w:val="FFFFFF"/>
                <w:sz w:val="4"/>
                <w:szCs w:val="4"/>
                <w:lang w:val="es-MX" w:eastAsia="es-MX"/>
              </w:rPr>
              <w:t> </w:t>
            </w:r>
          </w:p>
        </w:tc>
      </w:tr>
      <w:tr w:rsidR="0068249F" w:rsidRPr="001B422F" w14:paraId="5EC506E3" w14:textId="77777777" w:rsidTr="00D43874">
        <w:trPr>
          <w:trHeight w:val="23"/>
        </w:trPr>
        <w:tc>
          <w:tcPr>
            <w:tcW w:w="152" w:type="pct"/>
            <w:tcBorders>
              <w:top w:val="single" w:sz="12" w:space="0" w:color="808080"/>
              <w:left w:val="nil"/>
              <w:bottom w:val="single" w:sz="12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542A8043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4"/>
                <w:szCs w:val="4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4"/>
                <w:szCs w:val="4"/>
                <w:lang w:val="es-MX" w:eastAsia="es-MX"/>
              </w:rPr>
              <w:t> </w:t>
            </w:r>
          </w:p>
        </w:tc>
        <w:tc>
          <w:tcPr>
            <w:tcW w:w="1517" w:type="pct"/>
            <w:tcBorders>
              <w:top w:val="single" w:sz="12" w:space="0" w:color="808080"/>
              <w:left w:val="nil"/>
              <w:bottom w:val="single" w:sz="12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7D8773C3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4"/>
                <w:szCs w:val="4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4"/>
                <w:szCs w:val="4"/>
                <w:lang w:val="es-MX" w:eastAsia="es-MX"/>
              </w:rPr>
              <w:t> </w:t>
            </w:r>
          </w:p>
        </w:tc>
        <w:tc>
          <w:tcPr>
            <w:tcW w:w="581" w:type="pct"/>
            <w:tcBorders>
              <w:top w:val="single" w:sz="12" w:space="0" w:color="808080"/>
              <w:left w:val="nil"/>
              <w:bottom w:val="single" w:sz="12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5070EF7B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4"/>
                <w:szCs w:val="4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4"/>
                <w:szCs w:val="4"/>
                <w:lang w:val="es-MX" w:eastAsia="es-MX"/>
              </w:rPr>
              <w:t> </w:t>
            </w:r>
          </w:p>
        </w:tc>
        <w:tc>
          <w:tcPr>
            <w:tcW w:w="587" w:type="pct"/>
            <w:tcBorders>
              <w:top w:val="single" w:sz="12" w:space="0" w:color="808080"/>
              <w:left w:val="nil"/>
              <w:bottom w:val="single" w:sz="12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17A03467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4"/>
                <w:szCs w:val="4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4"/>
                <w:szCs w:val="4"/>
                <w:lang w:val="es-MX" w:eastAsia="es-MX"/>
              </w:rPr>
              <w:t> </w:t>
            </w:r>
          </w:p>
        </w:tc>
        <w:tc>
          <w:tcPr>
            <w:tcW w:w="581" w:type="pct"/>
            <w:tcBorders>
              <w:top w:val="single" w:sz="12" w:space="0" w:color="808080"/>
              <w:left w:val="nil"/>
              <w:bottom w:val="single" w:sz="12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78070A6A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4"/>
                <w:szCs w:val="4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4"/>
                <w:szCs w:val="4"/>
                <w:lang w:val="es-MX" w:eastAsia="es-MX"/>
              </w:rPr>
              <w:t> </w:t>
            </w:r>
          </w:p>
        </w:tc>
        <w:tc>
          <w:tcPr>
            <w:tcW w:w="554" w:type="pct"/>
            <w:tcBorders>
              <w:top w:val="single" w:sz="12" w:space="0" w:color="808080"/>
              <w:left w:val="nil"/>
              <w:bottom w:val="single" w:sz="12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41276AC9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4"/>
                <w:szCs w:val="4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4"/>
                <w:szCs w:val="4"/>
                <w:lang w:val="es-MX" w:eastAsia="es-MX"/>
              </w:rPr>
              <w:t> </w:t>
            </w:r>
          </w:p>
        </w:tc>
        <w:tc>
          <w:tcPr>
            <w:tcW w:w="544" w:type="pct"/>
            <w:tcBorders>
              <w:top w:val="single" w:sz="12" w:space="0" w:color="808080"/>
              <w:left w:val="nil"/>
              <w:bottom w:val="single" w:sz="12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2038789D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4"/>
                <w:szCs w:val="4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4"/>
                <w:szCs w:val="4"/>
                <w:lang w:val="es-MX" w:eastAsia="es-MX"/>
              </w:rPr>
              <w:t> </w:t>
            </w:r>
          </w:p>
        </w:tc>
        <w:tc>
          <w:tcPr>
            <w:tcW w:w="484" w:type="pct"/>
            <w:tcBorders>
              <w:top w:val="single" w:sz="12" w:space="0" w:color="808080"/>
              <w:left w:val="nil"/>
              <w:bottom w:val="single" w:sz="12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3177DF7A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4"/>
                <w:szCs w:val="4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4"/>
                <w:szCs w:val="4"/>
                <w:lang w:val="es-MX" w:eastAsia="es-MX"/>
              </w:rPr>
              <w:t> </w:t>
            </w:r>
          </w:p>
        </w:tc>
      </w:tr>
      <w:tr w:rsidR="0068249F" w:rsidRPr="001B422F" w14:paraId="2B94E8AB" w14:textId="77777777" w:rsidTr="00D43874">
        <w:trPr>
          <w:trHeight w:val="23"/>
        </w:trPr>
        <w:tc>
          <w:tcPr>
            <w:tcW w:w="1669" w:type="pct"/>
            <w:gridSpan w:val="2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7A61BD0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  <w:t>Total</w:t>
            </w:r>
          </w:p>
        </w:tc>
        <w:tc>
          <w:tcPr>
            <w:tcW w:w="581" w:type="pct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A85E33D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  <w:t>107</w:t>
            </w:r>
          </w:p>
        </w:tc>
        <w:tc>
          <w:tcPr>
            <w:tcW w:w="587" w:type="pct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D6B6B7D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  <w:t>418</w:t>
            </w:r>
          </w:p>
        </w:tc>
        <w:tc>
          <w:tcPr>
            <w:tcW w:w="581" w:type="pct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D074318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  <w:t>103,475,427,651</w:t>
            </w:r>
          </w:p>
        </w:tc>
        <w:tc>
          <w:tcPr>
            <w:tcW w:w="554" w:type="pct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AA5E1C2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  <w:t>99,623,963,566</w:t>
            </w:r>
          </w:p>
        </w:tc>
        <w:tc>
          <w:tcPr>
            <w:tcW w:w="544" w:type="pct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8D2BAFF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  <w:t>99,544,084,562</w:t>
            </w:r>
          </w:p>
        </w:tc>
        <w:tc>
          <w:tcPr>
            <w:tcW w:w="484" w:type="pct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75CBB94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b/>
                <w:bCs/>
                <w:color w:val="000000"/>
                <w:sz w:val="15"/>
                <w:szCs w:val="15"/>
                <w:lang w:val="es-MX" w:eastAsia="es-MX"/>
              </w:rPr>
              <w:t>99.9</w:t>
            </w:r>
          </w:p>
        </w:tc>
      </w:tr>
      <w:tr w:rsidR="0068249F" w:rsidRPr="001B422F" w14:paraId="7028C60B" w14:textId="77777777" w:rsidTr="00D43874">
        <w:trPr>
          <w:trHeight w:val="23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0AAEC20A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01</w:t>
            </w: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D56ABE8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Poder Legislativo 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10DDEEA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C2D85C1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5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97139A4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6,000,000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7BD4497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2,801,024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2FCF9A6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2,801,024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E020FE6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68249F" w:rsidRPr="001B422F" w14:paraId="7C64B95E" w14:textId="77777777" w:rsidTr="00D43874">
        <w:trPr>
          <w:trHeight w:val="23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67427C85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04</w:t>
            </w: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CAFE323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Gobernación 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2A9BA58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45E6290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16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3F808AD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324,760,983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D71C7F1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210,457,562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1101C06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210,457,562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2100A37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68249F" w:rsidRPr="001B422F" w14:paraId="6C475F67" w14:textId="77777777" w:rsidTr="00D43874">
        <w:trPr>
          <w:trHeight w:val="23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3F283FBD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05</w:t>
            </w: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622016B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Relaciones Exteriores 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19D0B7C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3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0CE74ED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6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B68A2FA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17,000,000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8414CD4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12,314,001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C2D2C2B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12,314,001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C044E95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68249F" w:rsidRPr="001B422F" w14:paraId="22D24DDB" w14:textId="77777777" w:rsidTr="00D43874">
        <w:trPr>
          <w:trHeight w:val="23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0923D1E1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06</w:t>
            </w: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E376819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Hacienda y Crédito Público 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EA16C3C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1C21BE1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EB457BC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4,000,000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796AEB2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25,740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AB8D5FA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25,740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FF5C6A3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68249F" w:rsidRPr="001B422F" w14:paraId="0B8DEDE0" w14:textId="77777777" w:rsidTr="00D43874">
        <w:trPr>
          <w:trHeight w:val="23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7901A0F3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07</w:t>
            </w: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E8874AD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Defensa Nacional 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3F0E7FD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C00B844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6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2A9DD00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124,795,655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99009BD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124,795,655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5D26F19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124,778,488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4FD114F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68249F" w:rsidRPr="001B422F" w14:paraId="00FCE8DF" w14:textId="77777777" w:rsidTr="00D43874">
        <w:trPr>
          <w:trHeight w:val="23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5EEB6C9C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08</w:t>
            </w: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8B28C65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Agricultura y Desarrollo Rural 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4C0AB80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E8018CE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8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3445F5F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6,079,875,562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10B6C64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6,123,601,778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E4A30F7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6,116,844,401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F454F37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99.9</w:t>
            </w:r>
          </w:p>
        </w:tc>
      </w:tr>
      <w:tr w:rsidR="0068249F" w:rsidRPr="001B422F" w14:paraId="224D74BE" w14:textId="77777777" w:rsidTr="00D43874">
        <w:trPr>
          <w:trHeight w:val="23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017E581B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09</w:t>
            </w: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706B3E9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Comunicaciones y Transportes 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730EE84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B3AE24A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D0834C2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5,300,000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EDCC453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1,165,630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66499CA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1,165,630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C6CBAF7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68249F" w:rsidRPr="001B422F" w14:paraId="1082ABCA" w14:textId="77777777" w:rsidTr="00D43874">
        <w:trPr>
          <w:trHeight w:val="23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10845CCA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10</w:t>
            </w: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0E87AF6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Economía 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1C21772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E0A2F5A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7C77FB6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1,926,091,615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B7B583C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1,459,194,000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5F4DDF2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1,459,194,000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DF37956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68249F" w:rsidRPr="001B422F" w14:paraId="491A02B0" w14:textId="77777777" w:rsidTr="00D43874">
        <w:trPr>
          <w:trHeight w:val="23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00052C2B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11</w:t>
            </w: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17C218B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Educación Pública 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21FCCFA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90787B5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48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0EE1261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19,099,378,454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843F519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19,401,397,127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21E7C1A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19,396,980,211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68BB7E0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68249F" w:rsidRPr="001B422F" w14:paraId="359E33F3" w14:textId="77777777" w:rsidTr="00D43874">
        <w:trPr>
          <w:trHeight w:val="23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05E5EC83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12</w:t>
            </w: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0AF1782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Salud 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825BFBA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9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B3912D2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124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793CA5E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5,129,020,437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BC76E4F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4,484,090,162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CDFB7C6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4,484,088,600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D99F023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68249F" w:rsidRPr="001B422F" w14:paraId="78F96B45" w14:textId="77777777" w:rsidTr="00D43874">
        <w:trPr>
          <w:trHeight w:val="23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113BC4D3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13</w:t>
            </w: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CFA9A6F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Marina 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5036E9C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FB75228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3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6D78931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6,860,000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5B713A4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6,859,985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B793133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6,859,985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3615B53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68249F" w:rsidRPr="001B422F" w14:paraId="6B51794F" w14:textId="77777777" w:rsidTr="00D43874">
        <w:trPr>
          <w:trHeight w:val="23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13953A78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14</w:t>
            </w: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EF0BF92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Trabajo y Previsión Social 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4F223CC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8542831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9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F96CCE5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12,890,632,165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73F5903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12,868,463,192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446B09E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12,868,463,192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6F25FCA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68249F" w:rsidRPr="001B422F" w14:paraId="54FBB0F9" w14:textId="77777777" w:rsidTr="00D43874">
        <w:trPr>
          <w:trHeight w:val="23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2FA7BCFE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15</w:t>
            </w: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10A2853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Desarrollo Agrario, Territorial y Urbano 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DB9E002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ED356C3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6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CB44CDB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328,548,549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BF55B7B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280,920,067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EC34323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280,920,067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3F3A488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68249F" w:rsidRPr="001B422F" w14:paraId="77363E5E" w14:textId="77777777" w:rsidTr="00D43874">
        <w:trPr>
          <w:trHeight w:val="23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56C129CE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16</w:t>
            </w: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B6DAC83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Medio Ambiente y Recursos Naturales 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97FEDEA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3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BD6F90F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5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11D8021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171,597,863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3C93700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143,087,986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94FB9A4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143,087,986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2919CBA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68249F" w:rsidRPr="001B422F" w14:paraId="2F13836C" w14:textId="77777777" w:rsidTr="00D43874">
        <w:trPr>
          <w:trHeight w:val="23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7703A231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18</w:t>
            </w: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172305A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Energía </w:t>
            </w: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vertAlign w:val="superscript"/>
                <w:lang w:val="es-MX" w:eastAsia="es-MX"/>
              </w:rPr>
              <w:t>1/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4B5E4F4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sz w:val="15"/>
                <w:szCs w:val="15"/>
                <w:lang w:val="es-MX" w:eastAsia="es-MX"/>
              </w:rPr>
              <w:t>5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11D52F0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14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D03830C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5,220,975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AC75699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5,231,493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C521ED2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5,041,493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5754636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96.4</w:t>
            </w:r>
          </w:p>
        </w:tc>
      </w:tr>
      <w:tr w:rsidR="0068249F" w:rsidRPr="001B422F" w14:paraId="41D10301" w14:textId="77777777" w:rsidTr="00D43874">
        <w:trPr>
          <w:trHeight w:val="23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1AA59F2D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19</w:t>
            </w: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ED84C20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Aportaciones a Seguridad Social 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AED4C1B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C8D7189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9498AC9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339,000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55DF7CA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271,726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0F7F81E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271,726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3F67AC8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68249F" w:rsidRPr="001B422F" w14:paraId="19D3862F" w14:textId="77777777" w:rsidTr="00D43874">
        <w:trPr>
          <w:trHeight w:val="23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0A6D079F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20</w:t>
            </w: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13CA1277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Bienestar 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A331F72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6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64A2571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10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58B2F67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50,710,808,106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7A6439B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48,764,943,268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07C6C32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48,718,922,503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04FA0AA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99.9</w:t>
            </w:r>
          </w:p>
        </w:tc>
      </w:tr>
      <w:tr w:rsidR="0068249F" w:rsidRPr="001B422F" w14:paraId="4F41B449" w14:textId="77777777" w:rsidTr="00D43874">
        <w:trPr>
          <w:trHeight w:val="23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62CF662E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21</w:t>
            </w: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98FD9E3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Turismo 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EA6B7E0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CE8E11E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D112673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7,500,000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5FCC87E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15,798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DA464E3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15,798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6BF2D82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68249F" w:rsidRPr="001B422F" w14:paraId="721A43B8" w14:textId="77777777" w:rsidTr="00D43874">
        <w:trPr>
          <w:trHeight w:val="23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26AE291E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22</w:t>
            </w: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26C1A27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Instituto Nacional Electoral 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833EAC4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7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AC21535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21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2B45EF9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58,782,970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CAC4103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58,782,970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746DFA9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53,756,409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4FF52DA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91.4</w:t>
            </w:r>
          </w:p>
        </w:tc>
      </w:tr>
      <w:tr w:rsidR="0068249F" w:rsidRPr="001B422F" w14:paraId="18EC5845" w14:textId="77777777" w:rsidTr="00D43874">
        <w:trPr>
          <w:trHeight w:val="23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74A4D177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35</w:t>
            </w: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204CA86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Comisión Nacional de los Derechos Humanos 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CDA601B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0A5B52A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20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023DF6E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40,526,931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B3F4A43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41,165,321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610DB3C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23,541,521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FB7600A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57.2</w:t>
            </w:r>
          </w:p>
        </w:tc>
      </w:tr>
      <w:tr w:rsidR="0068249F" w:rsidRPr="001B422F" w14:paraId="23001E1E" w14:textId="77777777" w:rsidTr="00D43874">
        <w:trPr>
          <w:trHeight w:val="23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3E03137A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36</w:t>
            </w: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170F02F1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Seguridad y Protección Ciudadana 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5F0A64D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C28AE23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FAD7092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3,518,236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BC4749E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ABABAAC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8983A45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0.0</w:t>
            </w:r>
          </w:p>
        </w:tc>
      </w:tr>
      <w:tr w:rsidR="0068249F" w:rsidRPr="001B422F" w14:paraId="2B66ACCF" w14:textId="77777777" w:rsidTr="00D43874">
        <w:trPr>
          <w:trHeight w:val="23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56902F73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38</w:t>
            </w: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47944B6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Consejo Nacional de Ciencia y Tecnología 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B4DF692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8F93401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8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B4CD2AA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4,880,050,983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D3ACED3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4,860,676,474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41D5349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4,860,676,474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411012B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68249F" w:rsidRPr="001B422F" w14:paraId="4EA2F9DE" w14:textId="77777777" w:rsidTr="00D43874">
        <w:trPr>
          <w:trHeight w:val="23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1D00410A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40</w:t>
            </w: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DCBED2F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Información Nacional Estadística y Geográfica 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356E1AB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71C1C70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7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C7BBAD2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127,989,460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1BAE4BA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127,989,460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9E596A0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127,989,460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7D056E9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68249F" w:rsidRPr="001B422F" w14:paraId="55C7508D" w14:textId="77777777" w:rsidTr="00D43874">
        <w:trPr>
          <w:trHeight w:val="23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5D588F97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43</w:t>
            </w: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9897ACF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Instituto Federal de Telecomunicaciones 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A3920B5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CA87A80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3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6704391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9,812,656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BDCB498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7,000,860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D08F76B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7,000,860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C08B9A8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68249F" w:rsidRPr="001B422F" w14:paraId="1409B59D" w14:textId="77777777" w:rsidTr="00D43874">
        <w:trPr>
          <w:trHeight w:val="23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5A6A07FD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45</w:t>
            </w: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0C15BCA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Comisión Reguladora de Energía 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4EB16EC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3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9DB1A99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59848A1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250,000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E273BA7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109,620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228568C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109,620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08D33D2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68249F" w:rsidRPr="001B422F" w14:paraId="710B5871" w14:textId="77777777" w:rsidTr="00D43874">
        <w:trPr>
          <w:trHeight w:val="23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538915F6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47</w:t>
            </w: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D1C549C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Entidades no Sectorizadas 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2E6C122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7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98C14BB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14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E0452E8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1,356,691,894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6ED4341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581,351,825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739FE8F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581,336,969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6E7AE02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68249F" w:rsidRPr="001B422F" w14:paraId="66725E40" w14:textId="77777777" w:rsidTr="00D43874">
        <w:trPr>
          <w:trHeight w:val="23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5B4CDF76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48</w:t>
            </w: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F2587D0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Cultura 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DD7F726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1315CAC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3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DBD1398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33,948,073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9A57148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23,727,203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AF7A070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23,727,203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8D2B4E4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68249F" w:rsidRPr="001B422F" w14:paraId="18F1A5BF" w14:textId="77777777" w:rsidTr="00D43874">
        <w:trPr>
          <w:trHeight w:val="23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4C96ABC5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49</w:t>
            </w: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B487B55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Fiscalía General de la República 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6B052C2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6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5639F04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21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9D81B51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126,317,084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29CDB79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33,713,639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69CA447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33,713,639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256D9E3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68249F" w:rsidRPr="001B422F" w14:paraId="029E59CF" w14:textId="77777777" w:rsidTr="00D43874">
        <w:trPr>
          <w:trHeight w:val="23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0970406B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50</w:t>
            </w: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2640CE8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Instituto Mexicano del Seguro Social </w:t>
            </w: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vertAlign w:val="superscript"/>
                <w:lang w:val="es-MX" w:eastAsia="es-MX"/>
              </w:rPr>
              <w:t>2/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34FF76C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3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DD3CD96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10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182EE26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21,953,038,420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6F70EFB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20,818,973,004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F0691AC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20,818,973,004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A0F28D6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68249F" w:rsidRPr="001B422F" w14:paraId="5834F43C" w14:textId="77777777" w:rsidTr="00D43874">
        <w:trPr>
          <w:trHeight w:val="23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0FE8194B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51</w:t>
            </w: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61F037A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Instituto de Seguridad y Servicios Sociales de los Trabajadores del Estado </w:t>
            </w: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vertAlign w:val="superscript"/>
                <w:lang w:val="es-MX" w:eastAsia="es-MX"/>
              </w:rPr>
              <w:t>2/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ED536C2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2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4A2AFB4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9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03B76B8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596,744,552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4461AA8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556,906,449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0796026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556,906,449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B6A4DBC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68249F" w:rsidRPr="001B422F" w14:paraId="69FA0C54" w14:textId="77777777" w:rsidTr="00D43874">
        <w:trPr>
          <w:trHeight w:val="23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028A7635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52</w:t>
            </w: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14E5874E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Petróleos Mexicanos </w:t>
            </w: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vertAlign w:val="superscript"/>
                <w:lang w:val="es-MX" w:eastAsia="es-MX"/>
              </w:rPr>
              <w:t>2/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48469B8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6D89309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D8D75EB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12,720,000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6F19450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461,225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CD36FAB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461,225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66FCC35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100.0</w:t>
            </w:r>
          </w:p>
        </w:tc>
      </w:tr>
      <w:tr w:rsidR="0068249F" w:rsidRPr="001B422F" w14:paraId="041A63AD" w14:textId="77777777" w:rsidTr="00D43874">
        <w:trPr>
          <w:trHeight w:val="23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38B7F51E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53</w:t>
            </w: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4434A62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 xml:space="preserve">Comisión Federal de Electricidad </w:t>
            </w: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vertAlign w:val="superscript"/>
                <w:lang w:val="es-MX" w:eastAsia="es-MX"/>
              </w:rPr>
              <w:t>2/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48933D9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7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E96BFAF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17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8446ABA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4,224,750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3BF265B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4,224,750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72F4128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AE37C09" w14:textId="77777777" w:rsidR="0068249F" w:rsidRPr="001B422F" w:rsidRDefault="0068249F" w:rsidP="00D43874">
            <w:pPr>
              <w:spacing w:after="0" w:line="240" w:lineRule="auto"/>
              <w:jc w:val="right"/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5"/>
                <w:szCs w:val="15"/>
                <w:lang w:val="es-MX" w:eastAsia="es-MX"/>
              </w:rPr>
              <w:t>0.0</w:t>
            </w:r>
          </w:p>
        </w:tc>
      </w:tr>
      <w:tr w:rsidR="0068249F" w:rsidRPr="001B422F" w14:paraId="5B8346ED" w14:textId="77777777" w:rsidTr="00D43874">
        <w:trPr>
          <w:trHeight w:val="23"/>
        </w:trPr>
        <w:tc>
          <w:tcPr>
            <w:tcW w:w="152" w:type="pct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000000" w:fill="F2F2F2"/>
            <w:noWrap/>
            <w:hideMark/>
          </w:tcPr>
          <w:p w14:paraId="036EA7D0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4"/>
                <w:szCs w:val="4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4"/>
                <w:szCs w:val="4"/>
                <w:lang w:val="es-MX" w:eastAsia="es-MX"/>
              </w:rPr>
              <w:t> 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000000" w:fill="F2F2F2"/>
            <w:hideMark/>
          </w:tcPr>
          <w:p w14:paraId="4728805F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4"/>
                <w:szCs w:val="4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4"/>
                <w:szCs w:val="4"/>
                <w:lang w:val="es-MX" w:eastAsia="es-MX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000000" w:fill="F2F2F2"/>
            <w:noWrap/>
            <w:vAlign w:val="bottom"/>
            <w:hideMark/>
          </w:tcPr>
          <w:p w14:paraId="77D1A3FC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4"/>
                <w:szCs w:val="4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4"/>
                <w:szCs w:val="4"/>
                <w:lang w:val="es-MX" w:eastAsia="es-MX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000000" w:fill="F2F2F2"/>
            <w:noWrap/>
            <w:vAlign w:val="bottom"/>
            <w:hideMark/>
          </w:tcPr>
          <w:p w14:paraId="408CF4D5" w14:textId="77777777" w:rsidR="0068249F" w:rsidRPr="001B422F" w:rsidRDefault="0068249F" w:rsidP="00D43874">
            <w:pPr>
              <w:spacing w:after="0" w:line="240" w:lineRule="auto"/>
              <w:jc w:val="center"/>
              <w:rPr>
                <w:rFonts w:ascii="Montserrat" w:eastAsia="Times New Roman" w:hAnsi="Montserrat"/>
                <w:color w:val="000000"/>
                <w:sz w:val="4"/>
                <w:szCs w:val="4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4"/>
                <w:szCs w:val="4"/>
                <w:lang w:val="es-MX" w:eastAsia="es-MX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000000" w:fill="F2F2F2"/>
            <w:noWrap/>
            <w:vAlign w:val="center"/>
            <w:hideMark/>
          </w:tcPr>
          <w:p w14:paraId="7A9953A3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4"/>
                <w:szCs w:val="4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4"/>
                <w:szCs w:val="4"/>
                <w:lang w:val="es-MX" w:eastAsia="es-MX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000000" w:fill="F2F2F2"/>
            <w:noWrap/>
            <w:vAlign w:val="center"/>
            <w:hideMark/>
          </w:tcPr>
          <w:p w14:paraId="672A8042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4"/>
                <w:szCs w:val="4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4"/>
                <w:szCs w:val="4"/>
                <w:lang w:val="es-MX" w:eastAsia="es-MX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000000" w:fill="F2F2F2"/>
            <w:noWrap/>
            <w:vAlign w:val="center"/>
            <w:hideMark/>
          </w:tcPr>
          <w:p w14:paraId="6487617B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4"/>
                <w:szCs w:val="4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4"/>
                <w:szCs w:val="4"/>
                <w:lang w:val="es-MX" w:eastAsia="es-MX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000000" w:fill="F2F2F2"/>
            <w:noWrap/>
            <w:vAlign w:val="center"/>
            <w:hideMark/>
          </w:tcPr>
          <w:p w14:paraId="38B38F0A" w14:textId="77777777" w:rsidR="0068249F" w:rsidRPr="001B422F" w:rsidRDefault="0068249F" w:rsidP="00D43874">
            <w:pPr>
              <w:spacing w:after="0" w:line="240" w:lineRule="auto"/>
              <w:rPr>
                <w:rFonts w:ascii="Montserrat" w:eastAsia="Times New Roman" w:hAnsi="Montserrat"/>
                <w:color w:val="000000"/>
                <w:sz w:val="4"/>
                <w:szCs w:val="4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4"/>
                <w:szCs w:val="4"/>
                <w:lang w:val="es-MX" w:eastAsia="es-MX"/>
              </w:rPr>
              <w:t> </w:t>
            </w:r>
          </w:p>
        </w:tc>
      </w:tr>
      <w:tr w:rsidR="0068249F" w:rsidRPr="001B422F" w14:paraId="636C2B2D" w14:textId="77777777" w:rsidTr="00D43874">
        <w:trPr>
          <w:trHeight w:val="731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5644D933" w14:textId="77777777" w:rsidR="0068249F" w:rsidRPr="001B422F" w:rsidRDefault="0068249F" w:rsidP="00D43874">
            <w:pPr>
              <w:spacing w:after="0" w:line="240" w:lineRule="auto"/>
              <w:ind w:left="140" w:hanging="140"/>
              <w:jc w:val="both"/>
              <w:rPr>
                <w:rFonts w:ascii="Montserrat" w:eastAsia="Times New Roman" w:hAnsi="Montserrat"/>
                <w:sz w:val="13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sz w:val="13"/>
                <w:szCs w:val="15"/>
                <w:lang w:val="es-MX" w:eastAsia="es-MX"/>
              </w:rPr>
              <w:t>1/ Se presenta el monto total del Ramo 18</w:t>
            </w:r>
            <w:r>
              <w:rPr>
                <w:rFonts w:ascii="Montserrat" w:eastAsia="Times New Roman" w:hAnsi="Montserrat"/>
                <w:sz w:val="13"/>
                <w:szCs w:val="15"/>
                <w:lang w:val="es-MX" w:eastAsia="es-MX"/>
              </w:rPr>
              <w:t>;</w:t>
            </w:r>
            <w:r w:rsidRPr="001B422F">
              <w:rPr>
                <w:rFonts w:ascii="Montserrat" w:eastAsia="Times New Roman" w:hAnsi="Montserrat"/>
                <w:sz w:val="13"/>
                <w:szCs w:val="15"/>
                <w:lang w:val="es-MX" w:eastAsia="es-MX"/>
              </w:rPr>
              <w:t xml:space="preserve"> no obstante, para los totales del aprobado anual y autorizado anual no se suman 190,000 pesos, los cuales corresponden a recursos propios del programa presupuestario Dirección, coordinación y control de la operación del Sistema Eléctrico Nacional.</w:t>
            </w:r>
          </w:p>
          <w:p w14:paraId="2A4D50F8" w14:textId="77777777" w:rsidR="0068249F" w:rsidRPr="001B422F" w:rsidRDefault="0068249F" w:rsidP="00D43874">
            <w:pPr>
              <w:spacing w:after="0" w:line="240" w:lineRule="auto"/>
              <w:ind w:left="140" w:hanging="140"/>
              <w:rPr>
                <w:rFonts w:ascii="Montserrat" w:eastAsia="Times New Roman" w:hAnsi="Montserrat"/>
                <w:color w:val="000000"/>
                <w:sz w:val="13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3"/>
                <w:szCs w:val="15"/>
                <w:lang w:val="es-MX" w:eastAsia="es-MX"/>
              </w:rPr>
              <w:t>2/ El presupuesto no se suma en el total por ser recursos propios.</w:t>
            </w:r>
          </w:p>
          <w:p w14:paraId="732812F5" w14:textId="77777777" w:rsidR="0068249F" w:rsidRPr="001B422F" w:rsidRDefault="0068249F" w:rsidP="00D43874">
            <w:pPr>
              <w:spacing w:after="0" w:line="240" w:lineRule="auto"/>
              <w:ind w:left="140" w:hanging="140"/>
              <w:rPr>
                <w:rFonts w:ascii="Montserrat" w:eastAsia="Times New Roman" w:hAnsi="Montserrat"/>
                <w:sz w:val="13"/>
                <w:szCs w:val="15"/>
                <w:lang w:val="es-MX" w:eastAsia="es-MX"/>
              </w:rPr>
            </w:pPr>
            <w:r w:rsidRPr="001B422F">
              <w:rPr>
                <w:rFonts w:ascii="Montserrat" w:eastAsia="Times New Roman" w:hAnsi="Montserrat"/>
                <w:color w:val="000000"/>
                <w:sz w:val="13"/>
                <w:szCs w:val="15"/>
                <w:lang w:val="es-MX" w:eastAsia="es-MX"/>
              </w:rPr>
              <w:t>Fuente: Dependencias y entidades de la Administración Pública Federal.</w:t>
            </w:r>
          </w:p>
        </w:tc>
      </w:tr>
    </w:tbl>
    <w:p w14:paraId="47C14606" w14:textId="77777777" w:rsidR="0068249F" w:rsidRPr="002C40F2" w:rsidRDefault="0068249F" w:rsidP="0068249F">
      <w:pPr>
        <w:pStyle w:val="TEXTONORMAL"/>
      </w:pPr>
    </w:p>
    <w:p w14:paraId="741F19DB" w14:textId="77777777" w:rsidR="0068249F" w:rsidRPr="00E7722E" w:rsidRDefault="0068249F" w:rsidP="00E7722E">
      <w:pPr>
        <w:spacing w:before="80" w:after="0" w:line="250" w:lineRule="exact"/>
        <w:jc w:val="both"/>
        <w:rPr>
          <w:rFonts w:ascii="Montserrat" w:hAnsi="Montserrat" w:cs="Arial"/>
          <w:color w:val="000000"/>
          <w:sz w:val="18"/>
          <w:szCs w:val="14"/>
        </w:rPr>
      </w:pPr>
    </w:p>
    <w:sectPr w:rsidR="0068249F" w:rsidRPr="00E7722E" w:rsidSect="002E39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567" w:right="1418" w:bottom="567" w:left="1418" w:header="709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A0D67" w14:textId="77777777" w:rsidR="00121CDF" w:rsidRDefault="00121CDF" w:rsidP="00140DD8">
      <w:pPr>
        <w:spacing w:after="0" w:line="240" w:lineRule="auto"/>
      </w:pPr>
      <w:r>
        <w:separator/>
      </w:r>
    </w:p>
  </w:endnote>
  <w:endnote w:type="continuationSeparator" w:id="0">
    <w:p w14:paraId="440F1B9F" w14:textId="77777777" w:rsidR="00121CDF" w:rsidRDefault="00121CDF" w:rsidP="00140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berana Sans Light"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oberana Titular">
    <w:altName w:val="Calibri"/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Soberana Sans"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995DA" w14:textId="77777777" w:rsidR="00D43874" w:rsidRDefault="00D4387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137" w:type="dxa"/>
      <w:jc w:val="center"/>
      <w:tblBorders>
        <w:top w:val="single" w:sz="8" w:space="0" w:color="808080"/>
      </w:tblBorders>
      <w:tblLook w:val="04A0" w:firstRow="1" w:lastRow="0" w:firstColumn="1" w:lastColumn="0" w:noHBand="0" w:noVBand="1"/>
    </w:tblPr>
    <w:tblGrid>
      <w:gridCol w:w="2074"/>
      <w:gridCol w:w="8969"/>
      <w:gridCol w:w="2094"/>
    </w:tblGrid>
    <w:tr w:rsidR="00D43874" w:rsidRPr="00654D98" w14:paraId="585692EE" w14:textId="77777777" w:rsidTr="00760530">
      <w:trPr>
        <w:jc w:val="center"/>
      </w:trPr>
      <w:tc>
        <w:tcPr>
          <w:tcW w:w="2122" w:type="dxa"/>
          <w:tcBorders>
            <w:top w:val="nil"/>
            <w:bottom w:val="single" w:sz="12" w:space="0" w:color="D4C19C"/>
          </w:tcBorders>
          <w:shd w:val="clear" w:color="auto" w:fill="auto"/>
        </w:tcPr>
        <w:p w14:paraId="72EB4ABB" w14:textId="77777777" w:rsidR="00D43874" w:rsidRPr="00654D98" w:rsidRDefault="00D43874" w:rsidP="00566761">
          <w:pPr>
            <w:pStyle w:val="Encabezado"/>
            <w:spacing w:after="0" w:line="240" w:lineRule="auto"/>
            <w:rPr>
              <w:rFonts w:ascii="Montserrat" w:hAnsi="Montserrat"/>
              <w:sz w:val="16"/>
              <w:szCs w:val="16"/>
            </w:rPr>
          </w:pPr>
        </w:p>
      </w:tc>
      <w:tc>
        <w:tcPr>
          <w:tcW w:w="9156" w:type="dxa"/>
          <w:tcBorders>
            <w:top w:val="nil"/>
            <w:bottom w:val="single" w:sz="12" w:space="0" w:color="D4C19C"/>
          </w:tcBorders>
          <w:shd w:val="clear" w:color="auto" w:fill="auto"/>
        </w:tcPr>
        <w:p w14:paraId="479ED268" w14:textId="77777777" w:rsidR="00D43874" w:rsidRPr="00654D98" w:rsidRDefault="00D43874" w:rsidP="00135C64">
          <w:pPr>
            <w:pStyle w:val="PIEPAGENTE"/>
            <w:rPr>
              <w:rFonts w:ascii="Montserrat" w:hAnsi="Montserrat"/>
              <w:sz w:val="16"/>
            </w:rPr>
          </w:pPr>
        </w:p>
      </w:tc>
      <w:tc>
        <w:tcPr>
          <w:tcW w:w="2126" w:type="dxa"/>
          <w:tcBorders>
            <w:top w:val="nil"/>
            <w:bottom w:val="single" w:sz="12" w:space="0" w:color="D4C19C"/>
          </w:tcBorders>
          <w:shd w:val="clear" w:color="auto" w:fill="auto"/>
        </w:tcPr>
        <w:p w14:paraId="32FABDF8" w14:textId="77777777" w:rsidR="00D43874" w:rsidRPr="00654D98" w:rsidRDefault="00D43874" w:rsidP="00566761">
          <w:pPr>
            <w:pStyle w:val="Encabezado"/>
            <w:spacing w:after="0" w:line="240" w:lineRule="auto"/>
            <w:jc w:val="right"/>
            <w:rPr>
              <w:rFonts w:ascii="Montserrat" w:hAnsi="Montserrat"/>
              <w:sz w:val="16"/>
              <w:szCs w:val="16"/>
            </w:rPr>
          </w:pPr>
        </w:p>
      </w:tc>
    </w:tr>
    <w:tr w:rsidR="00D43874" w:rsidRPr="00CB202B" w14:paraId="2007B9C8" w14:textId="77777777" w:rsidTr="00760530">
      <w:trPr>
        <w:jc w:val="center"/>
      </w:trPr>
      <w:tc>
        <w:tcPr>
          <w:tcW w:w="2122" w:type="dxa"/>
          <w:tcBorders>
            <w:top w:val="single" w:sz="12" w:space="0" w:color="D4C19C"/>
          </w:tcBorders>
          <w:shd w:val="clear" w:color="auto" w:fill="auto"/>
        </w:tcPr>
        <w:p w14:paraId="0C4FAB60" w14:textId="77777777" w:rsidR="00D43874" w:rsidRPr="00CB202B" w:rsidRDefault="00D43874" w:rsidP="00B91081">
          <w:pPr>
            <w:pStyle w:val="Encabezado"/>
            <w:spacing w:before="60" w:after="60" w:line="240" w:lineRule="auto"/>
            <w:rPr>
              <w:sz w:val="16"/>
              <w:szCs w:val="16"/>
            </w:rPr>
          </w:pPr>
        </w:p>
      </w:tc>
      <w:tc>
        <w:tcPr>
          <w:tcW w:w="9156" w:type="dxa"/>
          <w:tcBorders>
            <w:top w:val="single" w:sz="12" w:space="0" w:color="D4C19C"/>
          </w:tcBorders>
          <w:shd w:val="clear" w:color="auto" w:fill="auto"/>
        </w:tcPr>
        <w:p w14:paraId="676E3F77" w14:textId="77777777" w:rsidR="00D43874" w:rsidRPr="007C7497" w:rsidRDefault="00D43874" w:rsidP="00B91081">
          <w:pPr>
            <w:pStyle w:val="PIEPAGENTE"/>
            <w:spacing w:before="60" w:after="60"/>
            <w:rPr>
              <w:rFonts w:ascii="Montserrat" w:hAnsi="Montserrat"/>
            </w:rPr>
          </w:pPr>
          <w:r w:rsidRPr="002C40F2">
            <w:rPr>
              <w:rFonts w:ascii="Montserrat" w:hAnsi="Montserrat"/>
            </w:rPr>
            <w:t>PROGRAMAS TRANSVERSALES</w:t>
          </w:r>
        </w:p>
      </w:tc>
      <w:tc>
        <w:tcPr>
          <w:tcW w:w="2126" w:type="dxa"/>
          <w:tcBorders>
            <w:top w:val="single" w:sz="12" w:space="0" w:color="D4C19C"/>
          </w:tcBorders>
          <w:shd w:val="clear" w:color="auto" w:fill="auto"/>
        </w:tcPr>
        <w:p w14:paraId="0B859DE9" w14:textId="02DB8D63" w:rsidR="00D43874" w:rsidRPr="00102975" w:rsidRDefault="00D43874" w:rsidP="00DA21E2">
          <w:pPr>
            <w:pStyle w:val="Piedepgina"/>
            <w:spacing w:before="60" w:after="60"/>
            <w:jc w:val="right"/>
            <w:rPr>
              <w:rFonts w:ascii="Montserrat" w:hAnsi="Montserrat"/>
              <w:sz w:val="18"/>
              <w:szCs w:val="18"/>
            </w:rPr>
          </w:pPr>
          <w:r w:rsidRPr="00102975">
            <w:rPr>
              <w:rFonts w:ascii="Montserrat" w:hAnsi="Montserrat"/>
              <w:sz w:val="18"/>
              <w:szCs w:val="18"/>
            </w:rPr>
            <w:t xml:space="preserve">Página </w:t>
          </w:r>
          <w:r w:rsidRPr="00102975">
            <w:rPr>
              <w:rFonts w:ascii="Montserrat" w:hAnsi="Montserrat"/>
              <w:sz w:val="18"/>
              <w:szCs w:val="18"/>
            </w:rPr>
            <w:fldChar w:fldCharType="begin"/>
          </w:r>
          <w:r w:rsidRPr="00102975">
            <w:rPr>
              <w:rFonts w:ascii="Montserrat" w:hAnsi="Montserrat"/>
              <w:sz w:val="18"/>
              <w:szCs w:val="18"/>
            </w:rPr>
            <w:instrText>PAGE</w:instrText>
          </w:r>
          <w:r w:rsidRPr="00102975">
            <w:rPr>
              <w:rFonts w:ascii="Montserrat" w:hAnsi="Montserrat"/>
              <w:sz w:val="18"/>
              <w:szCs w:val="18"/>
            </w:rPr>
            <w:fldChar w:fldCharType="separate"/>
          </w:r>
          <w:r>
            <w:rPr>
              <w:rFonts w:ascii="Montserrat" w:hAnsi="Montserrat"/>
              <w:noProof/>
              <w:sz w:val="18"/>
              <w:szCs w:val="18"/>
            </w:rPr>
            <w:t>2</w:t>
          </w:r>
          <w:r w:rsidRPr="00102975">
            <w:rPr>
              <w:rFonts w:ascii="Montserrat" w:hAnsi="Montserrat"/>
              <w:sz w:val="18"/>
              <w:szCs w:val="18"/>
            </w:rPr>
            <w:fldChar w:fldCharType="end"/>
          </w:r>
          <w:r w:rsidRPr="00102975">
            <w:rPr>
              <w:rFonts w:ascii="Montserrat" w:hAnsi="Montserrat"/>
              <w:sz w:val="18"/>
              <w:szCs w:val="18"/>
            </w:rPr>
            <w:t xml:space="preserve"> de </w:t>
          </w:r>
          <w:r>
            <w:rPr>
              <w:rFonts w:ascii="Montserrat" w:hAnsi="Montserrat"/>
              <w:sz w:val="18"/>
              <w:szCs w:val="18"/>
            </w:rPr>
            <w:t>3</w:t>
          </w:r>
          <w:r w:rsidR="00C23565">
            <w:rPr>
              <w:rFonts w:ascii="Montserrat" w:hAnsi="Montserrat"/>
              <w:sz w:val="18"/>
              <w:szCs w:val="18"/>
            </w:rPr>
            <w:t>07</w:t>
          </w:r>
        </w:p>
      </w:tc>
    </w:tr>
  </w:tbl>
  <w:p w14:paraId="636EE1BB" w14:textId="77777777" w:rsidR="00D43874" w:rsidRPr="00CB202B" w:rsidRDefault="00D43874" w:rsidP="00180F7A">
    <w:pPr>
      <w:pStyle w:val="Piedepgina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8" w:space="0" w:color="808080"/>
      </w:tblBorders>
      <w:tblLook w:val="04A0" w:firstRow="1" w:lastRow="0" w:firstColumn="1" w:lastColumn="0" w:noHBand="0" w:noVBand="1"/>
    </w:tblPr>
    <w:tblGrid>
      <w:gridCol w:w="13004"/>
    </w:tblGrid>
    <w:tr w:rsidR="00D43874" w14:paraId="47C2D615" w14:textId="77777777" w:rsidTr="00E139E7">
      <w:trPr>
        <w:trHeight w:val="258"/>
        <w:jc w:val="center"/>
      </w:trPr>
      <w:tc>
        <w:tcPr>
          <w:tcW w:w="13137" w:type="dxa"/>
          <w:tcBorders>
            <w:top w:val="nil"/>
            <w:bottom w:val="single" w:sz="8" w:space="0" w:color="808080"/>
          </w:tcBorders>
          <w:shd w:val="clear" w:color="auto" w:fill="auto"/>
        </w:tcPr>
        <w:p w14:paraId="2A743931" w14:textId="77777777" w:rsidR="00D43874" w:rsidRPr="00AC2541" w:rsidRDefault="00D43874" w:rsidP="00566761">
          <w:pPr>
            <w:pStyle w:val="Encabezado"/>
            <w:spacing w:after="0" w:line="240" w:lineRule="auto"/>
            <w:jc w:val="center"/>
            <w:rPr>
              <w:rFonts w:ascii="Soberana Sans" w:hAnsi="Soberana Sans"/>
              <w:sz w:val="16"/>
              <w:szCs w:val="16"/>
            </w:rPr>
          </w:pPr>
        </w:p>
      </w:tc>
    </w:tr>
    <w:tr w:rsidR="00D43874" w14:paraId="27B54DCE" w14:textId="77777777" w:rsidTr="00E139E7">
      <w:trPr>
        <w:trHeight w:val="258"/>
        <w:jc w:val="center"/>
      </w:trPr>
      <w:tc>
        <w:tcPr>
          <w:tcW w:w="13137" w:type="dxa"/>
          <w:tcBorders>
            <w:top w:val="single" w:sz="8" w:space="0" w:color="808080"/>
          </w:tcBorders>
          <w:shd w:val="clear" w:color="auto" w:fill="auto"/>
        </w:tcPr>
        <w:p w14:paraId="189BAFD5" w14:textId="77777777" w:rsidR="00D43874" w:rsidRPr="00477E89" w:rsidRDefault="00D43874" w:rsidP="00477E89">
          <w:pPr>
            <w:pStyle w:val="Piedepgina"/>
            <w:spacing w:after="120"/>
            <w:jc w:val="center"/>
            <w:rPr>
              <w:szCs w:val="16"/>
            </w:rPr>
          </w:pPr>
          <w:r w:rsidRPr="00477E89">
            <w:rPr>
              <w:rStyle w:val="PiedepginaCar"/>
              <w:szCs w:val="16"/>
            </w:rPr>
            <w:t>Página</w:t>
          </w:r>
          <w:r w:rsidRPr="00477E89">
            <w:rPr>
              <w:szCs w:val="16"/>
            </w:rPr>
            <w:t xml:space="preserve"> </w:t>
          </w:r>
          <w:r w:rsidRPr="00477E89">
            <w:rPr>
              <w:szCs w:val="16"/>
            </w:rPr>
            <w:fldChar w:fldCharType="begin"/>
          </w:r>
          <w:r w:rsidRPr="00477E89">
            <w:rPr>
              <w:szCs w:val="16"/>
            </w:rPr>
            <w:instrText>PAGE</w:instrText>
          </w:r>
          <w:r w:rsidRPr="00477E89">
            <w:rPr>
              <w:szCs w:val="16"/>
            </w:rPr>
            <w:fldChar w:fldCharType="separate"/>
          </w:r>
          <w:r>
            <w:rPr>
              <w:noProof/>
              <w:szCs w:val="16"/>
            </w:rPr>
            <w:t>1</w:t>
          </w:r>
          <w:r w:rsidRPr="00477E89">
            <w:rPr>
              <w:szCs w:val="16"/>
            </w:rPr>
            <w:fldChar w:fldCharType="end"/>
          </w:r>
          <w:r w:rsidRPr="00477E89">
            <w:rPr>
              <w:szCs w:val="16"/>
            </w:rPr>
            <w:t xml:space="preserve"> de </w:t>
          </w:r>
          <w:r w:rsidRPr="00477E89">
            <w:rPr>
              <w:szCs w:val="16"/>
            </w:rPr>
            <w:fldChar w:fldCharType="begin"/>
          </w:r>
          <w:r w:rsidRPr="00477E89">
            <w:rPr>
              <w:szCs w:val="16"/>
            </w:rPr>
            <w:instrText>NUMPAGES</w:instrText>
          </w:r>
          <w:r w:rsidRPr="00477E89">
            <w:rPr>
              <w:szCs w:val="16"/>
            </w:rPr>
            <w:fldChar w:fldCharType="separate"/>
          </w:r>
          <w:r>
            <w:rPr>
              <w:noProof/>
              <w:szCs w:val="16"/>
            </w:rPr>
            <w:t>33</w:t>
          </w:r>
          <w:r w:rsidRPr="00477E89">
            <w:rPr>
              <w:szCs w:val="16"/>
            </w:rPr>
            <w:fldChar w:fldCharType="end"/>
          </w:r>
        </w:p>
      </w:tc>
    </w:tr>
  </w:tbl>
  <w:p w14:paraId="71769FFD" w14:textId="77777777" w:rsidR="00D43874" w:rsidRPr="00AD10AF" w:rsidRDefault="00D43874" w:rsidP="001F44BC">
    <w:pPr>
      <w:pStyle w:val="Piedepgina"/>
      <w:rPr>
        <w:sz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A65E9" w14:textId="77777777" w:rsidR="00121CDF" w:rsidRDefault="00121CDF" w:rsidP="00140DD8">
      <w:pPr>
        <w:spacing w:after="0" w:line="240" w:lineRule="auto"/>
      </w:pPr>
      <w:r>
        <w:separator/>
      </w:r>
    </w:p>
  </w:footnote>
  <w:footnote w:type="continuationSeparator" w:id="0">
    <w:p w14:paraId="37BAF95D" w14:textId="77777777" w:rsidR="00121CDF" w:rsidRDefault="00121CDF" w:rsidP="00140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96325" w14:textId="77777777" w:rsidR="00D43874" w:rsidRDefault="00D4387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137" w:type="dxa"/>
      <w:tblBorders>
        <w:bottom w:val="single" w:sz="12" w:space="0" w:color="9D2449"/>
      </w:tblBorders>
      <w:tblLook w:val="04A0" w:firstRow="1" w:lastRow="0" w:firstColumn="1" w:lastColumn="0" w:noHBand="0" w:noVBand="1"/>
    </w:tblPr>
    <w:tblGrid>
      <w:gridCol w:w="13137"/>
    </w:tblGrid>
    <w:tr w:rsidR="00D43874" w:rsidRPr="004E66AE" w14:paraId="6A890C04" w14:textId="77777777" w:rsidTr="00394863">
      <w:tc>
        <w:tcPr>
          <w:tcW w:w="13137" w:type="dxa"/>
          <w:tcBorders>
            <w:bottom w:val="nil"/>
          </w:tcBorders>
          <w:shd w:val="clear" w:color="auto" w:fill="auto"/>
          <w:vAlign w:val="bottom"/>
        </w:tcPr>
        <w:p w14:paraId="110AE893" w14:textId="77777777" w:rsidR="00D43874" w:rsidRPr="00476C78" w:rsidRDefault="00D43874" w:rsidP="00A8290D">
          <w:pPr>
            <w:pStyle w:val="Encabezado"/>
            <w:spacing w:after="60" w:line="240" w:lineRule="auto"/>
            <w:jc w:val="center"/>
            <w:rPr>
              <w:rFonts w:ascii="Montserrat SemiBold" w:hAnsi="Montserrat SemiBold"/>
              <w:color w:val="9D2449"/>
              <w:sz w:val="26"/>
              <w:szCs w:val="26"/>
            </w:rPr>
          </w:pPr>
          <w:r w:rsidRPr="00476C78">
            <w:rPr>
              <w:rFonts w:ascii="Montserrat SemiBold" w:hAnsi="Montserrat SemiBold"/>
              <w:color w:val="9D2449"/>
              <w:sz w:val="26"/>
              <w:szCs w:val="26"/>
            </w:rPr>
            <w:t xml:space="preserve">Cuenta Pública </w:t>
          </w:r>
          <w:r>
            <w:rPr>
              <w:rFonts w:ascii="Montserrat SemiBold" w:hAnsi="Montserrat SemiBold"/>
              <w:color w:val="9D2449"/>
              <w:sz w:val="24"/>
              <w:szCs w:val="24"/>
            </w:rPr>
            <w:t>2020</w:t>
          </w:r>
        </w:p>
      </w:tc>
    </w:tr>
  </w:tbl>
  <w:p w14:paraId="269EF3A2" w14:textId="77777777" w:rsidR="00D43874" w:rsidRPr="00180068" w:rsidRDefault="00D43874" w:rsidP="00180F7A">
    <w:pPr>
      <w:pStyle w:val="Encabezado"/>
      <w:spacing w:after="0" w:line="240" w:lineRule="auto"/>
      <w:rPr>
        <w:sz w:val="22"/>
      </w:rPr>
    </w:pPr>
    <w:r>
      <w:rPr>
        <w:noProof/>
        <w:lang w:val="es-MX" w:eastAsia="es-MX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4B90ABF1" wp14:editId="08212082">
              <wp:simplePos x="0" y="0"/>
              <wp:positionH relativeFrom="column">
                <wp:posOffset>-71755</wp:posOffset>
              </wp:positionH>
              <wp:positionV relativeFrom="paragraph">
                <wp:posOffset>1269</wp:posOffset>
              </wp:positionV>
              <wp:extent cx="8336915" cy="0"/>
              <wp:effectExtent l="0" t="19050" r="45085" b="38100"/>
              <wp:wrapNone/>
              <wp:docPr id="12" name="Conector recto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336915" cy="0"/>
                      </a:xfrm>
                      <a:prstGeom prst="line">
                        <a:avLst/>
                      </a:prstGeom>
                      <a:noFill/>
                      <a:ln w="57150" cap="flat" cmpd="thickThin" algn="ctr">
                        <a:solidFill>
                          <a:srgbClr val="D4C19C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79FB5E" id="Conector recto 1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65pt,.1pt" to="650.8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" strokecolor="#d4c19c" strokeweight="4.5pt">
              <v:stroke linestyle="thickThin" joinstyle="miter"/>
              <o:lock v:ext="edit" shapetype="f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13004"/>
    </w:tblGrid>
    <w:tr w:rsidR="00D43874" w14:paraId="42A570BC" w14:textId="77777777" w:rsidTr="00E139E7">
      <w:tc>
        <w:tcPr>
          <w:tcW w:w="13137" w:type="dxa"/>
          <w:shd w:val="clear" w:color="auto" w:fill="auto"/>
        </w:tcPr>
        <w:p w14:paraId="58AAB9B1" w14:textId="77777777" w:rsidR="00D43874" w:rsidRPr="00AC2541" w:rsidRDefault="00D43874" w:rsidP="00C066E3">
          <w:pPr>
            <w:pStyle w:val="Encabezado"/>
            <w:spacing w:after="0" w:line="240" w:lineRule="auto"/>
            <w:jc w:val="center"/>
            <w:rPr>
              <w:rFonts w:ascii="Soberana Titular" w:hAnsi="Soberana Titular"/>
              <w:b/>
            </w:rPr>
          </w:pPr>
        </w:p>
        <w:p w14:paraId="28A2B2E3" w14:textId="77777777" w:rsidR="00D43874" w:rsidRPr="00AC2541" w:rsidRDefault="00D43874" w:rsidP="00C066E3">
          <w:pPr>
            <w:pStyle w:val="Encabezado"/>
            <w:spacing w:after="0" w:line="240" w:lineRule="auto"/>
            <w:jc w:val="center"/>
            <w:rPr>
              <w:rFonts w:ascii="Soberana Titular" w:hAnsi="Soberana Titular"/>
              <w:b/>
            </w:rPr>
          </w:pPr>
        </w:p>
        <w:p w14:paraId="04B58469" w14:textId="77777777" w:rsidR="00D43874" w:rsidRPr="00934114" w:rsidRDefault="00D43874" w:rsidP="006E1043">
          <w:pPr>
            <w:pStyle w:val="Encabezado"/>
            <w:spacing w:after="0" w:line="240" w:lineRule="auto"/>
            <w:jc w:val="center"/>
            <w:rPr>
              <w:rFonts w:ascii="Montserrat SemiBold" w:hAnsi="Montserrat SemiBold"/>
            </w:rPr>
          </w:pPr>
          <w:r w:rsidRPr="00934114">
            <w:rPr>
              <w:rFonts w:ascii="Montserrat SemiBold" w:hAnsi="Montserrat SemiBold"/>
            </w:rPr>
            <w:t>Cuenta Pública 2018</w:t>
          </w:r>
        </w:p>
      </w:tc>
    </w:tr>
  </w:tbl>
  <w:p w14:paraId="5FE2A5CD" w14:textId="77777777" w:rsidR="00D43874" w:rsidRPr="00180068" w:rsidRDefault="00D43874" w:rsidP="00180F7A">
    <w:pPr>
      <w:pStyle w:val="Encabezado"/>
      <w:spacing w:after="0" w:line="240" w:lineRule="auto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1388A"/>
    <w:multiLevelType w:val="hybridMultilevel"/>
    <w:tmpl w:val="97307B58"/>
    <w:lvl w:ilvl="0" w:tplc="08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307795"/>
    <w:multiLevelType w:val="hybridMultilevel"/>
    <w:tmpl w:val="D01417A2"/>
    <w:lvl w:ilvl="0" w:tplc="080A000B">
      <w:start w:val="1"/>
      <w:numFmt w:val="bullet"/>
      <w:lvlText w:val=""/>
      <w:lvlJc w:val="left"/>
      <w:pPr>
        <w:tabs>
          <w:tab w:val="num" w:pos="784"/>
        </w:tabs>
        <w:ind w:left="747" w:hanging="737"/>
      </w:pPr>
      <w:rPr>
        <w:rFonts w:ascii="Wingdings" w:hAnsi="Wingdings" w:hint="default"/>
        <w:color w:val="auto"/>
        <w:sz w:val="18"/>
      </w:rPr>
    </w:lvl>
    <w:lvl w:ilvl="1" w:tplc="D0F4B6CC">
      <w:numFmt w:val="bullet"/>
      <w:lvlText w:val="-"/>
      <w:lvlJc w:val="left"/>
      <w:pPr>
        <w:tabs>
          <w:tab w:val="num" w:pos="1090"/>
        </w:tabs>
        <w:ind w:left="1090" w:hanging="360"/>
      </w:pPr>
      <w:rPr>
        <w:rFonts w:ascii="Times New Roman" w:eastAsia="Times New Roman" w:hAnsi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10"/>
        </w:tabs>
        <w:ind w:left="18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30"/>
        </w:tabs>
        <w:ind w:left="25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50"/>
        </w:tabs>
        <w:ind w:left="325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70"/>
        </w:tabs>
        <w:ind w:left="39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90"/>
        </w:tabs>
        <w:ind w:left="46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10"/>
        </w:tabs>
        <w:ind w:left="541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30"/>
        </w:tabs>
        <w:ind w:left="6130" w:hanging="360"/>
      </w:pPr>
      <w:rPr>
        <w:rFonts w:ascii="Wingdings" w:hAnsi="Wingdings" w:hint="default"/>
      </w:rPr>
    </w:lvl>
  </w:abstractNum>
  <w:abstractNum w:abstractNumId="2" w15:restartNumberingAfterBreak="0">
    <w:nsid w:val="1E54231C"/>
    <w:multiLevelType w:val="hybridMultilevel"/>
    <w:tmpl w:val="6A36F3F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3102E0"/>
    <w:multiLevelType w:val="hybridMultilevel"/>
    <w:tmpl w:val="87B223B2"/>
    <w:lvl w:ilvl="0" w:tplc="EBB4FADA">
      <w:start w:val="1"/>
      <w:numFmt w:val="bullet"/>
      <w:lvlText w:val="­"/>
      <w:lvlJc w:val="left"/>
      <w:pPr>
        <w:tabs>
          <w:tab w:val="num" w:pos="784"/>
        </w:tabs>
        <w:ind w:left="747" w:hanging="737"/>
      </w:pPr>
      <w:rPr>
        <w:rFonts w:ascii="Courier New" w:hAnsi="Courier New" w:hint="default"/>
        <w:color w:val="auto"/>
        <w:sz w:val="18"/>
        <w:szCs w:val="18"/>
      </w:rPr>
    </w:lvl>
    <w:lvl w:ilvl="1" w:tplc="D0F4B6CC">
      <w:numFmt w:val="bullet"/>
      <w:lvlText w:val="-"/>
      <w:lvlJc w:val="left"/>
      <w:pPr>
        <w:tabs>
          <w:tab w:val="num" w:pos="1090"/>
        </w:tabs>
        <w:ind w:left="1090" w:hanging="360"/>
      </w:pPr>
      <w:rPr>
        <w:rFonts w:ascii="Times New Roman" w:eastAsia="Times New Roman" w:hAnsi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10"/>
        </w:tabs>
        <w:ind w:left="18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30"/>
        </w:tabs>
        <w:ind w:left="25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50"/>
        </w:tabs>
        <w:ind w:left="325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70"/>
        </w:tabs>
        <w:ind w:left="39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90"/>
        </w:tabs>
        <w:ind w:left="46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10"/>
        </w:tabs>
        <w:ind w:left="541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30"/>
        </w:tabs>
        <w:ind w:left="6130" w:hanging="360"/>
      </w:pPr>
      <w:rPr>
        <w:rFonts w:ascii="Wingdings" w:hAnsi="Wingdings" w:hint="default"/>
      </w:rPr>
    </w:lvl>
  </w:abstractNum>
  <w:abstractNum w:abstractNumId="4" w15:restartNumberingAfterBreak="0">
    <w:nsid w:val="24756074"/>
    <w:multiLevelType w:val="hybridMultilevel"/>
    <w:tmpl w:val="0AF6C212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237F3F"/>
    <w:multiLevelType w:val="hybridMultilevel"/>
    <w:tmpl w:val="ECC01256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6544E6"/>
    <w:multiLevelType w:val="hybridMultilevel"/>
    <w:tmpl w:val="4E8225B0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B34EAB"/>
    <w:multiLevelType w:val="hybridMultilevel"/>
    <w:tmpl w:val="8164471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F62062"/>
    <w:multiLevelType w:val="hybridMultilevel"/>
    <w:tmpl w:val="44CE1F2C"/>
    <w:lvl w:ilvl="0" w:tplc="940C1DC4">
      <w:start w:val="1"/>
      <w:numFmt w:val="bullet"/>
      <w:pStyle w:val="VIETAROMBO"/>
      <w:lvlText w:val=""/>
      <w:lvlJc w:val="left"/>
      <w:pPr>
        <w:ind w:left="757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1D27E6"/>
    <w:multiLevelType w:val="hybridMultilevel"/>
    <w:tmpl w:val="7C16EDAE"/>
    <w:lvl w:ilvl="0" w:tplc="FFFFFFFF">
      <w:start w:val="1"/>
      <w:numFmt w:val="bullet"/>
      <w:lvlText w:val=""/>
      <w:lvlJc w:val="left"/>
      <w:pPr>
        <w:tabs>
          <w:tab w:val="num" w:pos="774"/>
        </w:tabs>
        <w:ind w:left="737" w:hanging="737"/>
      </w:pPr>
      <w:rPr>
        <w:rFonts w:ascii="Symbol" w:hAnsi="Symbol" w:hint="default"/>
        <w:color w:val="auto"/>
        <w:sz w:val="18"/>
        <w:szCs w:val="18"/>
      </w:rPr>
    </w:lvl>
    <w:lvl w:ilvl="1" w:tplc="FFFFFFFF">
      <w:start w:val="1"/>
      <w:numFmt w:val="bullet"/>
      <w:lvlText w:val=""/>
      <w:lvlJc w:val="left"/>
      <w:pPr>
        <w:tabs>
          <w:tab w:val="num" w:pos="1090"/>
        </w:tabs>
        <w:ind w:left="1090" w:hanging="360"/>
      </w:pPr>
      <w:rPr>
        <w:rFonts w:ascii="Symbol" w:hAnsi="Symbol" w:hint="default"/>
        <w:color w:val="auto"/>
        <w:sz w:val="18"/>
        <w:szCs w:val="18"/>
      </w:rPr>
    </w:lvl>
    <w:lvl w:ilvl="2" w:tplc="FFFFFFFF">
      <w:start w:val="1"/>
      <w:numFmt w:val="bullet"/>
      <w:lvlText w:val=""/>
      <w:lvlJc w:val="left"/>
      <w:pPr>
        <w:tabs>
          <w:tab w:val="num" w:pos="1810"/>
        </w:tabs>
        <w:ind w:left="18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30"/>
        </w:tabs>
        <w:ind w:left="25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50"/>
        </w:tabs>
        <w:ind w:left="32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70"/>
        </w:tabs>
        <w:ind w:left="39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90"/>
        </w:tabs>
        <w:ind w:left="46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10"/>
        </w:tabs>
        <w:ind w:left="54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30"/>
        </w:tabs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4D656535"/>
    <w:multiLevelType w:val="hybridMultilevel"/>
    <w:tmpl w:val="ACAAA7EA"/>
    <w:lvl w:ilvl="0" w:tplc="02D4D958">
      <w:start w:val="1"/>
      <w:numFmt w:val="upperRoman"/>
      <w:pStyle w:val="SUBTITULO1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743735"/>
    <w:multiLevelType w:val="hybridMultilevel"/>
    <w:tmpl w:val="F95E1F2E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36466E"/>
    <w:multiLevelType w:val="hybridMultilevel"/>
    <w:tmpl w:val="52D070C8"/>
    <w:lvl w:ilvl="0" w:tplc="4796DB6A">
      <w:start w:val="1"/>
      <w:numFmt w:val="bullet"/>
      <w:pStyle w:val="VIETAFLECHA"/>
      <w:lvlText w:val=""/>
      <w:lvlJc w:val="left"/>
      <w:pPr>
        <w:ind w:left="362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94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66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381" w:hanging="360"/>
      </w:pPr>
      <w:rPr>
        <w:rFonts w:ascii="Wingdings" w:hAnsi="Wingdings" w:hint="default"/>
      </w:rPr>
    </w:lvl>
  </w:abstractNum>
  <w:abstractNum w:abstractNumId="13" w15:restartNumberingAfterBreak="0">
    <w:nsid w:val="60E04CE2"/>
    <w:multiLevelType w:val="hybridMultilevel"/>
    <w:tmpl w:val="8F567154"/>
    <w:lvl w:ilvl="0" w:tplc="A7EC93FC">
      <w:start w:val="1"/>
      <w:numFmt w:val="bullet"/>
      <w:pStyle w:val="VIETACUADRO"/>
      <w:lvlText w:val=""/>
      <w:lvlJc w:val="left"/>
      <w:pPr>
        <w:ind w:left="1117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4" w15:restartNumberingAfterBreak="0">
    <w:nsid w:val="68AA1F8A"/>
    <w:multiLevelType w:val="hybridMultilevel"/>
    <w:tmpl w:val="5AF260B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C90E80"/>
    <w:multiLevelType w:val="hybridMultilevel"/>
    <w:tmpl w:val="8A5C5EC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346A81"/>
    <w:multiLevelType w:val="hybridMultilevel"/>
    <w:tmpl w:val="2780D62A"/>
    <w:lvl w:ilvl="0" w:tplc="041CEC96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773546"/>
    <w:multiLevelType w:val="multilevel"/>
    <w:tmpl w:val="DDC6AB52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1B46498"/>
    <w:multiLevelType w:val="hybridMultilevel"/>
    <w:tmpl w:val="BE30B5B8"/>
    <w:lvl w:ilvl="0" w:tplc="D1C278A6">
      <w:start w:val="1"/>
      <w:numFmt w:val="bullet"/>
      <w:lvlText w:val="–"/>
      <w:lvlJc w:val="left"/>
      <w:pPr>
        <w:ind w:left="720" w:hanging="360"/>
      </w:pPr>
      <w:rPr>
        <w:rFonts w:ascii="Vrinda" w:hAnsi="Vrind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9A42D5"/>
    <w:multiLevelType w:val="hybridMultilevel"/>
    <w:tmpl w:val="6422ECDE"/>
    <w:lvl w:ilvl="0" w:tplc="8C4E33AE">
      <w:start w:val="1"/>
      <w:numFmt w:val="bullet"/>
      <w:pStyle w:val="VIETABALA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8"/>
  </w:num>
  <w:num w:numId="4">
    <w:abstractNumId w:val="13"/>
  </w:num>
  <w:num w:numId="5">
    <w:abstractNumId w:val="9"/>
  </w:num>
  <w:num w:numId="6">
    <w:abstractNumId w:val="1"/>
  </w:num>
  <w:num w:numId="7">
    <w:abstractNumId w:val="3"/>
  </w:num>
  <w:num w:numId="8">
    <w:abstractNumId w:val="0"/>
  </w:num>
  <w:num w:numId="9">
    <w:abstractNumId w:val="17"/>
  </w:num>
  <w:num w:numId="10">
    <w:abstractNumId w:val="2"/>
  </w:num>
  <w:num w:numId="11">
    <w:abstractNumId w:val="16"/>
  </w:num>
  <w:num w:numId="12">
    <w:abstractNumId w:val="10"/>
  </w:num>
  <w:num w:numId="13">
    <w:abstractNumId w:val="19"/>
  </w:num>
  <w:num w:numId="14">
    <w:abstractNumId w:val="15"/>
  </w:num>
  <w:num w:numId="15">
    <w:abstractNumId w:val="4"/>
  </w:num>
  <w:num w:numId="16">
    <w:abstractNumId w:val="14"/>
  </w:num>
  <w:num w:numId="17">
    <w:abstractNumId w:val="11"/>
  </w:num>
  <w:num w:numId="18">
    <w:abstractNumId w:val="6"/>
  </w:num>
  <w:num w:numId="19">
    <w:abstractNumId w:val="5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0F2"/>
    <w:rsid w:val="00010A56"/>
    <w:rsid w:val="0002094D"/>
    <w:rsid w:val="00030303"/>
    <w:rsid w:val="00035400"/>
    <w:rsid w:val="00046E30"/>
    <w:rsid w:val="00053EBD"/>
    <w:rsid w:val="00071FA8"/>
    <w:rsid w:val="00071FC7"/>
    <w:rsid w:val="00074B57"/>
    <w:rsid w:val="0007530C"/>
    <w:rsid w:val="00087A9F"/>
    <w:rsid w:val="000953F4"/>
    <w:rsid w:val="000A0BE0"/>
    <w:rsid w:val="000A7D36"/>
    <w:rsid w:val="000B2BC8"/>
    <w:rsid w:val="000C006C"/>
    <w:rsid w:val="000C4898"/>
    <w:rsid w:val="000E29E2"/>
    <w:rsid w:val="000E397D"/>
    <w:rsid w:val="000F1294"/>
    <w:rsid w:val="00102975"/>
    <w:rsid w:val="001121F1"/>
    <w:rsid w:val="00121CDF"/>
    <w:rsid w:val="00135026"/>
    <w:rsid w:val="00135C64"/>
    <w:rsid w:val="00137B77"/>
    <w:rsid w:val="00140DD8"/>
    <w:rsid w:val="00140F6C"/>
    <w:rsid w:val="001433CF"/>
    <w:rsid w:val="001456F2"/>
    <w:rsid w:val="001527E5"/>
    <w:rsid w:val="00180068"/>
    <w:rsid w:val="00180F7A"/>
    <w:rsid w:val="00192E9C"/>
    <w:rsid w:val="001A6F92"/>
    <w:rsid w:val="001B6970"/>
    <w:rsid w:val="001C2BC1"/>
    <w:rsid w:val="001D3864"/>
    <w:rsid w:val="001D5174"/>
    <w:rsid w:val="001F3D6F"/>
    <w:rsid w:val="001F44BC"/>
    <w:rsid w:val="002162DC"/>
    <w:rsid w:val="00217089"/>
    <w:rsid w:val="0023488E"/>
    <w:rsid w:val="002364DE"/>
    <w:rsid w:val="00243B68"/>
    <w:rsid w:val="0026536E"/>
    <w:rsid w:val="00274920"/>
    <w:rsid w:val="00280F04"/>
    <w:rsid w:val="00287F20"/>
    <w:rsid w:val="00295657"/>
    <w:rsid w:val="002A6003"/>
    <w:rsid w:val="002B2B9A"/>
    <w:rsid w:val="002C40F2"/>
    <w:rsid w:val="002D1189"/>
    <w:rsid w:val="002D375F"/>
    <w:rsid w:val="002E3903"/>
    <w:rsid w:val="002F0F3F"/>
    <w:rsid w:val="002F5466"/>
    <w:rsid w:val="003024C8"/>
    <w:rsid w:val="00305855"/>
    <w:rsid w:val="0031148E"/>
    <w:rsid w:val="003140E1"/>
    <w:rsid w:val="003156C2"/>
    <w:rsid w:val="00316552"/>
    <w:rsid w:val="003234A9"/>
    <w:rsid w:val="00324E97"/>
    <w:rsid w:val="003504B8"/>
    <w:rsid w:val="003545D5"/>
    <w:rsid w:val="00354816"/>
    <w:rsid w:val="00357C25"/>
    <w:rsid w:val="00363D6E"/>
    <w:rsid w:val="00366335"/>
    <w:rsid w:val="0037216F"/>
    <w:rsid w:val="00394863"/>
    <w:rsid w:val="003A3DE2"/>
    <w:rsid w:val="003C00CB"/>
    <w:rsid w:val="003D58B5"/>
    <w:rsid w:val="003D646C"/>
    <w:rsid w:val="003E461D"/>
    <w:rsid w:val="003E766E"/>
    <w:rsid w:val="004225BE"/>
    <w:rsid w:val="00423930"/>
    <w:rsid w:val="00425F17"/>
    <w:rsid w:val="004318C6"/>
    <w:rsid w:val="00432C9A"/>
    <w:rsid w:val="00434B83"/>
    <w:rsid w:val="00435350"/>
    <w:rsid w:val="004422EA"/>
    <w:rsid w:val="00450A6D"/>
    <w:rsid w:val="00466327"/>
    <w:rsid w:val="00467B3B"/>
    <w:rsid w:val="00476C78"/>
    <w:rsid w:val="0047740A"/>
    <w:rsid w:val="00477E89"/>
    <w:rsid w:val="0049749F"/>
    <w:rsid w:val="004975BF"/>
    <w:rsid w:val="004B4093"/>
    <w:rsid w:val="004D79E1"/>
    <w:rsid w:val="004D7AE8"/>
    <w:rsid w:val="004E0D88"/>
    <w:rsid w:val="004E5E6D"/>
    <w:rsid w:val="004F0A95"/>
    <w:rsid w:val="004F7BC1"/>
    <w:rsid w:val="0050370F"/>
    <w:rsid w:val="005162BD"/>
    <w:rsid w:val="0052326A"/>
    <w:rsid w:val="005232BC"/>
    <w:rsid w:val="00535B43"/>
    <w:rsid w:val="0053646B"/>
    <w:rsid w:val="00543BEF"/>
    <w:rsid w:val="00566761"/>
    <w:rsid w:val="005746EA"/>
    <w:rsid w:val="00590FBC"/>
    <w:rsid w:val="0059235A"/>
    <w:rsid w:val="00592634"/>
    <w:rsid w:val="005A0BAD"/>
    <w:rsid w:val="005A63A7"/>
    <w:rsid w:val="005B2E30"/>
    <w:rsid w:val="005B57CF"/>
    <w:rsid w:val="005B6274"/>
    <w:rsid w:val="005C3538"/>
    <w:rsid w:val="005C3D82"/>
    <w:rsid w:val="0060339B"/>
    <w:rsid w:val="006036E3"/>
    <w:rsid w:val="0060492B"/>
    <w:rsid w:val="00632522"/>
    <w:rsid w:val="006370F0"/>
    <w:rsid w:val="00642744"/>
    <w:rsid w:val="00654D98"/>
    <w:rsid w:val="00667DEF"/>
    <w:rsid w:val="00675F3D"/>
    <w:rsid w:val="0068249F"/>
    <w:rsid w:val="00682EEB"/>
    <w:rsid w:val="006851CC"/>
    <w:rsid w:val="00686E7A"/>
    <w:rsid w:val="006B2659"/>
    <w:rsid w:val="006C537C"/>
    <w:rsid w:val="006E1043"/>
    <w:rsid w:val="00701187"/>
    <w:rsid w:val="0071159A"/>
    <w:rsid w:val="00724052"/>
    <w:rsid w:val="007258CD"/>
    <w:rsid w:val="007329F5"/>
    <w:rsid w:val="00735E33"/>
    <w:rsid w:val="00744EE0"/>
    <w:rsid w:val="007546B7"/>
    <w:rsid w:val="00760530"/>
    <w:rsid w:val="00763CC4"/>
    <w:rsid w:val="00771E13"/>
    <w:rsid w:val="007843E5"/>
    <w:rsid w:val="007939D8"/>
    <w:rsid w:val="007A30B7"/>
    <w:rsid w:val="007B3665"/>
    <w:rsid w:val="007B3F4A"/>
    <w:rsid w:val="007B718B"/>
    <w:rsid w:val="007C3ADB"/>
    <w:rsid w:val="007C7497"/>
    <w:rsid w:val="008014A6"/>
    <w:rsid w:val="00837361"/>
    <w:rsid w:val="00844174"/>
    <w:rsid w:val="00850BB3"/>
    <w:rsid w:val="008607B0"/>
    <w:rsid w:val="008651DA"/>
    <w:rsid w:val="008741BF"/>
    <w:rsid w:val="00881590"/>
    <w:rsid w:val="00884C1B"/>
    <w:rsid w:val="008B58B3"/>
    <w:rsid w:val="008B733C"/>
    <w:rsid w:val="008C2403"/>
    <w:rsid w:val="008C5C0F"/>
    <w:rsid w:val="008E6550"/>
    <w:rsid w:val="008E750B"/>
    <w:rsid w:val="008F73DE"/>
    <w:rsid w:val="00902F06"/>
    <w:rsid w:val="00905EBC"/>
    <w:rsid w:val="00906759"/>
    <w:rsid w:val="00912474"/>
    <w:rsid w:val="00913D9E"/>
    <w:rsid w:val="00921686"/>
    <w:rsid w:val="00925415"/>
    <w:rsid w:val="009318A7"/>
    <w:rsid w:val="00934114"/>
    <w:rsid w:val="0094007B"/>
    <w:rsid w:val="00940C81"/>
    <w:rsid w:val="00944D5C"/>
    <w:rsid w:val="009647F3"/>
    <w:rsid w:val="00986E82"/>
    <w:rsid w:val="00992D4F"/>
    <w:rsid w:val="00996DF2"/>
    <w:rsid w:val="009A70DB"/>
    <w:rsid w:val="009C5B8F"/>
    <w:rsid w:val="009C61CC"/>
    <w:rsid w:val="009D0611"/>
    <w:rsid w:val="009F61CA"/>
    <w:rsid w:val="00A0170A"/>
    <w:rsid w:val="00A06BA2"/>
    <w:rsid w:val="00A10A7B"/>
    <w:rsid w:val="00A21113"/>
    <w:rsid w:val="00A260B0"/>
    <w:rsid w:val="00A2728D"/>
    <w:rsid w:val="00A27D71"/>
    <w:rsid w:val="00A33B32"/>
    <w:rsid w:val="00A53CDB"/>
    <w:rsid w:val="00A62EAA"/>
    <w:rsid w:val="00A8290D"/>
    <w:rsid w:val="00A872D1"/>
    <w:rsid w:val="00A87E00"/>
    <w:rsid w:val="00AA3E71"/>
    <w:rsid w:val="00AC2541"/>
    <w:rsid w:val="00AC3AD2"/>
    <w:rsid w:val="00AC5B2D"/>
    <w:rsid w:val="00AD10AF"/>
    <w:rsid w:val="00AE6195"/>
    <w:rsid w:val="00AE6A13"/>
    <w:rsid w:val="00AF4E47"/>
    <w:rsid w:val="00AF5A64"/>
    <w:rsid w:val="00B01E1D"/>
    <w:rsid w:val="00B15D40"/>
    <w:rsid w:val="00B169BE"/>
    <w:rsid w:val="00B751F9"/>
    <w:rsid w:val="00B91081"/>
    <w:rsid w:val="00B97257"/>
    <w:rsid w:val="00BA107C"/>
    <w:rsid w:val="00BB4E83"/>
    <w:rsid w:val="00BC6283"/>
    <w:rsid w:val="00BE2A5E"/>
    <w:rsid w:val="00BF13EB"/>
    <w:rsid w:val="00C05301"/>
    <w:rsid w:val="00C0664D"/>
    <w:rsid w:val="00C066E3"/>
    <w:rsid w:val="00C23565"/>
    <w:rsid w:val="00C274D8"/>
    <w:rsid w:val="00C42756"/>
    <w:rsid w:val="00C55164"/>
    <w:rsid w:val="00C60401"/>
    <w:rsid w:val="00C75284"/>
    <w:rsid w:val="00C7548F"/>
    <w:rsid w:val="00C7671E"/>
    <w:rsid w:val="00C86735"/>
    <w:rsid w:val="00CA6AF4"/>
    <w:rsid w:val="00CB202B"/>
    <w:rsid w:val="00CD349B"/>
    <w:rsid w:val="00CE6582"/>
    <w:rsid w:val="00CE7C4E"/>
    <w:rsid w:val="00CF14D4"/>
    <w:rsid w:val="00D10E6A"/>
    <w:rsid w:val="00D14CF2"/>
    <w:rsid w:val="00D24800"/>
    <w:rsid w:val="00D27309"/>
    <w:rsid w:val="00D43874"/>
    <w:rsid w:val="00DA21E2"/>
    <w:rsid w:val="00DB52EE"/>
    <w:rsid w:val="00DD1231"/>
    <w:rsid w:val="00DE1E97"/>
    <w:rsid w:val="00DE657F"/>
    <w:rsid w:val="00E0234E"/>
    <w:rsid w:val="00E139E7"/>
    <w:rsid w:val="00E20300"/>
    <w:rsid w:val="00E235A4"/>
    <w:rsid w:val="00E32C11"/>
    <w:rsid w:val="00E34BAC"/>
    <w:rsid w:val="00E5221C"/>
    <w:rsid w:val="00E5371E"/>
    <w:rsid w:val="00E7722E"/>
    <w:rsid w:val="00EA16A0"/>
    <w:rsid w:val="00EA7995"/>
    <w:rsid w:val="00EB4483"/>
    <w:rsid w:val="00EC31CB"/>
    <w:rsid w:val="00EC6078"/>
    <w:rsid w:val="00EE4874"/>
    <w:rsid w:val="00F05986"/>
    <w:rsid w:val="00F23704"/>
    <w:rsid w:val="00F34D8C"/>
    <w:rsid w:val="00F34E48"/>
    <w:rsid w:val="00F3654D"/>
    <w:rsid w:val="00F405AB"/>
    <w:rsid w:val="00F438DE"/>
    <w:rsid w:val="00F44CA0"/>
    <w:rsid w:val="00F522AD"/>
    <w:rsid w:val="00F61314"/>
    <w:rsid w:val="00F62A94"/>
    <w:rsid w:val="00F62C5A"/>
    <w:rsid w:val="00F8423B"/>
    <w:rsid w:val="00F87277"/>
    <w:rsid w:val="00FA0795"/>
    <w:rsid w:val="00FA678E"/>
    <w:rsid w:val="00FB71EB"/>
    <w:rsid w:val="00FC3473"/>
    <w:rsid w:val="00FC6D5D"/>
    <w:rsid w:val="00FD1425"/>
    <w:rsid w:val="00FD184A"/>
    <w:rsid w:val="00FD2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14CCA0"/>
  <w15:chartTrackingRefBased/>
  <w15:docId w15:val="{9DAF3B31-6D17-48F4-9BF6-D9FED61EE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C4E"/>
    <w:pPr>
      <w:spacing w:after="160" w:line="259" w:lineRule="auto"/>
    </w:pPr>
    <w:rPr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uiPriority w:val="9"/>
    <w:rsid w:val="00B01E1D"/>
    <w:pPr>
      <w:keepNext/>
      <w:keepLines/>
      <w:numPr>
        <w:numId w:val="9"/>
      </w:numPr>
      <w:spacing w:before="480" w:after="240" w:line="240" w:lineRule="auto"/>
      <w:ind w:left="357" w:hanging="357"/>
      <w:outlineLvl w:val="0"/>
    </w:pPr>
    <w:rPr>
      <w:rFonts w:ascii="Soberana Sans Light" w:eastAsia="Times New Roman" w:hAnsi="Soberana Sans Light"/>
      <w:b/>
      <w:sz w:val="18"/>
      <w:szCs w:val="18"/>
      <w:lang w:val="es-MX"/>
    </w:rPr>
  </w:style>
  <w:style w:type="paragraph" w:styleId="Ttulo2">
    <w:name w:val="heading 2"/>
    <w:basedOn w:val="Normal"/>
    <w:next w:val="Normal"/>
    <w:link w:val="Ttulo2Car"/>
    <w:uiPriority w:val="9"/>
    <w:unhideWhenUsed/>
    <w:rsid w:val="00B01E1D"/>
    <w:pPr>
      <w:keepNext/>
      <w:keepLines/>
      <w:numPr>
        <w:ilvl w:val="1"/>
        <w:numId w:val="9"/>
      </w:numPr>
      <w:tabs>
        <w:tab w:val="left" w:pos="426"/>
      </w:tabs>
      <w:spacing w:before="240" w:after="120" w:line="250" w:lineRule="exact"/>
      <w:ind w:left="425" w:hanging="431"/>
      <w:jc w:val="both"/>
      <w:outlineLvl w:val="1"/>
    </w:pPr>
    <w:rPr>
      <w:rFonts w:ascii="Soberana Sans Light" w:eastAsia="Times New Roman" w:hAnsi="Soberana Sans Light"/>
      <w:b/>
      <w:sz w:val="18"/>
      <w:szCs w:val="18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B01E1D"/>
    <w:rPr>
      <w:rFonts w:ascii="Soberana Sans Light" w:eastAsia="Times New Roman" w:hAnsi="Soberana Sans Light"/>
      <w:b/>
      <w:sz w:val="18"/>
      <w:szCs w:val="18"/>
      <w:lang w:val="es-MX" w:eastAsia="en-US"/>
    </w:rPr>
  </w:style>
  <w:style w:type="character" w:customStyle="1" w:styleId="Ttulo2Car">
    <w:name w:val="Título 2 Car"/>
    <w:link w:val="Ttulo2"/>
    <w:uiPriority w:val="9"/>
    <w:rsid w:val="00B01E1D"/>
    <w:rPr>
      <w:rFonts w:ascii="Soberana Sans Light" w:eastAsia="Times New Roman" w:hAnsi="Soberana Sans Light"/>
      <w:b/>
      <w:sz w:val="18"/>
      <w:szCs w:val="18"/>
      <w:lang w:val="es-MX" w:eastAsia="en-US"/>
    </w:rPr>
  </w:style>
  <w:style w:type="paragraph" w:styleId="Encabezado">
    <w:name w:val="header"/>
    <w:basedOn w:val="Normal"/>
    <w:link w:val="EncabezadoCar"/>
    <w:uiPriority w:val="99"/>
    <w:unhideWhenUsed/>
    <w:rsid w:val="00477E89"/>
    <w:pPr>
      <w:tabs>
        <w:tab w:val="center" w:pos="4419"/>
        <w:tab w:val="right" w:pos="8838"/>
      </w:tabs>
    </w:pPr>
    <w:rPr>
      <w:rFonts w:ascii="Montserrat Light" w:hAnsi="Montserrat Light"/>
      <w:smallCaps/>
      <w:sz w:val="32"/>
    </w:rPr>
  </w:style>
  <w:style w:type="character" w:customStyle="1" w:styleId="EncabezadoCar">
    <w:name w:val="Encabezado Car"/>
    <w:link w:val="Encabezado"/>
    <w:uiPriority w:val="99"/>
    <w:rsid w:val="00477E89"/>
    <w:rPr>
      <w:rFonts w:ascii="Montserrat Light" w:hAnsi="Montserrat Light"/>
      <w:smallCaps/>
      <w:sz w:val="32"/>
      <w:szCs w:val="22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73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837361"/>
    <w:rPr>
      <w:rFonts w:ascii="Segoe UI" w:hAnsi="Segoe UI" w:cs="Segoe UI"/>
      <w:sz w:val="18"/>
      <w:szCs w:val="18"/>
      <w:lang w:eastAsia="en-US"/>
    </w:rPr>
  </w:style>
  <w:style w:type="paragraph" w:customStyle="1" w:styleId="TEXTONORMAL">
    <w:name w:val="TEXTO_NORMAL"/>
    <w:basedOn w:val="Normal"/>
    <w:qFormat/>
    <w:rsid w:val="0060492B"/>
    <w:pPr>
      <w:spacing w:after="120" w:line="250" w:lineRule="exact"/>
      <w:jc w:val="both"/>
    </w:pPr>
    <w:rPr>
      <w:rFonts w:ascii="Montserrat" w:hAnsi="Montserrat"/>
      <w:sz w:val="18"/>
      <w:szCs w:val="18"/>
    </w:rPr>
  </w:style>
  <w:style w:type="paragraph" w:customStyle="1" w:styleId="VIETAFLECHA">
    <w:name w:val="VIÑETA_FLECHA"/>
    <w:basedOn w:val="TEXTONORMAL"/>
    <w:next w:val="TEXTONORMAL"/>
    <w:qFormat/>
    <w:rsid w:val="003E766E"/>
    <w:pPr>
      <w:numPr>
        <w:numId w:val="1"/>
      </w:numPr>
      <w:ind w:left="357" w:hanging="357"/>
    </w:pPr>
  </w:style>
  <w:style w:type="paragraph" w:customStyle="1" w:styleId="VIETAROMBO">
    <w:name w:val="VIÑETA_ROMBO"/>
    <w:basedOn w:val="VIETAFLECHA"/>
    <w:next w:val="TEXTONORMAL"/>
    <w:qFormat/>
    <w:rsid w:val="003E766E"/>
    <w:pPr>
      <w:numPr>
        <w:numId w:val="2"/>
      </w:numPr>
      <w:ind w:left="714" w:hanging="357"/>
    </w:pPr>
  </w:style>
  <w:style w:type="paragraph" w:customStyle="1" w:styleId="VIETACUADRO">
    <w:name w:val="VIÑETA_CUADRO"/>
    <w:basedOn w:val="VIETAROMBO"/>
    <w:next w:val="TEXTONORMAL"/>
    <w:qFormat/>
    <w:rsid w:val="00C60401"/>
    <w:pPr>
      <w:numPr>
        <w:numId w:val="4"/>
      </w:numPr>
      <w:ind w:left="1305" w:hanging="284"/>
    </w:pPr>
  </w:style>
  <w:style w:type="paragraph" w:customStyle="1" w:styleId="NOTAALPIE">
    <w:name w:val="NOTA_AL_PIE"/>
    <w:basedOn w:val="TEXTONORMAL"/>
    <w:next w:val="TEXTONORMAL"/>
    <w:qFormat/>
    <w:rsid w:val="002A6003"/>
    <w:pPr>
      <w:tabs>
        <w:tab w:val="left" w:pos="170"/>
      </w:tabs>
      <w:spacing w:line="240" w:lineRule="auto"/>
      <w:ind w:left="170" w:hanging="170"/>
    </w:pPr>
    <w:rPr>
      <w:sz w:val="16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C00CB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3C00CB"/>
    <w:rPr>
      <w:lang w:eastAsia="en-US"/>
    </w:rPr>
  </w:style>
  <w:style w:type="character" w:styleId="Refdenotaalpie">
    <w:name w:val="footnote reference"/>
    <w:semiHidden/>
    <w:unhideWhenUsed/>
    <w:rsid w:val="003C00CB"/>
    <w:rPr>
      <w:vertAlign w:val="superscript"/>
    </w:rPr>
  </w:style>
  <w:style w:type="paragraph" w:styleId="Piedepgina">
    <w:name w:val="footer"/>
    <w:basedOn w:val="Normal"/>
    <w:link w:val="PiedepginaCar"/>
    <w:uiPriority w:val="99"/>
    <w:unhideWhenUsed/>
    <w:qFormat/>
    <w:rsid w:val="00477E89"/>
    <w:pPr>
      <w:tabs>
        <w:tab w:val="center" w:pos="4419"/>
        <w:tab w:val="right" w:pos="8838"/>
      </w:tabs>
    </w:pPr>
    <w:rPr>
      <w:rFonts w:ascii="Montserrat Light" w:hAnsi="Montserrat Light"/>
      <w:sz w:val="16"/>
    </w:rPr>
  </w:style>
  <w:style w:type="character" w:customStyle="1" w:styleId="PiedepginaCar">
    <w:name w:val="Pie de página Car"/>
    <w:link w:val="Piedepgina"/>
    <w:uiPriority w:val="99"/>
    <w:rsid w:val="00477E89"/>
    <w:rPr>
      <w:rFonts w:ascii="Montserrat Light" w:hAnsi="Montserrat Light"/>
      <w:sz w:val="16"/>
      <w:szCs w:val="22"/>
      <w:lang w:val="es-ES" w:eastAsia="en-US"/>
    </w:rPr>
  </w:style>
  <w:style w:type="table" w:styleId="Tablaconcuadrcula">
    <w:name w:val="Table Grid"/>
    <w:basedOn w:val="Tablanormal"/>
    <w:uiPriority w:val="39"/>
    <w:rsid w:val="00B01E1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ULOS">
    <w:name w:val="TITULOS"/>
    <w:basedOn w:val="Normal"/>
    <w:next w:val="TEXTONORMAL"/>
    <w:qFormat/>
    <w:rsid w:val="0060492B"/>
    <w:pPr>
      <w:spacing w:after="120" w:line="280" w:lineRule="exact"/>
      <w:jc w:val="center"/>
    </w:pPr>
    <w:rPr>
      <w:rFonts w:ascii="Montserrat SemiBold" w:hAnsi="Montserrat SemiBold"/>
      <w:caps/>
      <w:sz w:val="24"/>
      <w:szCs w:val="20"/>
      <w:lang w:val="es-MX"/>
    </w:rPr>
  </w:style>
  <w:style w:type="paragraph" w:customStyle="1" w:styleId="PIEPAGENTE">
    <w:name w:val="PIE_PAG_ENTE"/>
    <w:basedOn w:val="Encabezado"/>
    <w:qFormat/>
    <w:rsid w:val="003545D5"/>
    <w:pPr>
      <w:spacing w:after="0" w:line="240" w:lineRule="auto"/>
      <w:jc w:val="center"/>
    </w:pPr>
    <w:rPr>
      <w:sz w:val="18"/>
      <w:szCs w:val="16"/>
    </w:rPr>
  </w:style>
  <w:style w:type="paragraph" w:customStyle="1" w:styleId="SUBTITULO2">
    <w:name w:val="SUBTITULO_2"/>
    <w:basedOn w:val="Normal"/>
    <w:next w:val="TEXTONORMAL"/>
    <w:qFormat/>
    <w:rsid w:val="00C60401"/>
    <w:pPr>
      <w:spacing w:before="240" w:after="120" w:line="250" w:lineRule="exact"/>
    </w:pPr>
    <w:rPr>
      <w:rFonts w:ascii="Montserrat" w:hAnsi="Montserrat"/>
      <w:b/>
      <w:caps/>
      <w:szCs w:val="18"/>
      <w:lang w:val="es-MX"/>
    </w:rPr>
  </w:style>
  <w:style w:type="paragraph" w:customStyle="1" w:styleId="SUBTITULO1">
    <w:name w:val="SUBTITULO_1"/>
    <w:basedOn w:val="Normal"/>
    <w:next w:val="TEXTONORMAL"/>
    <w:qFormat/>
    <w:rsid w:val="00C60401"/>
    <w:pPr>
      <w:numPr>
        <w:numId w:val="12"/>
      </w:numPr>
      <w:spacing w:before="240" w:after="120" w:line="250" w:lineRule="exact"/>
      <w:ind w:left="357" w:hanging="357"/>
    </w:pPr>
    <w:rPr>
      <w:rFonts w:ascii="Montserrat" w:hAnsi="Montserrat"/>
      <w:b/>
      <w:caps/>
      <w:szCs w:val="18"/>
      <w:lang w:val="es-MX"/>
    </w:rPr>
  </w:style>
  <w:style w:type="paragraph" w:customStyle="1" w:styleId="VIETABALA">
    <w:name w:val="VIÑETA_BALA"/>
    <w:basedOn w:val="VIETAFLECHA"/>
    <w:next w:val="TEXTONORMAL"/>
    <w:qFormat/>
    <w:rsid w:val="002A6003"/>
    <w:pPr>
      <w:numPr>
        <w:numId w:val="13"/>
      </w:numPr>
      <w:ind w:left="998" w:hanging="284"/>
    </w:pPr>
    <w:rPr>
      <w:lang w:val="es-MX"/>
    </w:rPr>
  </w:style>
  <w:style w:type="character" w:styleId="Nmerodepgina">
    <w:name w:val="page number"/>
    <w:rsid w:val="00E7722E"/>
    <w:rPr>
      <w:rFonts w:ascii="Arial" w:hAnsi="Arial"/>
    </w:rPr>
  </w:style>
  <w:style w:type="character" w:customStyle="1" w:styleId="A6">
    <w:name w:val="A6"/>
    <w:rsid w:val="00E7722E"/>
    <w:rPr>
      <w:rFonts w:cs="Century"/>
      <w:color w:val="000000"/>
      <w:sz w:val="14"/>
      <w:szCs w:val="14"/>
    </w:rPr>
  </w:style>
  <w:style w:type="paragraph" w:styleId="Prrafodelista">
    <w:name w:val="List Paragraph"/>
    <w:basedOn w:val="Normal"/>
    <w:uiPriority w:val="34"/>
    <w:qFormat/>
    <w:rsid w:val="00E7722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329F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329F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329F5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329F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329F5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IANA~1\AppData\Local\Temp\Rar$DIa0.627\Plantilla_Estilos_Tipografico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1265C-8D36-4E43-BB51-C8BC85243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Plantilla_Estilos_Tipograficos</Template>
  <TotalTime>32</TotalTime>
  <Pages>31</Pages>
  <Words>13976</Words>
  <Characters>76872</Characters>
  <Application>Microsoft Office Word</Application>
  <DocSecurity>0</DocSecurity>
  <Lines>640</Lines>
  <Paragraphs>181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de Política y Control Presupuestario</dc:creator>
  <cp:keywords/>
  <dc:description/>
  <cp:lastModifiedBy>Triana Guadalupe Carcano Aguilar</cp:lastModifiedBy>
  <cp:revision>4</cp:revision>
  <cp:lastPrinted>2021-04-24T01:24:00Z</cp:lastPrinted>
  <dcterms:created xsi:type="dcterms:W3CDTF">2021-04-23T23:40:00Z</dcterms:created>
  <dcterms:modified xsi:type="dcterms:W3CDTF">2021-04-24T01:28:00Z</dcterms:modified>
</cp:coreProperties>
</file>